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102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3"/>
      </w:tblGrid>
      <w:tr w:rsidR="001C4619" w:rsidTr="0000746A">
        <w:trPr>
          <w:cantSplit/>
          <w:trHeight w:hRule="exact" w:val="3119"/>
        </w:trPr>
        <w:bookmarkStart w:id="0" w:name="_GoBack" w:displacedByCustomXml="next"/>
        <w:bookmarkEnd w:id="0" w:displacedByCustomXml="next"/>
        <w:sdt>
          <w:sdtPr>
            <w:alias w:val="Организация"/>
            <w:tag w:val=""/>
            <w:id w:val="-2131384669"/>
            <w:lock w:val="sdtLocked"/>
            <w:placeholder>
              <w:docPart w:val="183BE1695F3D43A09CE3DECA694F3C84"/>
            </w:placeholder>
            <w:dataBinding w:prefixMappings="xmlns:ns0='http://schemas.openxmlformats.org/officeDocument/2006/extended-properties' " w:xpath="/ns0:Properties[1]/ns0:Company[1]" w:storeItemID="{6668398D-A668-4E3E-A5EB-62B293D839F1}"/>
            <w:text w:multiLine="1"/>
          </w:sdtPr>
          <w:sdtEndPr/>
          <w:sdtContent>
            <w:tc>
              <w:tcPr>
                <w:tcW w:w="10348" w:type="dxa"/>
                <w:noWrap/>
                <w:tcMar>
                  <w:left w:w="0" w:type="dxa"/>
                  <w:right w:w="0" w:type="dxa"/>
                </w:tcMar>
              </w:tcPr>
              <w:p w:rsidR="001C4619" w:rsidRDefault="00D969AA" w:rsidP="0003213D">
                <w:pPr>
                  <w:pStyle w:val="14"/>
                </w:pPr>
                <w:r>
                  <w:t>Общество с ограниченной ответственностью «КАСКАД проект»</w:t>
                </w:r>
                <w:r>
                  <w:br/>
                  <w:t>(ООО «КАСКАД проект»)</w:t>
                </w:r>
                <w:r>
                  <w:br/>
                  <w:t xml:space="preserve">СРО – </w:t>
                </w:r>
                <w:proofErr w:type="gramStart"/>
                <w:r>
                  <w:t>П</w:t>
                </w:r>
                <w:proofErr w:type="gramEnd"/>
                <w:r>
                  <w:t xml:space="preserve"> – 049 – 4027090104 – 07082013 – 0099 – 4 от 07.08.2013г.</w:t>
                </w:r>
              </w:p>
            </w:tc>
          </w:sdtContent>
        </w:sdt>
      </w:tr>
      <w:tr w:rsidR="001C4619" w:rsidTr="0000746A">
        <w:trPr>
          <w:cantSplit/>
          <w:trHeight w:hRule="exact" w:val="1985"/>
        </w:trPr>
        <w:sdt>
          <w:sdtPr>
            <w:alias w:val="Наименование объекта капитального строительства"/>
            <w:tag w:val="Наименование объекта"/>
            <w:id w:val="1286544673"/>
            <w:lock w:val="sdtLocked"/>
            <w:placeholder>
              <w:docPart w:val="CE90AA075AAF4C3C9FD02C246DCE0B5A"/>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10348" w:type="dxa"/>
                <w:noWrap/>
                <w:tcMar>
                  <w:left w:w="0" w:type="dxa"/>
                  <w:right w:w="0" w:type="dxa"/>
                </w:tcMar>
              </w:tcPr>
              <w:p w:rsidR="001C4619" w:rsidRDefault="005674B2" w:rsidP="00885919">
                <w:pPr>
                  <w:pStyle w:val="14"/>
                </w:pPr>
                <w:r w:rsidRPr="005674B2">
                  <w:t xml:space="preserve">Проект планировки территории жилой застройки в границах: </w:t>
                </w:r>
                <w:r>
                  <w:br/>
                </w:r>
                <w:r w:rsidRPr="005674B2">
                  <w:t>ул.</w:t>
                </w:r>
                <w:r>
                  <w:t xml:space="preserve"> </w:t>
                </w:r>
                <w:proofErr w:type="spellStart"/>
                <w:r w:rsidRPr="005674B2">
                  <w:t>О.Колесниковой</w:t>
                </w:r>
                <w:proofErr w:type="spellEnd"/>
                <w:r w:rsidRPr="005674B2">
                  <w:t>, ул.</w:t>
                </w:r>
                <w:r>
                  <w:t xml:space="preserve"> </w:t>
                </w:r>
                <w:proofErr w:type="gramStart"/>
                <w:r w:rsidRPr="005674B2">
                  <w:t>Московская</w:t>
                </w:r>
                <w:proofErr w:type="gramEnd"/>
                <w:r w:rsidRPr="005674B2">
                  <w:t>, ул.</w:t>
                </w:r>
                <w:r>
                  <w:t xml:space="preserve"> </w:t>
                </w:r>
                <w:r w:rsidRPr="005674B2">
                  <w:t xml:space="preserve">Энтузиастов </w:t>
                </w:r>
                <w:r>
                  <w:br/>
                </w:r>
                <w:r w:rsidRPr="005674B2">
                  <w:t>в городе Малоярославец, Калужской области</w:t>
                </w:r>
              </w:p>
            </w:tc>
          </w:sdtContent>
        </w:sdt>
      </w:tr>
      <w:tr w:rsidR="001C4619" w:rsidTr="00A0415B">
        <w:trPr>
          <w:cantSplit/>
          <w:trHeight w:hRule="exact" w:val="1496"/>
        </w:trPr>
        <w:sdt>
          <w:sdtPr>
            <w:alias w:val="Вид документации"/>
            <w:tag w:val="Вид документации"/>
            <w:id w:val="2005164599"/>
            <w:lock w:val="sdtLocked"/>
            <w:placeholder>
              <w:docPart w:val="7BC814C329CB494884B447C88BC7FE6D"/>
            </w:placeholder>
          </w:sdtPr>
          <w:sdtEndPr/>
          <w:sdtContent>
            <w:tc>
              <w:tcPr>
                <w:tcW w:w="10348" w:type="dxa"/>
                <w:noWrap/>
                <w:tcMar>
                  <w:left w:w="0" w:type="dxa"/>
                  <w:right w:w="0" w:type="dxa"/>
                </w:tcMar>
              </w:tcPr>
              <w:p w:rsidR="001C4619" w:rsidRDefault="00065032" w:rsidP="001C4619">
                <w:pPr>
                  <w:pStyle w:val="14"/>
                </w:pPr>
                <w:r>
                  <w:t>ПРОЕКТНАЯ ДОКУМЕНТАЦИЯ</w:t>
                </w:r>
              </w:p>
            </w:tc>
          </w:sdtContent>
        </w:sdt>
      </w:tr>
      <w:tr w:rsidR="007B1B8F" w:rsidTr="00AC2F30">
        <w:trPr>
          <w:cantSplit/>
          <w:trHeight w:hRule="exact" w:val="993"/>
        </w:trPr>
        <w:tc>
          <w:tcPr>
            <w:tcW w:w="10348" w:type="dxa"/>
            <w:noWrap/>
            <w:tcMar>
              <w:left w:w="0" w:type="dxa"/>
              <w:right w:w="0" w:type="dxa"/>
            </w:tcMar>
          </w:tcPr>
          <w:p w:rsidR="007B1B8F" w:rsidRDefault="00A0415B" w:rsidP="000C5C32">
            <w:pPr>
              <w:pStyle w:val="14"/>
            </w:pPr>
            <w:r>
              <w:t>Материалы по обоснованию проекта планировки</w:t>
            </w:r>
          </w:p>
        </w:tc>
      </w:tr>
      <w:tr w:rsidR="001C4619" w:rsidTr="00AC2F30">
        <w:trPr>
          <w:cantSplit/>
          <w:trHeight w:val="1263"/>
        </w:trPr>
        <w:sdt>
          <w:sdtPr>
            <w:alias w:val="Наименование документации"/>
            <w:tag w:val="Наименование документации"/>
            <w:id w:val="-1203398822"/>
            <w:lock w:val="sdtLocked"/>
            <w:placeholder>
              <w:docPart w:val="765F3E6AB24341DFAD183307D3AEA5EF"/>
            </w:placeholder>
            <w:dataBinding w:prefixMappings="xmlns:ns0='http://purl.org/dc/elements/1.1/' xmlns:ns1='http://schemas.openxmlformats.org/package/2006/metadata/core-properties' " w:xpath="/ns1:coreProperties[1]/ns0:subject[1]" w:storeItemID="{6C3C8BC8-F283-45AE-878A-BAB7291924A1}"/>
            <w:text w:multiLine="1"/>
          </w:sdtPr>
          <w:sdtEndPr/>
          <w:sdtContent>
            <w:tc>
              <w:tcPr>
                <w:tcW w:w="10348" w:type="dxa"/>
                <w:noWrap/>
                <w:tcMar>
                  <w:left w:w="0" w:type="dxa"/>
                  <w:right w:w="0" w:type="dxa"/>
                </w:tcMar>
              </w:tcPr>
              <w:p w:rsidR="001C4619" w:rsidRDefault="00AC2F30" w:rsidP="00A0415B">
                <w:pPr>
                  <w:pStyle w:val="14"/>
                </w:pPr>
                <w:r>
                  <w:t>Часть 1</w:t>
                </w:r>
                <w:r>
                  <w:br/>
                </w:r>
                <w:r w:rsidR="00864711">
                  <w:t>Пояснительная записка</w:t>
                </w:r>
              </w:p>
            </w:tc>
          </w:sdtContent>
        </w:sdt>
      </w:tr>
      <w:tr w:rsidR="001C4619" w:rsidTr="0000746A">
        <w:trPr>
          <w:cantSplit/>
          <w:trHeight w:hRule="exact" w:val="1134"/>
        </w:trPr>
        <w:sdt>
          <w:sdtPr>
            <w:alias w:val="Обозначение документа"/>
            <w:tag w:val="Обозначение документа"/>
            <w:id w:val="1166512043"/>
            <w:lock w:val="sdtLocked"/>
            <w:placeholder>
              <w:docPart w:val="5D4D383F79EE4C68820CBEC7326FE7F1"/>
            </w:placeholder>
            <w:dataBinding w:prefixMappings="xmlns:ns0='http://purl.org/dc/elements/1.1/' xmlns:ns1='http://schemas.openxmlformats.org/package/2006/metadata/core-properties' " w:xpath="/ns1:coreProperties[1]/ns1:keywords[1]" w:storeItemID="{6C3C8BC8-F283-45AE-878A-BAB7291924A1}"/>
            <w:text/>
          </w:sdtPr>
          <w:sdtEndPr/>
          <w:sdtContent>
            <w:tc>
              <w:tcPr>
                <w:tcW w:w="10348" w:type="dxa"/>
                <w:noWrap/>
                <w:tcMar>
                  <w:left w:w="0" w:type="dxa"/>
                  <w:right w:w="0" w:type="dxa"/>
                </w:tcMar>
              </w:tcPr>
              <w:p w:rsidR="001C4619" w:rsidRDefault="005674B2" w:rsidP="005674B2">
                <w:pPr>
                  <w:pStyle w:val="14"/>
                </w:pPr>
                <w:proofErr w:type="spellStart"/>
                <w:r w:rsidRPr="005674B2">
                  <w:t>Кп</w:t>
                </w:r>
                <w:proofErr w:type="spellEnd"/>
                <w:r w:rsidRPr="005674B2">
                  <w:t xml:space="preserve"> 63-1/15</w:t>
                </w:r>
                <w:r>
                  <w:t>-ППТ</w:t>
                </w:r>
              </w:p>
            </w:tc>
          </w:sdtContent>
        </w:sdt>
      </w:tr>
    </w:tbl>
    <w:p w:rsidR="00FC3DA1" w:rsidRDefault="00FC3DA1" w:rsidP="00BE4416">
      <w:pPr>
        <w:pStyle w:val="14"/>
      </w:pPr>
    </w:p>
    <w:p w:rsidR="00022A5D" w:rsidRDefault="00022A5D" w:rsidP="00BE4416">
      <w:pPr>
        <w:pStyle w:val="14"/>
      </w:pPr>
    </w:p>
    <w:p w:rsidR="00022A5D" w:rsidRDefault="00022A5D" w:rsidP="00BE4416">
      <w:pPr>
        <w:pStyle w:val="14"/>
      </w:pPr>
    </w:p>
    <w:p w:rsidR="00022A5D" w:rsidRPr="001B435D" w:rsidRDefault="00022A5D" w:rsidP="00BE4416">
      <w:pPr>
        <w:pStyle w:val="14"/>
      </w:pPr>
    </w:p>
    <w:tbl>
      <w:tblPr>
        <w:tblpPr w:leftFromText="181" w:rightFromText="181" w:vertAnchor="page" w:horzAnchor="page" w:tblpX="1883" w:tblpY="14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897"/>
        <w:gridCol w:w="1134"/>
        <w:gridCol w:w="850"/>
      </w:tblGrid>
      <w:tr w:rsidR="00B06C36" w:rsidRPr="00497254" w:rsidTr="005750BF">
        <w:tc>
          <w:tcPr>
            <w:tcW w:w="534" w:type="dxa"/>
          </w:tcPr>
          <w:p w:rsidR="00B06C36" w:rsidRPr="003D1234" w:rsidRDefault="00B06C36" w:rsidP="005750BF">
            <w:pPr>
              <w:pStyle w:val="ac"/>
              <w:ind w:left="-142" w:right="-108"/>
              <w:rPr>
                <w:w w:val="90"/>
              </w:rPr>
            </w:pPr>
            <w:r w:rsidRPr="003D1234">
              <w:rPr>
                <w:w w:val="90"/>
              </w:rPr>
              <w:t>Изм</w:t>
            </w:r>
            <w:r w:rsidR="005674B2">
              <w:rPr>
                <w:w w:val="90"/>
              </w:rPr>
              <w:t>.</w:t>
            </w:r>
          </w:p>
        </w:tc>
        <w:tc>
          <w:tcPr>
            <w:tcW w:w="897" w:type="dxa"/>
          </w:tcPr>
          <w:p w:rsidR="00B06C36" w:rsidRPr="003D1234" w:rsidRDefault="00B06C36" w:rsidP="00040D9F">
            <w:pPr>
              <w:pStyle w:val="ac"/>
              <w:ind w:left="-108" w:right="-61"/>
              <w:rPr>
                <w:w w:val="90"/>
              </w:rPr>
            </w:pPr>
            <w:r w:rsidRPr="003D1234">
              <w:rPr>
                <w:w w:val="90"/>
              </w:rPr>
              <w:t>№</w:t>
            </w:r>
            <w:r w:rsidR="00040D9F">
              <w:rPr>
                <w:w w:val="90"/>
              </w:rPr>
              <w:t xml:space="preserve"> </w:t>
            </w:r>
            <w:r w:rsidRPr="003D1234">
              <w:rPr>
                <w:w w:val="90"/>
              </w:rPr>
              <w:t>док.</w:t>
            </w:r>
          </w:p>
        </w:tc>
        <w:tc>
          <w:tcPr>
            <w:tcW w:w="1134" w:type="dxa"/>
          </w:tcPr>
          <w:p w:rsidR="00B06C36" w:rsidRPr="003D1234" w:rsidRDefault="00B06C36" w:rsidP="005750BF">
            <w:pPr>
              <w:pStyle w:val="ac"/>
              <w:rPr>
                <w:w w:val="90"/>
              </w:rPr>
            </w:pPr>
            <w:r w:rsidRPr="003D1234">
              <w:rPr>
                <w:w w:val="90"/>
              </w:rPr>
              <w:t>Подпись</w:t>
            </w:r>
          </w:p>
        </w:tc>
        <w:tc>
          <w:tcPr>
            <w:tcW w:w="850" w:type="dxa"/>
          </w:tcPr>
          <w:p w:rsidR="00B06C36" w:rsidRPr="003D1234" w:rsidRDefault="00B06C36" w:rsidP="005750BF">
            <w:pPr>
              <w:pStyle w:val="ac"/>
              <w:rPr>
                <w:w w:val="90"/>
              </w:rPr>
            </w:pPr>
            <w:r w:rsidRPr="003D1234">
              <w:rPr>
                <w:w w:val="90"/>
              </w:rPr>
              <w:t>Дата</w:t>
            </w:r>
          </w:p>
        </w:tc>
      </w:tr>
      <w:tr w:rsidR="00B06C36" w:rsidRPr="00497254" w:rsidTr="005750BF">
        <w:tc>
          <w:tcPr>
            <w:tcW w:w="534" w:type="dxa"/>
          </w:tcPr>
          <w:p w:rsidR="00B06C36" w:rsidRPr="00626A7C" w:rsidRDefault="00B06C36" w:rsidP="00BE4C15">
            <w:pPr>
              <w:pStyle w:val="ae"/>
            </w:pPr>
          </w:p>
        </w:tc>
        <w:tc>
          <w:tcPr>
            <w:tcW w:w="897" w:type="dxa"/>
          </w:tcPr>
          <w:p w:rsidR="00B06C36" w:rsidRPr="00626A7C" w:rsidRDefault="00B06C36" w:rsidP="00BE4C15">
            <w:pPr>
              <w:pStyle w:val="ae"/>
            </w:pPr>
          </w:p>
        </w:tc>
        <w:tc>
          <w:tcPr>
            <w:tcW w:w="1134" w:type="dxa"/>
          </w:tcPr>
          <w:p w:rsidR="00B06C36" w:rsidRPr="00497254" w:rsidRDefault="00B06C36" w:rsidP="00BE4C15">
            <w:pPr>
              <w:pStyle w:val="ae"/>
            </w:pPr>
          </w:p>
        </w:tc>
        <w:tc>
          <w:tcPr>
            <w:tcW w:w="850" w:type="dxa"/>
          </w:tcPr>
          <w:p w:rsidR="00B06C36" w:rsidRPr="00626A7C" w:rsidRDefault="00B06C36" w:rsidP="00BE4C15">
            <w:pPr>
              <w:pStyle w:val="ae"/>
            </w:pPr>
          </w:p>
        </w:tc>
      </w:tr>
      <w:tr w:rsidR="00B06C36" w:rsidRPr="00497254" w:rsidTr="005750BF">
        <w:tc>
          <w:tcPr>
            <w:tcW w:w="534" w:type="dxa"/>
          </w:tcPr>
          <w:p w:rsidR="00B06C36" w:rsidRPr="00497254" w:rsidRDefault="00B06C36" w:rsidP="00BE4C15">
            <w:pPr>
              <w:pStyle w:val="ae"/>
            </w:pPr>
          </w:p>
        </w:tc>
        <w:tc>
          <w:tcPr>
            <w:tcW w:w="897" w:type="dxa"/>
          </w:tcPr>
          <w:p w:rsidR="00B06C36" w:rsidRPr="00497254" w:rsidRDefault="00B06C36" w:rsidP="00BE4C15">
            <w:pPr>
              <w:pStyle w:val="ae"/>
            </w:pPr>
          </w:p>
        </w:tc>
        <w:tc>
          <w:tcPr>
            <w:tcW w:w="1134" w:type="dxa"/>
          </w:tcPr>
          <w:p w:rsidR="00B06C36" w:rsidRPr="00497254" w:rsidRDefault="00B06C36" w:rsidP="00BE4C15">
            <w:pPr>
              <w:pStyle w:val="ae"/>
            </w:pPr>
          </w:p>
        </w:tc>
        <w:tc>
          <w:tcPr>
            <w:tcW w:w="850" w:type="dxa"/>
          </w:tcPr>
          <w:p w:rsidR="00B06C36" w:rsidRPr="00497254" w:rsidRDefault="00B06C36" w:rsidP="00BE4C15">
            <w:pPr>
              <w:pStyle w:val="ae"/>
            </w:pPr>
          </w:p>
        </w:tc>
      </w:tr>
      <w:tr w:rsidR="00B06C36" w:rsidRPr="00497254" w:rsidTr="005750BF">
        <w:tc>
          <w:tcPr>
            <w:tcW w:w="534" w:type="dxa"/>
          </w:tcPr>
          <w:p w:rsidR="00B06C36" w:rsidRPr="00497254" w:rsidRDefault="00B06C36" w:rsidP="00BE4C15">
            <w:pPr>
              <w:pStyle w:val="ae"/>
            </w:pPr>
          </w:p>
        </w:tc>
        <w:tc>
          <w:tcPr>
            <w:tcW w:w="897" w:type="dxa"/>
          </w:tcPr>
          <w:p w:rsidR="00B06C36" w:rsidRPr="00497254" w:rsidRDefault="00B06C36" w:rsidP="00BE4C15">
            <w:pPr>
              <w:pStyle w:val="ae"/>
            </w:pPr>
          </w:p>
        </w:tc>
        <w:tc>
          <w:tcPr>
            <w:tcW w:w="1134" w:type="dxa"/>
          </w:tcPr>
          <w:p w:rsidR="00B06C36" w:rsidRPr="00497254" w:rsidRDefault="00B06C36" w:rsidP="00BE4C15">
            <w:pPr>
              <w:pStyle w:val="ae"/>
            </w:pPr>
          </w:p>
        </w:tc>
        <w:tc>
          <w:tcPr>
            <w:tcW w:w="850" w:type="dxa"/>
          </w:tcPr>
          <w:p w:rsidR="00B06C36" w:rsidRPr="00497254" w:rsidRDefault="00B06C36" w:rsidP="00BE4C15">
            <w:pPr>
              <w:pStyle w:val="ae"/>
            </w:pPr>
          </w:p>
        </w:tc>
      </w:tr>
    </w:tbl>
    <w:p w:rsidR="00FC3DA1" w:rsidRPr="001B435D" w:rsidRDefault="00FC3DA1" w:rsidP="00BE4416">
      <w:pPr>
        <w:pStyle w:val="14"/>
      </w:pPr>
    </w:p>
    <w:p w:rsidR="00FC3DA1" w:rsidRDefault="00FC3DA1" w:rsidP="00FC3DA1">
      <w:pPr>
        <w:pStyle w:val="14"/>
      </w:pPr>
    </w:p>
    <w:p w:rsidR="00E74607" w:rsidRPr="001C4619" w:rsidRDefault="00E74607" w:rsidP="00E74607">
      <w:pPr>
        <w:pStyle w:val="14"/>
        <w:rPr>
          <w:rFonts w:ascii="Calibri" w:hAnsi="Calibri" w:cs="Times New Roman"/>
          <w:b w:val="0"/>
          <w:i w:val="0"/>
          <w:sz w:val="20"/>
          <w:szCs w:val="20"/>
        </w:rPr>
      </w:pPr>
    </w:p>
    <w:p w:rsidR="00BE4416" w:rsidRPr="00F848EC" w:rsidRDefault="00BE4416" w:rsidP="00BE4416">
      <w:pPr>
        <w:pStyle w:val="14"/>
      </w:pPr>
    </w:p>
    <w:p w:rsidR="000F616C" w:rsidRPr="001C4619" w:rsidRDefault="000F616C" w:rsidP="000F616C">
      <w:pPr>
        <w:pStyle w:val="14"/>
        <w:rPr>
          <w:rFonts w:ascii="Calibri" w:hAnsi="Calibri" w:cs="Times New Roman"/>
          <w:sz w:val="20"/>
          <w:szCs w:val="20"/>
        </w:rPr>
      </w:pPr>
    </w:p>
    <w:p w:rsidR="003763D8" w:rsidRPr="003763D8" w:rsidRDefault="003763D8" w:rsidP="003763D8">
      <w:pPr>
        <w:pStyle w:val="14"/>
      </w:pPr>
    </w:p>
    <w:p w:rsidR="001B435D" w:rsidRPr="001C4619" w:rsidRDefault="001B435D" w:rsidP="00DF6EBD">
      <w:pPr>
        <w:pStyle w:val="14"/>
        <w:tabs>
          <w:tab w:val="left" w:pos="1904"/>
          <w:tab w:val="left" w:pos="3556"/>
          <w:tab w:val="left" w:pos="4970"/>
        </w:tabs>
      </w:pPr>
    </w:p>
    <w:tbl>
      <w:tblPr>
        <w:tblStyle w:val="a9"/>
        <w:tblW w:w="103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3"/>
        <w:gridCol w:w="3220"/>
      </w:tblGrid>
      <w:tr w:rsidR="00A50BD4" w:rsidTr="00A535E2">
        <w:trPr>
          <w:cantSplit/>
          <w:trHeight w:hRule="exact" w:val="3119"/>
        </w:trPr>
        <w:sdt>
          <w:sdtPr>
            <w:alias w:val="Организация"/>
            <w:tag w:val=""/>
            <w:id w:val="959689165"/>
            <w:lock w:val="sdtLocked"/>
            <w:placeholder>
              <w:docPart w:val="61C79E640B4A45F08BFDFB223EA86F77"/>
            </w:placeholder>
            <w:dataBinding w:prefixMappings="xmlns:ns0='http://schemas.openxmlformats.org/officeDocument/2006/extended-properties' " w:xpath="/ns0:Properties[1]/ns0:Company[1]" w:storeItemID="{6668398D-A668-4E3E-A5EB-62B293D839F1}"/>
            <w:text w:multiLine="1"/>
          </w:sdtPr>
          <w:sdtEndPr/>
          <w:sdtContent>
            <w:tc>
              <w:tcPr>
                <w:tcW w:w="10313" w:type="dxa"/>
                <w:gridSpan w:val="2"/>
                <w:noWrap/>
                <w:tcMar>
                  <w:left w:w="0" w:type="dxa"/>
                  <w:right w:w="0" w:type="dxa"/>
                </w:tcMar>
              </w:tcPr>
              <w:p w:rsidR="00B06C36" w:rsidRDefault="00D969AA" w:rsidP="005750BF">
                <w:pPr>
                  <w:pStyle w:val="14"/>
                </w:pPr>
                <w:r>
                  <w:t>Общество с ограниченной ответственностью «КАСКАД проект»</w:t>
                </w:r>
                <w:r>
                  <w:br/>
                  <w:t>(ООО «КАСКАД проект»)</w:t>
                </w:r>
                <w:r>
                  <w:br/>
                  <w:t xml:space="preserve">СРО – </w:t>
                </w:r>
                <w:proofErr w:type="gramStart"/>
                <w:r>
                  <w:t>П</w:t>
                </w:r>
                <w:proofErr w:type="gramEnd"/>
                <w:r>
                  <w:t xml:space="preserve"> – 049 – 4027090104 – 07082013 – 0099 – 4 от 07.08.2013г.</w:t>
                </w:r>
              </w:p>
            </w:tc>
          </w:sdtContent>
        </w:sdt>
      </w:tr>
      <w:tr w:rsidR="00A50BD4" w:rsidTr="00A535E2">
        <w:trPr>
          <w:cantSplit/>
          <w:trHeight w:hRule="exact" w:val="1985"/>
        </w:trPr>
        <w:sdt>
          <w:sdtPr>
            <w:alias w:val="Наименование объекта капитального строительства"/>
            <w:tag w:val="Наименование объекта"/>
            <w:id w:val="2063679442"/>
            <w:lock w:val="sdtLocked"/>
            <w:placeholder>
              <w:docPart w:val="6A41A3929CE0471597EE9076475DA15B"/>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10313" w:type="dxa"/>
                <w:gridSpan w:val="2"/>
                <w:noWrap/>
                <w:tcMar>
                  <w:left w:w="0" w:type="dxa"/>
                  <w:right w:w="0" w:type="dxa"/>
                </w:tcMar>
              </w:tcPr>
              <w:p w:rsidR="00B06C36" w:rsidRDefault="005674B2" w:rsidP="005750BF">
                <w:pPr>
                  <w:pStyle w:val="14"/>
                </w:pPr>
                <w:r>
                  <w:t xml:space="preserve">Проект планировки территории жилой застройки в границах: </w:t>
                </w:r>
                <w:r>
                  <w:br/>
                  <w:t xml:space="preserve">ул. </w:t>
                </w:r>
                <w:proofErr w:type="spellStart"/>
                <w:r>
                  <w:t>О.Колесниковой</w:t>
                </w:r>
                <w:proofErr w:type="spellEnd"/>
                <w:r>
                  <w:t xml:space="preserve">, ул. </w:t>
                </w:r>
                <w:proofErr w:type="gramStart"/>
                <w:r>
                  <w:t>Московская</w:t>
                </w:r>
                <w:proofErr w:type="gramEnd"/>
                <w:r>
                  <w:t xml:space="preserve">, ул. Энтузиастов </w:t>
                </w:r>
                <w:r>
                  <w:br/>
                  <w:t>в городе Малоярославец, Калужской области</w:t>
                </w:r>
              </w:p>
            </w:tc>
          </w:sdtContent>
        </w:sdt>
      </w:tr>
      <w:tr w:rsidR="00A50BD4" w:rsidTr="00A0415B">
        <w:trPr>
          <w:cantSplit/>
          <w:trHeight w:hRule="exact" w:val="1496"/>
        </w:trPr>
        <w:sdt>
          <w:sdtPr>
            <w:alias w:val="Вид документации"/>
            <w:tag w:val="Вид документации"/>
            <w:id w:val="-1593001670"/>
            <w:lock w:val="sdtLocked"/>
            <w:placeholder>
              <w:docPart w:val="7973DF9BBAC3462B87BC5C897C291BA3"/>
            </w:placeholder>
          </w:sdtPr>
          <w:sdtEndPr/>
          <w:sdtContent>
            <w:tc>
              <w:tcPr>
                <w:tcW w:w="10313" w:type="dxa"/>
                <w:gridSpan w:val="2"/>
                <w:noWrap/>
                <w:tcMar>
                  <w:left w:w="0" w:type="dxa"/>
                  <w:right w:w="0" w:type="dxa"/>
                </w:tcMar>
              </w:tcPr>
              <w:p w:rsidR="00B06C36" w:rsidRDefault="00B06C36" w:rsidP="005750BF">
                <w:pPr>
                  <w:pStyle w:val="14"/>
                </w:pPr>
                <w:r>
                  <w:t>ПРОЕКТНАЯ ДОКУМЕНТАЦИЯ</w:t>
                </w:r>
              </w:p>
            </w:tc>
          </w:sdtContent>
        </w:sdt>
      </w:tr>
      <w:tr w:rsidR="00A50BD4" w:rsidTr="00AC2F30">
        <w:trPr>
          <w:cantSplit/>
          <w:trHeight w:hRule="exact" w:val="993"/>
        </w:trPr>
        <w:tc>
          <w:tcPr>
            <w:tcW w:w="10313" w:type="dxa"/>
            <w:gridSpan w:val="2"/>
            <w:noWrap/>
            <w:tcMar>
              <w:left w:w="0" w:type="dxa"/>
              <w:right w:w="0" w:type="dxa"/>
            </w:tcMar>
          </w:tcPr>
          <w:p w:rsidR="00B06C36" w:rsidRDefault="00A0415B" w:rsidP="005750BF">
            <w:pPr>
              <w:pStyle w:val="14"/>
            </w:pPr>
            <w:r>
              <w:t>Материалы по обоснованию проекта планировки</w:t>
            </w:r>
          </w:p>
        </w:tc>
      </w:tr>
      <w:tr w:rsidR="00A50BD4" w:rsidTr="00AC2F30">
        <w:trPr>
          <w:cantSplit/>
          <w:trHeight w:val="1263"/>
        </w:trPr>
        <w:sdt>
          <w:sdtPr>
            <w:alias w:val="Наименование документации"/>
            <w:tag w:val="Наименование документации"/>
            <w:id w:val="-353876550"/>
            <w:lock w:val="sdtLocked"/>
            <w:placeholder>
              <w:docPart w:val="12E7266348DF4A0284126B173BB6551B"/>
            </w:placeholder>
            <w:dataBinding w:prefixMappings="xmlns:ns0='http://purl.org/dc/elements/1.1/' xmlns:ns1='http://schemas.openxmlformats.org/package/2006/metadata/core-properties' " w:xpath="/ns1:coreProperties[1]/ns0:subject[1]" w:storeItemID="{6C3C8BC8-F283-45AE-878A-BAB7291924A1}"/>
            <w:text w:multiLine="1"/>
          </w:sdtPr>
          <w:sdtEndPr/>
          <w:sdtContent>
            <w:tc>
              <w:tcPr>
                <w:tcW w:w="10313" w:type="dxa"/>
                <w:gridSpan w:val="2"/>
                <w:noWrap/>
                <w:tcMar>
                  <w:left w:w="0" w:type="dxa"/>
                  <w:right w:w="0" w:type="dxa"/>
                </w:tcMar>
              </w:tcPr>
              <w:p w:rsidR="00B06C36" w:rsidRDefault="00AC2F30" w:rsidP="005750BF">
                <w:pPr>
                  <w:pStyle w:val="14"/>
                </w:pPr>
                <w:r>
                  <w:t>Часть 1</w:t>
                </w:r>
                <w:r>
                  <w:br/>
                  <w:t>Пояснительная записка</w:t>
                </w:r>
              </w:p>
            </w:tc>
          </w:sdtContent>
        </w:sdt>
      </w:tr>
      <w:tr w:rsidR="00A50BD4" w:rsidTr="00A0415B">
        <w:trPr>
          <w:cantSplit/>
          <w:trHeight w:hRule="exact" w:val="1408"/>
        </w:trPr>
        <w:sdt>
          <w:sdtPr>
            <w:alias w:val="Обозначение документа"/>
            <w:tag w:val="Обозначение документа"/>
            <w:id w:val="889451886"/>
            <w:lock w:val="sdtLocked"/>
            <w:placeholder>
              <w:docPart w:val="A6B46CDF266F416F94571875F5DB3FE3"/>
            </w:placeholder>
            <w:dataBinding w:prefixMappings="xmlns:ns0='http://purl.org/dc/elements/1.1/' xmlns:ns1='http://schemas.openxmlformats.org/package/2006/metadata/core-properties' " w:xpath="/ns1:coreProperties[1]/ns1:keywords[1]" w:storeItemID="{6C3C8BC8-F283-45AE-878A-BAB7291924A1}"/>
            <w:text/>
          </w:sdtPr>
          <w:sdtEndPr/>
          <w:sdtContent>
            <w:tc>
              <w:tcPr>
                <w:tcW w:w="10313" w:type="dxa"/>
                <w:gridSpan w:val="2"/>
                <w:noWrap/>
                <w:tcMar>
                  <w:left w:w="0" w:type="dxa"/>
                  <w:right w:w="0" w:type="dxa"/>
                </w:tcMar>
              </w:tcPr>
              <w:p w:rsidR="00B06C36" w:rsidRDefault="005674B2" w:rsidP="00B06C36">
                <w:pPr>
                  <w:pStyle w:val="14"/>
                </w:pPr>
                <w:proofErr w:type="spellStart"/>
                <w:r>
                  <w:t>Кп</w:t>
                </w:r>
                <w:proofErr w:type="spellEnd"/>
                <w:r>
                  <w:t xml:space="preserve"> 63-1/15-ППТ</w:t>
                </w:r>
              </w:p>
            </w:tc>
          </w:sdtContent>
        </w:sdt>
      </w:tr>
      <w:tr w:rsidR="00864711" w:rsidTr="00A535E2">
        <w:trPr>
          <w:cantSplit/>
          <w:trHeight w:hRule="exact" w:val="425"/>
        </w:trPr>
        <w:tc>
          <w:tcPr>
            <w:tcW w:w="7088" w:type="dxa"/>
            <w:noWrap/>
            <w:tcMar>
              <w:left w:w="0" w:type="dxa"/>
              <w:right w:w="0" w:type="dxa"/>
            </w:tcMar>
            <w:vAlign w:val="center"/>
          </w:tcPr>
          <w:p w:rsidR="00A535E2" w:rsidRDefault="00A535E2" w:rsidP="00A535E2">
            <w:pPr>
              <w:pStyle w:val="14"/>
              <w:ind w:left="1134"/>
              <w:jc w:val="left"/>
            </w:pPr>
            <w:r w:rsidRPr="0007490C">
              <w:t xml:space="preserve">Генеральный директор </w:t>
            </w:r>
          </w:p>
        </w:tc>
        <w:tc>
          <w:tcPr>
            <w:tcW w:w="3225" w:type="dxa"/>
            <w:vAlign w:val="center"/>
          </w:tcPr>
          <w:p w:rsidR="00A535E2" w:rsidRDefault="00A535E2" w:rsidP="00A535E2">
            <w:pPr>
              <w:pStyle w:val="14"/>
              <w:jc w:val="left"/>
            </w:pPr>
            <w:r w:rsidRPr="0007490C">
              <w:t>Ю.Ф. Казаков</w:t>
            </w:r>
          </w:p>
        </w:tc>
      </w:tr>
      <w:tr w:rsidR="00A50BD4" w:rsidTr="00A535E2">
        <w:trPr>
          <w:cantSplit/>
          <w:trHeight w:val="428"/>
        </w:trPr>
        <w:tc>
          <w:tcPr>
            <w:tcW w:w="10313" w:type="dxa"/>
            <w:gridSpan w:val="2"/>
            <w:noWrap/>
            <w:tcMar>
              <w:left w:w="0" w:type="dxa"/>
              <w:right w:w="0" w:type="dxa"/>
            </w:tcMar>
            <w:vAlign w:val="center"/>
          </w:tcPr>
          <w:p w:rsidR="00DC6E1D" w:rsidRDefault="00DC6E1D" w:rsidP="005750BF">
            <w:pPr>
              <w:pStyle w:val="14"/>
            </w:pPr>
          </w:p>
        </w:tc>
      </w:tr>
      <w:tr w:rsidR="00A50BD4" w:rsidTr="00A535E2">
        <w:trPr>
          <w:cantSplit/>
          <w:trHeight w:val="428"/>
        </w:trPr>
        <w:tc>
          <w:tcPr>
            <w:tcW w:w="10313" w:type="dxa"/>
            <w:gridSpan w:val="2"/>
            <w:noWrap/>
            <w:tcMar>
              <w:left w:w="0" w:type="dxa"/>
              <w:right w:w="0" w:type="dxa"/>
            </w:tcMar>
            <w:vAlign w:val="center"/>
          </w:tcPr>
          <w:p w:rsidR="00DC6E1D" w:rsidRDefault="00DC6E1D" w:rsidP="005750BF">
            <w:pPr>
              <w:pStyle w:val="14"/>
            </w:pPr>
          </w:p>
        </w:tc>
      </w:tr>
      <w:tr w:rsidR="00864711" w:rsidTr="00A535E2">
        <w:trPr>
          <w:cantSplit/>
          <w:trHeight w:hRule="exact" w:val="425"/>
        </w:trPr>
        <w:tc>
          <w:tcPr>
            <w:tcW w:w="7088" w:type="dxa"/>
            <w:noWrap/>
            <w:tcMar>
              <w:left w:w="0" w:type="dxa"/>
              <w:right w:w="0" w:type="dxa"/>
            </w:tcMar>
            <w:vAlign w:val="center"/>
          </w:tcPr>
          <w:p w:rsidR="00A535E2" w:rsidRDefault="00A535E2" w:rsidP="00A535E2">
            <w:pPr>
              <w:pStyle w:val="14"/>
              <w:ind w:left="1134"/>
              <w:jc w:val="left"/>
            </w:pPr>
            <w:r w:rsidRPr="0007490C">
              <w:t xml:space="preserve">Главный инженер проекта </w:t>
            </w:r>
          </w:p>
        </w:tc>
        <w:tc>
          <w:tcPr>
            <w:tcW w:w="3225" w:type="dxa"/>
            <w:vAlign w:val="center"/>
          </w:tcPr>
          <w:p w:rsidR="00A535E2" w:rsidRDefault="00A535E2" w:rsidP="00A535E2">
            <w:pPr>
              <w:pStyle w:val="14"/>
              <w:jc w:val="left"/>
            </w:pPr>
            <w:r w:rsidRPr="0007490C">
              <w:t xml:space="preserve">А.А. </w:t>
            </w:r>
            <w:proofErr w:type="spellStart"/>
            <w:r w:rsidRPr="0007490C">
              <w:t>Соломатников</w:t>
            </w:r>
            <w:proofErr w:type="spellEnd"/>
          </w:p>
        </w:tc>
      </w:tr>
    </w:tbl>
    <w:p w:rsidR="00510B19" w:rsidRPr="00F848EC" w:rsidRDefault="00510B19" w:rsidP="00510B19">
      <w:pPr>
        <w:pStyle w:val="14"/>
      </w:pPr>
    </w:p>
    <w:tbl>
      <w:tblPr>
        <w:tblpPr w:leftFromText="181" w:rightFromText="181" w:vertAnchor="page" w:horzAnchor="page" w:tblpX="1883" w:tblpY="14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897"/>
        <w:gridCol w:w="1134"/>
        <w:gridCol w:w="850"/>
      </w:tblGrid>
      <w:tr w:rsidR="00DC6E1D" w:rsidRPr="00497254" w:rsidTr="005750BF">
        <w:tc>
          <w:tcPr>
            <w:tcW w:w="534" w:type="dxa"/>
          </w:tcPr>
          <w:p w:rsidR="00DC6E1D" w:rsidRPr="003D1234" w:rsidRDefault="00DC6E1D" w:rsidP="005750BF">
            <w:pPr>
              <w:pStyle w:val="ac"/>
              <w:ind w:left="-142" w:right="-108"/>
              <w:rPr>
                <w:w w:val="90"/>
              </w:rPr>
            </w:pPr>
            <w:proofErr w:type="spellStart"/>
            <w:r w:rsidRPr="003D1234">
              <w:rPr>
                <w:w w:val="90"/>
              </w:rPr>
              <w:t>Изм</w:t>
            </w:r>
            <w:proofErr w:type="spellEnd"/>
          </w:p>
        </w:tc>
        <w:tc>
          <w:tcPr>
            <w:tcW w:w="897" w:type="dxa"/>
          </w:tcPr>
          <w:p w:rsidR="00DC6E1D" w:rsidRPr="003D1234" w:rsidRDefault="00DC6E1D" w:rsidP="00040D9F">
            <w:pPr>
              <w:pStyle w:val="ac"/>
              <w:ind w:left="-108" w:right="-61"/>
              <w:rPr>
                <w:w w:val="90"/>
              </w:rPr>
            </w:pPr>
            <w:r w:rsidRPr="003D1234">
              <w:rPr>
                <w:w w:val="90"/>
              </w:rPr>
              <w:t>№</w:t>
            </w:r>
            <w:r w:rsidR="00040D9F">
              <w:rPr>
                <w:w w:val="90"/>
              </w:rPr>
              <w:t xml:space="preserve"> </w:t>
            </w:r>
            <w:r w:rsidRPr="003D1234">
              <w:rPr>
                <w:w w:val="90"/>
              </w:rPr>
              <w:t>док.</w:t>
            </w:r>
          </w:p>
        </w:tc>
        <w:tc>
          <w:tcPr>
            <w:tcW w:w="1134" w:type="dxa"/>
          </w:tcPr>
          <w:p w:rsidR="00DC6E1D" w:rsidRPr="003D1234" w:rsidRDefault="00DC6E1D" w:rsidP="005750BF">
            <w:pPr>
              <w:pStyle w:val="ac"/>
              <w:rPr>
                <w:w w:val="90"/>
              </w:rPr>
            </w:pPr>
            <w:r w:rsidRPr="003D1234">
              <w:rPr>
                <w:w w:val="90"/>
              </w:rPr>
              <w:t>Подпись</w:t>
            </w:r>
          </w:p>
        </w:tc>
        <w:tc>
          <w:tcPr>
            <w:tcW w:w="850" w:type="dxa"/>
          </w:tcPr>
          <w:p w:rsidR="00DC6E1D" w:rsidRPr="003D1234" w:rsidRDefault="00DC6E1D" w:rsidP="005750BF">
            <w:pPr>
              <w:pStyle w:val="ac"/>
              <w:rPr>
                <w:w w:val="90"/>
              </w:rPr>
            </w:pPr>
            <w:r w:rsidRPr="003D1234">
              <w:rPr>
                <w:w w:val="90"/>
              </w:rPr>
              <w:t>Дата</w:t>
            </w:r>
          </w:p>
        </w:tc>
      </w:tr>
      <w:tr w:rsidR="00DC6E1D" w:rsidRPr="00497254" w:rsidTr="005750BF">
        <w:tc>
          <w:tcPr>
            <w:tcW w:w="534" w:type="dxa"/>
          </w:tcPr>
          <w:p w:rsidR="00DC6E1D" w:rsidRPr="00626A7C" w:rsidRDefault="00DC6E1D" w:rsidP="00BE4C15">
            <w:pPr>
              <w:pStyle w:val="ae"/>
            </w:pPr>
          </w:p>
        </w:tc>
        <w:tc>
          <w:tcPr>
            <w:tcW w:w="897" w:type="dxa"/>
          </w:tcPr>
          <w:p w:rsidR="00DC6E1D" w:rsidRPr="00626A7C" w:rsidRDefault="00DC6E1D" w:rsidP="00BE4C15">
            <w:pPr>
              <w:pStyle w:val="ae"/>
            </w:pPr>
          </w:p>
        </w:tc>
        <w:tc>
          <w:tcPr>
            <w:tcW w:w="1134" w:type="dxa"/>
          </w:tcPr>
          <w:p w:rsidR="00DC6E1D" w:rsidRPr="00497254" w:rsidRDefault="00DC6E1D" w:rsidP="00BE4C15">
            <w:pPr>
              <w:pStyle w:val="ae"/>
            </w:pPr>
          </w:p>
        </w:tc>
        <w:tc>
          <w:tcPr>
            <w:tcW w:w="850" w:type="dxa"/>
          </w:tcPr>
          <w:p w:rsidR="00DC6E1D" w:rsidRPr="00626A7C" w:rsidRDefault="00DC6E1D" w:rsidP="00BE4C15">
            <w:pPr>
              <w:pStyle w:val="ae"/>
            </w:pPr>
          </w:p>
        </w:tc>
      </w:tr>
      <w:tr w:rsidR="00DC6E1D" w:rsidRPr="00497254" w:rsidTr="005750BF">
        <w:tc>
          <w:tcPr>
            <w:tcW w:w="534" w:type="dxa"/>
          </w:tcPr>
          <w:p w:rsidR="00DC6E1D" w:rsidRPr="00497254" w:rsidRDefault="00DC6E1D" w:rsidP="00BE4C15">
            <w:pPr>
              <w:pStyle w:val="ae"/>
            </w:pPr>
          </w:p>
        </w:tc>
        <w:tc>
          <w:tcPr>
            <w:tcW w:w="897" w:type="dxa"/>
          </w:tcPr>
          <w:p w:rsidR="00DC6E1D" w:rsidRPr="00497254" w:rsidRDefault="00DC6E1D" w:rsidP="00BE4C15">
            <w:pPr>
              <w:pStyle w:val="ae"/>
            </w:pPr>
          </w:p>
        </w:tc>
        <w:tc>
          <w:tcPr>
            <w:tcW w:w="1134" w:type="dxa"/>
          </w:tcPr>
          <w:p w:rsidR="00DC6E1D" w:rsidRPr="00497254" w:rsidRDefault="00DC6E1D" w:rsidP="00BE4C15">
            <w:pPr>
              <w:pStyle w:val="ae"/>
            </w:pPr>
          </w:p>
        </w:tc>
        <w:tc>
          <w:tcPr>
            <w:tcW w:w="850" w:type="dxa"/>
          </w:tcPr>
          <w:p w:rsidR="00DC6E1D" w:rsidRPr="00497254" w:rsidRDefault="00DC6E1D" w:rsidP="00BE4C15">
            <w:pPr>
              <w:pStyle w:val="ae"/>
            </w:pPr>
          </w:p>
        </w:tc>
      </w:tr>
      <w:tr w:rsidR="00DC6E1D" w:rsidRPr="00497254" w:rsidTr="005750BF">
        <w:tc>
          <w:tcPr>
            <w:tcW w:w="534" w:type="dxa"/>
          </w:tcPr>
          <w:p w:rsidR="00DC6E1D" w:rsidRPr="00497254" w:rsidRDefault="00DC6E1D" w:rsidP="00BE4C15">
            <w:pPr>
              <w:pStyle w:val="ae"/>
            </w:pPr>
          </w:p>
        </w:tc>
        <w:tc>
          <w:tcPr>
            <w:tcW w:w="897" w:type="dxa"/>
          </w:tcPr>
          <w:p w:rsidR="00DC6E1D" w:rsidRPr="00497254" w:rsidRDefault="00DC6E1D" w:rsidP="00BE4C15">
            <w:pPr>
              <w:pStyle w:val="ae"/>
            </w:pPr>
          </w:p>
        </w:tc>
        <w:tc>
          <w:tcPr>
            <w:tcW w:w="1134" w:type="dxa"/>
          </w:tcPr>
          <w:p w:rsidR="00DC6E1D" w:rsidRPr="00497254" w:rsidRDefault="00DC6E1D" w:rsidP="00BE4C15">
            <w:pPr>
              <w:pStyle w:val="ae"/>
            </w:pPr>
          </w:p>
        </w:tc>
        <w:tc>
          <w:tcPr>
            <w:tcW w:w="850" w:type="dxa"/>
          </w:tcPr>
          <w:p w:rsidR="00DC6E1D" w:rsidRPr="00497254" w:rsidRDefault="00DC6E1D" w:rsidP="00BE4C15">
            <w:pPr>
              <w:pStyle w:val="ae"/>
            </w:pPr>
          </w:p>
        </w:tc>
      </w:tr>
    </w:tbl>
    <w:p w:rsidR="00510B19" w:rsidRPr="00F848EC" w:rsidRDefault="00510B19" w:rsidP="00510B19">
      <w:pPr>
        <w:pStyle w:val="14"/>
      </w:pPr>
    </w:p>
    <w:p w:rsidR="00510B19" w:rsidRPr="00F848EC" w:rsidRDefault="00510B19" w:rsidP="00510B19">
      <w:pPr>
        <w:pStyle w:val="14"/>
      </w:pPr>
    </w:p>
    <w:p w:rsidR="00943609" w:rsidRDefault="00943609" w:rsidP="00BE4416">
      <w:pPr>
        <w:pStyle w:val="14"/>
      </w:pPr>
    </w:p>
    <w:p w:rsidR="00943609" w:rsidRDefault="00943609"/>
    <w:p w:rsidR="00A56E42" w:rsidRDefault="00D3379C" w:rsidP="00D5779D">
      <w:pPr>
        <w:pStyle w:val="af2"/>
        <w:jc w:val="left"/>
        <w:sectPr w:rsidR="00A56E42" w:rsidSect="00BE4416">
          <w:headerReference w:type="default" r:id="rId9"/>
          <w:footerReference w:type="default" r:id="rId10"/>
          <w:headerReference w:type="first" r:id="rId11"/>
          <w:footerReference w:type="first" r:id="rId12"/>
          <w:type w:val="continuous"/>
          <w:pgSz w:w="11906" w:h="16838" w:code="9"/>
          <w:pgMar w:top="680" w:right="454" w:bottom="454" w:left="1134" w:header="454" w:footer="454" w:gutter="0"/>
          <w:pgBorders>
            <w:top w:val="single" w:sz="12" w:space="0" w:color="auto"/>
            <w:left w:val="single" w:sz="12" w:space="0" w:color="auto"/>
            <w:bottom w:val="single" w:sz="12" w:space="0" w:color="auto"/>
            <w:right w:val="single" w:sz="12" w:space="0" w:color="auto"/>
          </w:pgBorders>
          <w:pgNumType w:start="1"/>
          <w:cols w:space="708"/>
          <w:docGrid w:linePitch="360"/>
        </w:sectPr>
      </w:pPr>
      <w:r>
        <w:t xml:space="preserve"> </w:t>
      </w:r>
    </w:p>
    <w:p w:rsidR="009F6C04" w:rsidRDefault="009F6C04" w:rsidP="00C52291">
      <w:pPr>
        <w:pStyle w:val="af2"/>
        <w:rPr>
          <w:bCs/>
          <w:iCs/>
        </w:rPr>
      </w:pPr>
    </w:p>
    <w:p w:rsidR="00C52291" w:rsidRDefault="00C52291" w:rsidP="00C52291">
      <w:pPr>
        <w:pStyle w:val="af2"/>
        <w:rPr>
          <w:bCs/>
          <w:iCs/>
        </w:rPr>
      </w:pPr>
      <w:r w:rsidRPr="00C52291">
        <w:rPr>
          <w:bCs/>
          <w:iCs/>
        </w:rPr>
        <w:t>Запись о соответствии нормам и правилам</w:t>
      </w:r>
    </w:p>
    <w:p w:rsidR="00C52291" w:rsidRDefault="00C52291" w:rsidP="00C52291">
      <w:pPr>
        <w:pStyle w:val="12"/>
      </w:pPr>
    </w:p>
    <w:p w:rsidR="00C52291" w:rsidRDefault="00C52291" w:rsidP="001145B8">
      <w:pPr>
        <w:pStyle w:val="12"/>
        <w:jc w:val="both"/>
      </w:pPr>
      <w:r w:rsidRPr="00C52291">
        <w:rPr>
          <w:bCs/>
        </w:rPr>
        <w:t>П</w:t>
      </w:r>
      <w:r w:rsidRPr="00C52291">
        <w:t>роектная документация разработана в соответствии с градостроительным планом земельного участка, заданием на проектирование, градостроительным регламентом, документами об использовании земельного участка для строительства, техническими регламентами, в том числе устанавливающими требования по обеспечению безопасной эксплуатации зданий, строений, сооружений и безопасность использования прилегающих к ним территорий с соблюдением технических условий.</w:t>
      </w:r>
    </w:p>
    <w:p w:rsidR="00C52291" w:rsidRPr="00C52291" w:rsidRDefault="00C52291" w:rsidP="001145B8">
      <w:pPr>
        <w:pStyle w:val="12"/>
        <w:jc w:val="both"/>
      </w:pPr>
    </w:p>
    <w:p w:rsidR="00C52291" w:rsidRPr="00C52291" w:rsidRDefault="00C52291" w:rsidP="001145B8">
      <w:pPr>
        <w:pStyle w:val="12"/>
        <w:jc w:val="both"/>
      </w:pPr>
      <w:r w:rsidRPr="00C52291">
        <w:rPr>
          <w:iCs/>
        </w:rPr>
        <w:t>На основании Свидетельства о допуске на выполнение проектных работ, которые оказывают влияние на безопасность объектов капитального строительства</w:t>
      </w:r>
    </w:p>
    <w:p w:rsidR="00C52291" w:rsidRPr="00C52291" w:rsidRDefault="00C52291" w:rsidP="001145B8">
      <w:pPr>
        <w:pStyle w:val="12"/>
        <w:jc w:val="both"/>
      </w:pPr>
    </w:p>
    <w:p w:rsidR="00C52291" w:rsidRPr="00C52291" w:rsidRDefault="00E95A9D" w:rsidP="00C52291">
      <w:pPr>
        <w:pStyle w:val="12"/>
        <w:sectPr w:rsidR="00C52291" w:rsidRPr="00C52291" w:rsidSect="00672FA7">
          <w:headerReference w:type="default" r:id="rId13"/>
          <w:footerReference w:type="default" r:id="rId14"/>
          <w:headerReference w:type="first" r:id="rId15"/>
          <w:footerReference w:type="first" r:id="rId16"/>
          <w:pgSz w:w="11906" w:h="16838" w:code="9"/>
          <w:pgMar w:top="680" w:right="454" w:bottom="454" w:left="1134" w:header="454" w:footer="454" w:gutter="0"/>
          <w:pgBorders>
            <w:top w:val="single" w:sz="12" w:space="0" w:color="auto"/>
            <w:left w:val="single" w:sz="12" w:space="0" w:color="auto"/>
            <w:bottom w:val="single" w:sz="12" w:space="0" w:color="auto"/>
            <w:right w:val="single" w:sz="12" w:space="0" w:color="auto"/>
          </w:pgBorders>
          <w:cols w:space="708"/>
          <w:titlePg/>
          <w:docGrid w:linePitch="360"/>
        </w:sectPr>
      </w:pPr>
      <w:r w:rsidRPr="00E95A9D">
        <w:t xml:space="preserve">№ СРО – </w:t>
      </w:r>
      <w:proofErr w:type="gramStart"/>
      <w:r w:rsidRPr="00E95A9D">
        <w:t>П</w:t>
      </w:r>
      <w:proofErr w:type="gramEnd"/>
      <w:r w:rsidRPr="00E95A9D">
        <w:t xml:space="preserve"> – 049 – 4027090104 – 07082013 – 0099 – 4 от 07.08.2013г.  </w:t>
      </w:r>
      <w:r w:rsidR="003525DE" w:rsidRPr="003525DE">
        <w:t xml:space="preserve"> </w:t>
      </w:r>
    </w:p>
    <w:p w:rsidR="00A56E42" w:rsidRPr="008E2BAF" w:rsidRDefault="005674B2" w:rsidP="00A56E42">
      <w:pPr>
        <w:pStyle w:val="af2"/>
      </w:pPr>
      <w:r>
        <w:t>СОДЕРЖАНИЕ</w:t>
      </w:r>
      <w:r w:rsidR="00AC2F30">
        <w:t xml:space="preserve"> ЧАСТИ 1</w:t>
      </w:r>
    </w:p>
    <w:tbl>
      <w:tblPr>
        <w:tblW w:w="10343" w:type="dxa"/>
        <w:jc w:val="center"/>
        <w:tblBorders>
          <w:top w:val="single" w:sz="12" w:space="0" w:color="auto"/>
          <w:bottom w:val="single" w:sz="12" w:space="0" w:color="auto"/>
          <w:insideH w:val="single" w:sz="4" w:space="0" w:color="auto"/>
          <w:insideV w:val="single" w:sz="12" w:space="0" w:color="auto"/>
        </w:tblBorders>
        <w:tblLayout w:type="fixed"/>
        <w:tblCellMar>
          <w:left w:w="0" w:type="dxa"/>
          <w:right w:w="0" w:type="dxa"/>
        </w:tblCellMar>
        <w:tblLook w:val="04A0" w:firstRow="1" w:lastRow="0" w:firstColumn="1" w:lastColumn="0" w:noHBand="0" w:noVBand="1"/>
      </w:tblPr>
      <w:tblGrid>
        <w:gridCol w:w="3119"/>
        <w:gridCol w:w="5523"/>
        <w:gridCol w:w="1701"/>
      </w:tblGrid>
      <w:tr w:rsidR="00A56E42" w:rsidRPr="008E2BAF" w:rsidTr="00761864">
        <w:trPr>
          <w:cantSplit/>
          <w:trHeight w:hRule="exact" w:val="851"/>
          <w:jc w:val="center"/>
        </w:trPr>
        <w:tc>
          <w:tcPr>
            <w:tcW w:w="3119" w:type="dxa"/>
            <w:tcBorders>
              <w:bottom w:val="single" w:sz="12" w:space="0" w:color="auto"/>
            </w:tcBorders>
            <w:shd w:val="clear" w:color="auto" w:fill="auto"/>
            <w:noWrap/>
            <w:tcMar>
              <w:left w:w="57" w:type="dxa"/>
              <w:right w:w="57" w:type="dxa"/>
            </w:tcMar>
            <w:vAlign w:val="center"/>
          </w:tcPr>
          <w:p w:rsidR="00A56E42" w:rsidRPr="00C46D74" w:rsidRDefault="00A56E42" w:rsidP="00761864">
            <w:pPr>
              <w:pStyle w:val="af0"/>
            </w:pPr>
            <w:r w:rsidRPr="006B6439">
              <w:t>Обозначение</w:t>
            </w:r>
          </w:p>
        </w:tc>
        <w:tc>
          <w:tcPr>
            <w:tcW w:w="5523" w:type="dxa"/>
            <w:tcBorders>
              <w:bottom w:val="single" w:sz="12" w:space="0" w:color="auto"/>
            </w:tcBorders>
            <w:shd w:val="clear" w:color="auto" w:fill="auto"/>
            <w:noWrap/>
            <w:tcMar>
              <w:left w:w="57" w:type="dxa"/>
              <w:right w:w="57" w:type="dxa"/>
            </w:tcMar>
            <w:vAlign w:val="center"/>
          </w:tcPr>
          <w:p w:rsidR="00A56E42" w:rsidRPr="006B6439" w:rsidRDefault="00A56E42" w:rsidP="00761864">
            <w:pPr>
              <w:pStyle w:val="af0"/>
            </w:pPr>
            <w:r w:rsidRPr="006B6439">
              <w:t>Наименование</w:t>
            </w:r>
          </w:p>
        </w:tc>
        <w:tc>
          <w:tcPr>
            <w:tcW w:w="1701" w:type="dxa"/>
            <w:tcBorders>
              <w:bottom w:val="single" w:sz="12" w:space="0" w:color="auto"/>
            </w:tcBorders>
            <w:shd w:val="clear" w:color="auto" w:fill="auto"/>
            <w:noWrap/>
            <w:tcMar>
              <w:left w:w="57" w:type="dxa"/>
              <w:right w:w="57" w:type="dxa"/>
            </w:tcMar>
            <w:vAlign w:val="center"/>
          </w:tcPr>
          <w:p w:rsidR="00A56E42" w:rsidRPr="006B6439" w:rsidRDefault="00A56E42" w:rsidP="00761864">
            <w:pPr>
              <w:pStyle w:val="af0"/>
            </w:pPr>
            <w:r w:rsidRPr="006B6439">
              <w:t>Страница</w:t>
            </w:r>
          </w:p>
        </w:tc>
      </w:tr>
      <w:tr w:rsidR="00B260D2" w:rsidRPr="008E2BAF" w:rsidTr="00B260D2">
        <w:trPr>
          <w:cantSplit/>
          <w:trHeight w:hRule="exact" w:val="454"/>
          <w:jc w:val="center"/>
        </w:trPr>
        <w:tc>
          <w:tcPr>
            <w:tcW w:w="3119" w:type="dxa"/>
            <w:tcBorders>
              <w:top w:val="single" w:sz="12" w:space="0" w:color="auto"/>
            </w:tcBorders>
            <w:shd w:val="clear" w:color="auto" w:fill="auto"/>
            <w:noWrap/>
            <w:tcMar>
              <w:left w:w="57" w:type="dxa"/>
              <w:right w:w="57" w:type="dxa"/>
            </w:tcMar>
            <w:vAlign w:val="center"/>
          </w:tcPr>
          <w:p w:rsidR="00B260D2" w:rsidRDefault="00B638E1" w:rsidP="00B260D2">
            <w:pPr>
              <w:pStyle w:val="ae"/>
            </w:pPr>
            <w:proofErr w:type="spellStart"/>
            <w:r>
              <w:t>Кп</w:t>
            </w:r>
            <w:proofErr w:type="spellEnd"/>
            <w:r>
              <w:t xml:space="preserve"> 63-1/15-ППТ</w:t>
            </w:r>
          </w:p>
        </w:tc>
        <w:tc>
          <w:tcPr>
            <w:tcW w:w="5523" w:type="dxa"/>
            <w:tcBorders>
              <w:top w:val="single" w:sz="12" w:space="0" w:color="auto"/>
            </w:tcBorders>
            <w:shd w:val="clear" w:color="auto" w:fill="auto"/>
            <w:noWrap/>
            <w:tcMar>
              <w:left w:w="57" w:type="dxa"/>
              <w:right w:w="57" w:type="dxa"/>
            </w:tcMar>
            <w:vAlign w:val="center"/>
          </w:tcPr>
          <w:p w:rsidR="00B260D2" w:rsidRDefault="00B638E1" w:rsidP="00B260D2">
            <w:pPr>
              <w:pStyle w:val="ae"/>
              <w:rPr>
                <w:lang w:eastAsia="ar-SA"/>
              </w:rPr>
            </w:pPr>
            <w:r>
              <w:rPr>
                <w:lang w:eastAsia="ar-SA"/>
              </w:rPr>
              <w:t xml:space="preserve">1 </w:t>
            </w:r>
            <w:r w:rsidRPr="00B638E1">
              <w:rPr>
                <w:lang w:eastAsia="ar-SA"/>
              </w:rPr>
              <w:t>Исходные данные для проектирования</w:t>
            </w:r>
          </w:p>
        </w:tc>
        <w:tc>
          <w:tcPr>
            <w:tcW w:w="1701" w:type="dxa"/>
            <w:tcBorders>
              <w:top w:val="single" w:sz="12" w:space="0" w:color="auto"/>
            </w:tcBorders>
            <w:shd w:val="clear" w:color="auto" w:fill="auto"/>
            <w:noWrap/>
            <w:tcMar>
              <w:left w:w="57" w:type="dxa"/>
              <w:right w:w="57" w:type="dxa"/>
            </w:tcMar>
            <w:vAlign w:val="center"/>
          </w:tcPr>
          <w:p w:rsidR="00B260D2" w:rsidRDefault="006D1FF0" w:rsidP="00B260D2">
            <w:pPr>
              <w:pStyle w:val="ac"/>
            </w:pPr>
            <w:r>
              <w:t>6</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Default="00B260D2" w:rsidP="00B260D2">
            <w:pPr>
              <w:pStyle w:val="ae"/>
            </w:pPr>
          </w:p>
        </w:tc>
        <w:tc>
          <w:tcPr>
            <w:tcW w:w="5523" w:type="dxa"/>
            <w:shd w:val="clear" w:color="auto" w:fill="auto"/>
            <w:noWrap/>
            <w:tcMar>
              <w:left w:w="57" w:type="dxa"/>
              <w:right w:w="57" w:type="dxa"/>
            </w:tcMar>
            <w:vAlign w:val="center"/>
          </w:tcPr>
          <w:p w:rsidR="00B260D2" w:rsidRDefault="00B638E1" w:rsidP="00B260D2">
            <w:pPr>
              <w:pStyle w:val="ae"/>
              <w:rPr>
                <w:lang w:eastAsia="ar-SA"/>
              </w:rPr>
            </w:pPr>
            <w:r>
              <w:rPr>
                <w:lang w:eastAsia="ar-SA"/>
              </w:rPr>
              <w:t xml:space="preserve">2 </w:t>
            </w:r>
            <w:r w:rsidRPr="00B638E1">
              <w:rPr>
                <w:lang w:eastAsia="ar-SA"/>
              </w:rPr>
              <w:t>Общие сведения</w:t>
            </w:r>
          </w:p>
        </w:tc>
        <w:tc>
          <w:tcPr>
            <w:tcW w:w="1701" w:type="dxa"/>
            <w:shd w:val="clear" w:color="auto" w:fill="auto"/>
            <w:noWrap/>
            <w:tcMar>
              <w:left w:w="57" w:type="dxa"/>
              <w:right w:w="57" w:type="dxa"/>
            </w:tcMar>
            <w:vAlign w:val="center"/>
          </w:tcPr>
          <w:p w:rsidR="00B260D2" w:rsidRDefault="006D1FF0" w:rsidP="00B260D2">
            <w:pPr>
              <w:pStyle w:val="ac"/>
            </w:pPr>
            <w:r>
              <w:t>6</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Default="00B260D2" w:rsidP="00B260D2">
            <w:pPr>
              <w:pStyle w:val="ae"/>
            </w:pPr>
          </w:p>
        </w:tc>
        <w:tc>
          <w:tcPr>
            <w:tcW w:w="5523" w:type="dxa"/>
            <w:shd w:val="clear" w:color="auto" w:fill="auto"/>
            <w:noWrap/>
            <w:tcMar>
              <w:left w:w="57" w:type="dxa"/>
              <w:right w:w="57" w:type="dxa"/>
            </w:tcMar>
            <w:vAlign w:val="center"/>
          </w:tcPr>
          <w:p w:rsidR="00B260D2" w:rsidRDefault="00B638E1" w:rsidP="00B260D2">
            <w:pPr>
              <w:pStyle w:val="ae"/>
              <w:rPr>
                <w:lang w:eastAsia="ar-SA"/>
              </w:rPr>
            </w:pPr>
            <w:r>
              <w:rPr>
                <w:lang w:eastAsia="ar-SA"/>
              </w:rPr>
              <w:t xml:space="preserve">3 </w:t>
            </w:r>
            <w:r w:rsidRPr="00B638E1">
              <w:rPr>
                <w:lang w:eastAsia="ar-SA"/>
              </w:rPr>
              <w:t>Природно-экологические условия</w:t>
            </w:r>
          </w:p>
        </w:tc>
        <w:tc>
          <w:tcPr>
            <w:tcW w:w="1701" w:type="dxa"/>
            <w:shd w:val="clear" w:color="auto" w:fill="auto"/>
            <w:noWrap/>
            <w:tcMar>
              <w:left w:w="57" w:type="dxa"/>
              <w:right w:w="57" w:type="dxa"/>
            </w:tcMar>
            <w:vAlign w:val="center"/>
          </w:tcPr>
          <w:p w:rsidR="00B260D2" w:rsidRDefault="006D1FF0" w:rsidP="00B260D2">
            <w:pPr>
              <w:pStyle w:val="ac"/>
            </w:pPr>
            <w:r>
              <w:t>8</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B638E1" w:rsidRDefault="00B260D2" w:rsidP="00B260D2">
            <w:pPr>
              <w:pStyle w:val="ae"/>
              <w:rPr>
                <w:highlight w:val="yellow"/>
              </w:rPr>
            </w:pPr>
          </w:p>
        </w:tc>
        <w:tc>
          <w:tcPr>
            <w:tcW w:w="5523" w:type="dxa"/>
            <w:shd w:val="clear" w:color="auto" w:fill="auto"/>
            <w:noWrap/>
            <w:tcMar>
              <w:left w:w="57" w:type="dxa"/>
              <w:right w:w="57" w:type="dxa"/>
            </w:tcMar>
            <w:vAlign w:val="center"/>
          </w:tcPr>
          <w:p w:rsidR="00B260D2" w:rsidRPr="00B638E1" w:rsidRDefault="00B638E1" w:rsidP="00B260D2">
            <w:pPr>
              <w:pStyle w:val="ae"/>
              <w:rPr>
                <w:highlight w:val="yellow"/>
              </w:rPr>
            </w:pPr>
            <w:r w:rsidRPr="00B638E1">
              <w:t>4 Характеристика участка</w:t>
            </w:r>
          </w:p>
        </w:tc>
        <w:tc>
          <w:tcPr>
            <w:tcW w:w="1701" w:type="dxa"/>
            <w:shd w:val="clear" w:color="auto" w:fill="auto"/>
            <w:noWrap/>
            <w:tcMar>
              <w:left w:w="57" w:type="dxa"/>
              <w:right w:w="57" w:type="dxa"/>
            </w:tcMar>
            <w:vAlign w:val="center"/>
          </w:tcPr>
          <w:p w:rsidR="00B260D2" w:rsidRPr="00B638E1" w:rsidRDefault="006D1FF0" w:rsidP="00B260D2">
            <w:pPr>
              <w:pStyle w:val="ac"/>
            </w:pPr>
            <w:r>
              <w:t>10</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B638E1" w:rsidRDefault="00B260D2" w:rsidP="00B260D2">
            <w:pPr>
              <w:pStyle w:val="ae"/>
            </w:pPr>
          </w:p>
        </w:tc>
        <w:tc>
          <w:tcPr>
            <w:tcW w:w="5523" w:type="dxa"/>
            <w:shd w:val="clear" w:color="auto" w:fill="auto"/>
            <w:noWrap/>
            <w:tcMar>
              <w:left w:w="57" w:type="dxa"/>
              <w:right w:w="57" w:type="dxa"/>
            </w:tcMar>
            <w:vAlign w:val="center"/>
          </w:tcPr>
          <w:p w:rsidR="00B260D2" w:rsidRPr="00B638E1" w:rsidRDefault="00B638E1" w:rsidP="00B638E1">
            <w:pPr>
              <w:pStyle w:val="ae"/>
            </w:pPr>
            <w:r>
              <w:t xml:space="preserve">5 </w:t>
            </w:r>
            <w:r w:rsidRPr="00B638E1">
              <w:t xml:space="preserve">Схема планировочной организации </w:t>
            </w:r>
            <w:proofErr w:type="gramStart"/>
            <w:r w:rsidRPr="00B638E1">
              <w:t>земельного</w:t>
            </w:r>
            <w:proofErr w:type="gramEnd"/>
            <w:r w:rsidRPr="00B638E1">
              <w:t xml:space="preserve"> </w:t>
            </w:r>
          </w:p>
        </w:tc>
        <w:tc>
          <w:tcPr>
            <w:tcW w:w="1701" w:type="dxa"/>
            <w:shd w:val="clear" w:color="auto" w:fill="auto"/>
            <w:noWrap/>
            <w:tcMar>
              <w:left w:w="57" w:type="dxa"/>
              <w:right w:w="57" w:type="dxa"/>
            </w:tcMar>
            <w:vAlign w:val="center"/>
          </w:tcPr>
          <w:p w:rsidR="00B260D2" w:rsidRPr="00B638E1" w:rsidRDefault="006D1FF0" w:rsidP="00B260D2">
            <w:pPr>
              <w:pStyle w:val="ac"/>
            </w:pPr>
            <w:r>
              <w:t>10</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B638E1" w:rsidRDefault="00B260D2" w:rsidP="00B260D2">
            <w:pPr>
              <w:pStyle w:val="ae"/>
              <w:rPr>
                <w:highlight w:val="yellow"/>
              </w:rPr>
            </w:pPr>
          </w:p>
        </w:tc>
        <w:tc>
          <w:tcPr>
            <w:tcW w:w="5523" w:type="dxa"/>
            <w:shd w:val="clear" w:color="auto" w:fill="auto"/>
            <w:noWrap/>
            <w:tcMar>
              <w:left w:w="57" w:type="dxa"/>
              <w:right w:w="57" w:type="dxa"/>
            </w:tcMar>
            <w:vAlign w:val="center"/>
          </w:tcPr>
          <w:p w:rsidR="00B260D2" w:rsidRPr="00B638E1" w:rsidRDefault="00B638E1" w:rsidP="00B260D2">
            <w:pPr>
              <w:pStyle w:val="ae"/>
            </w:pPr>
            <w:r w:rsidRPr="00B638E1">
              <w:t>участка</w:t>
            </w:r>
          </w:p>
        </w:tc>
        <w:tc>
          <w:tcPr>
            <w:tcW w:w="1701" w:type="dxa"/>
            <w:shd w:val="clear" w:color="auto" w:fill="auto"/>
            <w:noWrap/>
            <w:tcMar>
              <w:left w:w="57" w:type="dxa"/>
              <w:right w:w="57" w:type="dxa"/>
            </w:tcMar>
            <w:vAlign w:val="center"/>
          </w:tcPr>
          <w:p w:rsidR="00B260D2" w:rsidRPr="00B638E1"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B638E1" w:rsidRDefault="00B260D2" w:rsidP="00B260D2">
            <w:pPr>
              <w:pStyle w:val="ae"/>
              <w:rPr>
                <w:highlight w:val="yellow"/>
              </w:rPr>
            </w:pPr>
          </w:p>
        </w:tc>
        <w:tc>
          <w:tcPr>
            <w:tcW w:w="5523" w:type="dxa"/>
            <w:shd w:val="clear" w:color="auto" w:fill="auto"/>
            <w:noWrap/>
            <w:tcMar>
              <w:left w:w="57" w:type="dxa"/>
              <w:right w:w="57" w:type="dxa"/>
            </w:tcMar>
            <w:vAlign w:val="center"/>
          </w:tcPr>
          <w:p w:rsidR="00B260D2" w:rsidRPr="00B638E1" w:rsidRDefault="00B638E1" w:rsidP="00B260D2">
            <w:pPr>
              <w:pStyle w:val="ae"/>
            </w:pPr>
            <w:r>
              <w:t xml:space="preserve">6 </w:t>
            </w:r>
            <w:r w:rsidRPr="00B638E1">
              <w:t>Вертикальная планировка</w:t>
            </w:r>
          </w:p>
        </w:tc>
        <w:tc>
          <w:tcPr>
            <w:tcW w:w="1701" w:type="dxa"/>
            <w:shd w:val="clear" w:color="auto" w:fill="auto"/>
            <w:noWrap/>
            <w:tcMar>
              <w:left w:w="57" w:type="dxa"/>
              <w:right w:w="57" w:type="dxa"/>
            </w:tcMar>
            <w:vAlign w:val="center"/>
          </w:tcPr>
          <w:p w:rsidR="00B260D2" w:rsidRPr="00B638E1" w:rsidRDefault="006D1FF0" w:rsidP="00B260D2">
            <w:pPr>
              <w:pStyle w:val="ac"/>
            </w:pPr>
            <w:r>
              <w:t>12</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rPr>
                <w:highlight w:val="yellow"/>
              </w:rPr>
            </w:pPr>
          </w:p>
        </w:tc>
        <w:tc>
          <w:tcPr>
            <w:tcW w:w="5523" w:type="dxa"/>
            <w:shd w:val="clear" w:color="auto" w:fill="auto"/>
            <w:noWrap/>
            <w:tcMar>
              <w:left w:w="57" w:type="dxa"/>
              <w:right w:w="57" w:type="dxa"/>
            </w:tcMar>
            <w:vAlign w:val="center"/>
          </w:tcPr>
          <w:p w:rsidR="00B260D2" w:rsidRPr="00114DD7" w:rsidRDefault="00B638E1" w:rsidP="00B260D2">
            <w:pPr>
              <w:pStyle w:val="ae"/>
            </w:pPr>
            <w:r>
              <w:t xml:space="preserve">7 </w:t>
            </w:r>
            <w:r w:rsidRPr="00B638E1">
              <w:t>Благоустройство и озеленение</w:t>
            </w:r>
          </w:p>
        </w:tc>
        <w:tc>
          <w:tcPr>
            <w:tcW w:w="1701" w:type="dxa"/>
            <w:shd w:val="clear" w:color="auto" w:fill="auto"/>
            <w:noWrap/>
            <w:tcMar>
              <w:left w:w="57" w:type="dxa"/>
              <w:right w:w="57" w:type="dxa"/>
            </w:tcMar>
            <w:vAlign w:val="center"/>
          </w:tcPr>
          <w:p w:rsidR="00B260D2" w:rsidRDefault="006D1FF0" w:rsidP="00B260D2">
            <w:pPr>
              <w:pStyle w:val="ac"/>
            </w:pPr>
            <w:r>
              <w:t>12</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B638E1" w:rsidP="00B638E1">
            <w:pPr>
              <w:pStyle w:val="ae"/>
            </w:pPr>
            <w:r>
              <w:t xml:space="preserve">8 </w:t>
            </w:r>
            <w:r w:rsidRPr="00B638E1">
              <w:t>Природоохранные и санитарно-</w:t>
            </w:r>
          </w:p>
        </w:tc>
        <w:tc>
          <w:tcPr>
            <w:tcW w:w="1701" w:type="dxa"/>
            <w:shd w:val="clear" w:color="auto" w:fill="auto"/>
            <w:noWrap/>
            <w:tcMar>
              <w:left w:w="57" w:type="dxa"/>
              <w:right w:w="57" w:type="dxa"/>
            </w:tcMar>
            <w:vAlign w:val="center"/>
          </w:tcPr>
          <w:p w:rsidR="00B260D2" w:rsidRDefault="006D1FF0" w:rsidP="00B260D2">
            <w:pPr>
              <w:pStyle w:val="ac"/>
            </w:pPr>
            <w:r>
              <w:t>12</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Default="00B638E1" w:rsidP="00B260D2">
            <w:pPr>
              <w:pStyle w:val="ae"/>
            </w:pPr>
            <w:r w:rsidRPr="00B638E1">
              <w:t>эпидемиологические мероприятия</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B638E1" w:rsidP="00B260D2">
            <w:pPr>
              <w:pStyle w:val="ae"/>
              <w:rPr>
                <w:highlight w:val="yellow"/>
              </w:rPr>
            </w:pPr>
            <w:r>
              <w:t xml:space="preserve">9 </w:t>
            </w:r>
            <w:r w:rsidRPr="00B638E1">
              <w:t>Конструктивно-строительные решения</w:t>
            </w:r>
          </w:p>
        </w:tc>
        <w:tc>
          <w:tcPr>
            <w:tcW w:w="1701" w:type="dxa"/>
            <w:shd w:val="clear" w:color="auto" w:fill="auto"/>
            <w:noWrap/>
            <w:tcMar>
              <w:left w:w="57" w:type="dxa"/>
              <w:right w:w="57" w:type="dxa"/>
            </w:tcMar>
            <w:vAlign w:val="center"/>
          </w:tcPr>
          <w:p w:rsidR="00B260D2" w:rsidRDefault="006D1FF0" w:rsidP="00B260D2">
            <w:pPr>
              <w:pStyle w:val="ac"/>
            </w:pPr>
            <w:r>
              <w:t>13</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A60070" w:rsidP="00A60070">
            <w:pPr>
              <w:pStyle w:val="ae"/>
            </w:pPr>
            <w:r>
              <w:t>10 И</w:t>
            </w:r>
            <w:r w:rsidRPr="00A60070">
              <w:t>нженерные коммуникации</w:t>
            </w:r>
          </w:p>
        </w:tc>
        <w:tc>
          <w:tcPr>
            <w:tcW w:w="1701" w:type="dxa"/>
            <w:shd w:val="clear" w:color="auto" w:fill="auto"/>
            <w:noWrap/>
            <w:tcMar>
              <w:left w:w="57" w:type="dxa"/>
              <w:right w:w="57" w:type="dxa"/>
            </w:tcMar>
            <w:vAlign w:val="center"/>
          </w:tcPr>
          <w:p w:rsidR="00B260D2" w:rsidRDefault="006D1FF0" w:rsidP="00B260D2">
            <w:pPr>
              <w:pStyle w:val="ac"/>
            </w:pPr>
            <w:r>
              <w:t>14</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A60070" w:rsidP="00B260D2">
            <w:pPr>
              <w:pStyle w:val="ae"/>
            </w:pPr>
            <w:r>
              <w:t xml:space="preserve">10.1 </w:t>
            </w:r>
            <w:r w:rsidRPr="00A60070">
              <w:t>Водопровод и канализация</w:t>
            </w:r>
          </w:p>
        </w:tc>
        <w:tc>
          <w:tcPr>
            <w:tcW w:w="1701" w:type="dxa"/>
            <w:shd w:val="clear" w:color="auto" w:fill="auto"/>
            <w:noWrap/>
            <w:tcMar>
              <w:left w:w="57" w:type="dxa"/>
              <w:right w:w="57" w:type="dxa"/>
            </w:tcMar>
            <w:vAlign w:val="center"/>
          </w:tcPr>
          <w:p w:rsidR="00B260D2" w:rsidRDefault="006D1FF0" w:rsidP="00B260D2">
            <w:pPr>
              <w:pStyle w:val="ac"/>
            </w:pPr>
            <w:r>
              <w:t>14</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A60070" w:rsidP="00A60070">
            <w:pPr>
              <w:pStyle w:val="ae"/>
            </w:pPr>
            <w:r>
              <w:t>10.2 Мероприятия по энергосбережению</w:t>
            </w:r>
          </w:p>
        </w:tc>
        <w:tc>
          <w:tcPr>
            <w:tcW w:w="1701" w:type="dxa"/>
            <w:shd w:val="clear" w:color="auto" w:fill="auto"/>
            <w:noWrap/>
            <w:tcMar>
              <w:left w:w="57" w:type="dxa"/>
              <w:right w:w="57" w:type="dxa"/>
            </w:tcMar>
            <w:vAlign w:val="center"/>
          </w:tcPr>
          <w:p w:rsidR="00B260D2" w:rsidRDefault="006D1FF0" w:rsidP="00B260D2">
            <w:pPr>
              <w:pStyle w:val="ac"/>
            </w:pPr>
            <w:r>
              <w:t>16</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A60070" w:rsidP="00A60070">
            <w:pPr>
              <w:pStyle w:val="ae"/>
            </w:pPr>
            <w:r w:rsidRPr="00A60070">
              <w:t>10</w:t>
            </w:r>
            <w:r>
              <w:t xml:space="preserve">.3 </w:t>
            </w:r>
            <w:r w:rsidRPr="00A60070">
              <w:t>Электроснабжение</w:t>
            </w:r>
          </w:p>
        </w:tc>
        <w:tc>
          <w:tcPr>
            <w:tcW w:w="1701" w:type="dxa"/>
            <w:shd w:val="clear" w:color="auto" w:fill="auto"/>
            <w:noWrap/>
            <w:tcMar>
              <w:left w:w="57" w:type="dxa"/>
              <w:right w:w="57" w:type="dxa"/>
            </w:tcMar>
            <w:vAlign w:val="center"/>
          </w:tcPr>
          <w:p w:rsidR="00B260D2" w:rsidRDefault="006D1FF0" w:rsidP="00B260D2">
            <w:pPr>
              <w:pStyle w:val="ac"/>
            </w:pPr>
            <w:r>
              <w:t>16</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B260D2" w:rsidP="00B260D2">
            <w:pPr>
              <w:pStyle w:val="ae"/>
            </w:pP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973F00" w:rsidP="00B260D2">
            <w:pPr>
              <w:pStyle w:val="ae"/>
            </w:pPr>
            <w:r>
              <w:t>ПРИЛОЖЕНИЯ:</w:t>
            </w:r>
          </w:p>
        </w:tc>
        <w:tc>
          <w:tcPr>
            <w:tcW w:w="5523" w:type="dxa"/>
            <w:shd w:val="clear" w:color="auto" w:fill="auto"/>
            <w:noWrap/>
            <w:tcMar>
              <w:left w:w="57" w:type="dxa"/>
              <w:right w:w="57" w:type="dxa"/>
            </w:tcMar>
            <w:vAlign w:val="center"/>
          </w:tcPr>
          <w:p w:rsidR="00B260D2" w:rsidRPr="00114DD7" w:rsidRDefault="00B260D2" w:rsidP="00B260D2">
            <w:pPr>
              <w:pStyle w:val="ae"/>
            </w:pP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973F00" w:rsidP="00B260D2">
            <w:pPr>
              <w:pStyle w:val="ae"/>
            </w:pPr>
            <w:r>
              <w:t>Приложение 1</w:t>
            </w:r>
          </w:p>
        </w:tc>
        <w:tc>
          <w:tcPr>
            <w:tcW w:w="5523" w:type="dxa"/>
            <w:shd w:val="clear" w:color="auto" w:fill="auto"/>
            <w:noWrap/>
            <w:tcMar>
              <w:left w:w="57" w:type="dxa"/>
              <w:right w:w="57" w:type="dxa"/>
            </w:tcMar>
            <w:vAlign w:val="center"/>
          </w:tcPr>
          <w:p w:rsidR="00B260D2" w:rsidRPr="00114DD7" w:rsidRDefault="00973F00" w:rsidP="00973F00">
            <w:pPr>
              <w:pStyle w:val="ae"/>
            </w:pPr>
            <w:proofErr w:type="gramStart"/>
            <w:r w:rsidRPr="00973F00">
              <w:t xml:space="preserve">Постановление Администрации (исполнительно- </w:t>
            </w:r>
            <w:proofErr w:type="gramEnd"/>
          </w:p>
        </w:tc>
        <w:tc>
          <w:tcPr>
            <w:tcW w:w="1701" w:type="dxa"/>
            <w:shd w:val="clear" w:color="auto" w:fill="auto"/>
            <w:noWrap/>
            <w:tcMar>
              <w:left w:w="57" w:type="dxa"/>
              <w:right w:w="57" w:type="dxa"/>
            </w:tcMar>
            <w:vAlign w:val="center"/>
          </w:tcPr>
          <w:p w:rsidR="00B260D2" w:rsidRDefault="006D1FF0" w:rsidP="00B260D2">
            <w:pPr>
              <w:pStyle w:val="ac"/>
            </w:pPr>
            <w:r>
              <w:t>19</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973F00" w:rsidP="00973F00">
            <w:pPr>
              <w:pStyle w:val="ae"/>
            </w:pPr>
            <w:r w:rsidRPr="00973F00">
              <w:t>распорядительный орган) городского поселени</w:t>
            </w:r>
            <w:r>
              <w:t>я</w:t>
            </w:r>
          </w:p>
        </w:tc>
        <w:tc>
          <w:tcPr>
            <w:tcW w:w="1701" w:type="dxa"/>
            <w:shd w:val="clear" w:color="auto" w:fill="auto"/>
            <w:noWrap/>
            <w:tcMar>
              <w:left w:w="57" w:type="dxa"/>
              <w:right w:w="57" w:type="dxa"/>
            </w:tcMar>
            <w:vAlign w:val="center"/>
          </w:tcPr>
          <w:p w:rsidR="00B260D2" w:rsidRDefault="00B260D2" w:rsidP="00B260D2">
            <w:pPr>
              <w:pStyle w:val="ac"/>
            </w:pPr>
          </w:p>
        </w:tc>
      </w:tr>
      <w:tr w:rsidR="00973F00" w:rsidRPr="008E2BAF" w:rsidTr="00B260D2">
        <w:trPr>
          <w:cantSplit/>
          <w:trHeight w:hRule="exact" w:val="454"/>
          <w:jc w:val="center"/>
        </w:trPr>
        <w:tc>
          <w:tcPr>
            <w:tcW w:w="3119" w:type="dxa"/>
            <w:shd w:val="clear" w:color="auto" w:fill="auto"/>
            <w:noWrap/>
            <w:tcMar>
              <w:left w:w="57" w:type="dxa"/>
              <w:right w:w="57" w:type="dxa"/>
            </w:tcMar>
            <w:vAlign w:val="center"/>
          </w:tcPr>
          <w:p w:rsidR="00973F00" w:rsidRPr="00E9109E" w:rsidRDefault="00973F00" w:rsidP="00B260D2">
            <w:pPr>
              <w:pStyle w:val="ae"/>
            </w:pPr>
          </w:p>
        </w:tc>
        <w:tc>
          <w:tcPr>
            <w:tcW w:w="5523" w:type="dxa"/>
            <w:shd w:val="clear" w:color="auto" w:fill="auto"/>
            <w:noWrap/>
            <w:tcMar>
              <w:left w:w="57" w:type="dxa"/>
              <w:right w:w="57" w:type="dxa"/>
            </w:tcMar>
            <w:vAlign w:val="center"/>
          </w:tcPr>
          <w:p w:rsidR="00973F00" w:rsidRPr="00973F00" w:rsidRDefault="00973F00" w:rsidP="00B260D2">
            <w:pPr>
              <w:pStyle w:val="ae"/>
            </w:pPr>
            <w:r w:rsidRPr="00973F00">
              <w:t>«Город Малоярославец» Калужской области № 13</w:t>
            </w:r>
          </w:p>
        </w:tc>
        <w:tc>
          <w:tcPr>
            <w:tcW w:w="1701" w:type="dxa"/>
            <w:shd w:val="clear" w:color="auto" w:fill="auto"/>
            <w:noWrap/>
            <w:tcMar>
              <w:left w:w="57" w:type="dxa"/>
              <w:right w:w="57" w:type="dxa"/>
            </w:tcMar>
            <w:vAlign w:val="center"/>
          </w:tcPr>
          <w:p w:rsidR="00973F00" w:rsidRDefault="00973F00" w:rsidP="00B260D2">
            <w:pPr>
              <w:pStyle w:val="ac"/>
            </w:pPr>
          </w:p>
        </w:tc>
      </w:tr>
      <w:tr w:rsidR="00973F00" w:rsidRPr="008E2BAF" w:rsidTr="00B260D2">
        <w:trPr>
          <w:cantSplit/>
          <w:trHeight w:hRule="exact" w:val="454"/>
          <w:jc w:val="center"/>
        </w:trPr>
        <w:tc>
          <w:tcPr>
            <w:tcW w:w="3119" w:type="dxa"/>
            <w:shd w:val="clear" w:color="auto" w:fill="auto"/>
            <w:noWrap/>
            <w:tcMar>
              <w:left w:w="57" w:type="dxa"/>
              <w:right w:w="57" w:type="dxa"/>
            </w:tcMar>
            <w:vAlign w:val="center"/>
          </w:tcPr>
          <w:p w:rsidR="00973F00" w:rsidRPr="00E9109E" w:rsidRDefault="00973F00" w:rsidP="00B260D2">
            <w:pPr>
              <w:pStyle w:val="ae"/>
            </w:pPr>
          </w:p>
        </w:tc>
        <w:tc>
          <w:tcPr>
            <w:tcW w:w="5523" w:type="dxa"/>
            <w:shd w:val="clear" w:color="auto" w:fill="auto"/>
            <w:noWrap/>
            <w:tcMar>
              <w:left w:w="57" w:type="dxa"/>
              <w:right w:w="57" w:type="dxa"/>
            </w:tcMar>
            <w:vAlign w:val="center"/>
          </w:tcPr>
          <w:p w:rsidR="00973F00" w:rsidRPr="00973F00" w:rsidRDefault="00973F00" w:rsidP="00973F00">
            <w:pPr>
              <w:pStyle w:val="ae"/>
            </w:pPr>
            <w:r w:rsidRPr="00973F00">
              <w:t>от 1</w:t>
            </w:r>
            <w:r>
              <w:t>6</w:t>
            </w:r>
            <w:r w:rsidRPr="00973F00">
              <w:t xml:space="preserve"> января 2015г.</w:t>
            </w:r>
          </w:p>
        </w:tc>
        <w:tc>
          <w:tcPr>
            <w:tcW w:w="1701" w:type="dxa"/>
            <w:shd w:val="clear" w:color="auto" w:fill="auto"/>
            <w:noWrap/>
            <w:tcMar>
              <w:left w:w="57" w:type="dxa"/>
              <w:right w:w="57" w:type="dxa"/>
            </w:tcMar>
            <w:vAlign w:val="center"/>
          </w:tcPr>
          <w:p w:rsidR="00973F00" w:rsidRDefault="00973F00" w:rsidP="00B260D2">
            <w:pPr>
              <w:pStyle w:val="ac"/>
            </w:pPr>
          </w:p>
        </w:tc>
      </w:tr>
    </w:tbl>
    <w:p w:rsidR="00A56E42" w:rsidRPr="008E2BAF" w:rsidRDefault="00A56E42" w:rsidP="00A56E42">
      <w:pPr>
        <w:rPr>
          <w:rFonts w:ascii="Times New Roman" w:hAnsi="Times New Roman"/>
        </w:rPr>
      </w:pPr>
    </w:p>
    <w:p w:rsidR="00A56E42" w:rsidRDefault="00A56E42" w:rsidP="00A56E42">
      <w:pPr>
        <w:pStyle w:val="0"/>
        <w:sectPr w:rsidR="00A56E42" w:rsidSect="00672FA7">
          <w:footerReference w:type="first" r:id="rId17"/>
          <w:pgSz w:w="11906" w:h="16838" w:code="9"/>
          <w:pgMar w:top="680" w:right="454" w:bottom="454" w:left="1134" w:header="454" w:footer="454" w:gutter="0"/>
          <w:pgBorders>
            <w:top w:val="single" w:sz="12" w:space="0" w:color="auto"/>
            <w:left w:val="single" w:sz="12" w:space="0" w:color="auto"/>
            <w:bottom w:val="single" w:sz="12" w:space="0" w:color="auto"/>
            <w:right w:val="single" w:sz="12" w:space="0" w:color="auto"/>
          </w:pgBorders>
          <w:cols w:space="708"/>
          <w:titlePg/>
          <w:docGrid w:linePitch="360"/>
        </w:sectPr>
      </w:pPr>
    </w:p>
    <w:tbl>
      <w:tblPr>
        <w:tblW w:w="10343" w:type="dxa"/>
        <w:jc w:val="center"/>
        <w:tblBorders>
          <w:top w:val="single" w:sz="12" w:space="0" w:color="auto"/>
          <w:bottom w:val="single" w:sz="12" w:space="0" w:color="auto"/>
          <w:insideH w:val="single" w:sz="4" w:space="0" w:color="auto"/>
          <w:insideV w:val="single" w:sz="12" w:space="0" w:color="auto"/>
        </w:tblBorders>
        <w:tblLayout w:type="fixed"/>
        <w:tblCellMar>
          <w:left w:w="0" w:type="dxa"/>
          <w:right w:w="0" w:type="dxa"/>
        </w:tblCellMar>
        <w:tblLook w:val="04A0" w:firstRow="1" w:lastRow="0" w:firstColumn="1" w:lastColumn="0" w:noHBand="0" w:noVBand="1"/>
      </w:tblPr>
      <w:tblGrid>
        <w:gridCol w:w="3119"/>
        <w:gridCol w:w="5523"/>
        <w:gridCol w:w="1701"/>
      </w:tblGrid>
      <w:tr w:rsidR="005F7540" w:rsidRPr="008E2BAF" w:rsidTr="005F7540">
        <w:trPr>
          <w:trHeight w:hRule="exact" w:val="284"/>
          <w:tblHeader/>
          <w:jc w:val="center"/>
        </w:trPr>
        <w:tc>
          <w:tcPr>
            <w:tcW w:w="3119" w:type="dxa"/>
            <w:tcBorders>
              <w:top w:val="nil"/>
              <w:bottom w:val="single" w:sz="12" w:space="0" w:color="auto"/>
              <w:right w:val="nil"/>
            </w:tcBorders>
            <w:shd w:val="clear" w:color="auto" w:fill="auto"/>
            <w:noWrap/>
            <w:tcMar>
              <w:left w:w="57" w:type="dxa"/>
              <w:right w:w="57" w:type="dxa"/>
            </w:tcMar>
            <w:vAlign w:val="center"/>
          </w:tcPr>
          <w:p w:rsidR="005F7540" w:rsidRPr="006B6439" w:rsidRDefault="005F7540" w:rsidP="00C1137D">
            <w:pPr>
              <w:pStyle w:val="af0"/>
            </w:pPr>
          </w:p>
        </w:tc>
        <w:tc>
          <w:tcPr>
            <w:tcW w:w="5523" w:type="dxa"/>
            <w:tcBorders>
              <w:top w:val="nil"/>
              <w:left w:val="nil"/>
              <w:bottom w:val="single" w:sz="12" w:space="0" w:color="auto"/>
              <w:right w:val="nil"/>
            </w:tcBorders>
            <w:shd w:val="clear" w:color="auto" w:fill="auto"/>
            <w:noWrap/>
            <w:tcMar>
              <w:left w:w="57" w:type="dxa"/>
              <w:right w:w="57" w:type="dxa"/>
            </w:tcMar>
            <w:vAlign w:val="center"/>
          </w:tcPr>
          <w:p w:rsidR="005F7540" w:rsidRPr="006B6439" w:rsidRDefault="005F7540" w:rsidP="00C1137D">
            <w:pPr>
              <w:pStyle w:val="af0"/>
            </w:pPr>
          </w:p>
        </w:tc>
        <w:tc>
          <w:tcPr>
            <w:tcW w:w="1701" w:type="dxa"/>
            <w:tcBorders>
              <w:top w:val="nil"/>
              <w:left w:val="nil"/>
              <w:bottom w:val="single" w:sz="12" w:space="0" w:color="auto"/>
            </w:tcBorders>
            <w:shd w:val="clear" w:color="auto" w:fill="auto"/>
            <w:noWrap/>
            <w:tcMar>
              <w:left w:w="57" w:type="dxa"/>
              <w:right w:w="57" w:type="dxa"/>
            </w:tcMar>
            <w:vAlign w:val="center"/>
          </w:tcPr>
          <w:p w:rsidR="005F7540" w:rsidRPr="006B6439" w:rsidRDefault="005F7540" w:rsidP="00C1137D">
            <w:pPr>
              <w:pStyle w:val="af0"/>
            </w:pPr>
          </w:p>
        </w:tc>
      </w:tr>
      <w:tr w:rsidR="005F7540" w:rsidRPr="008E2BAF" w:rsidTr="005F7540">
        <w:trPr>
          <w:trHeight w:hRule="exact" w:val="851"/>
          <w:tblHeader/>
          <w:jc w:val="center"/>
        </w:trPr>
        <w:tc>
          <w:tcPr>
            <w:tcW w:w="3119" w:type="dxa"/>
            <w:tcBorders>
              <w:bottom w:val="single" w:sz="12" w:space="0" w:color="auto"/>
            </w:tcBorders>
            <w:shd w:val="clear" w:color="auto" w:fill="auto"/>
            <w:noWrap/>
            <w:tcMar>
              <w:left w:w="57" w:type="dxa"/>
              <w:right w:w="57" w:type="dxa"/>
            </w:tcMar>
            <w:vAlign w:val="center"/>
          </w:tcPr>
          <w:p w:rsidR="005F7540" w:rsidRPr="00C46D74" w:rsidRDefault="005F7540" w:rsidP="00C1137D">
            <w:pPr>
              <w:pStyle w:val="af0"/>
            </w:pPr>
            <w:r w:rsidRPr="006B6439">
              <w:t>Обозначение</w:t>
            </w:r>
          </w:p>
        </w:tc>
        <w:tc>
          <w:tcPr>
            <w:tcW w:w="5523" w:type="dxa"/>
            <w:tcBorders>
              <w:bottom w:val="single" w:sz="12" w:space="0" w:color="auto"/>
            </w:tcBorders>
            <w:shd w:val="clear" w:color="auto" w:fill="auto"/>
            <w:noWrap/>
            <w:tcMar>
              <w:left w:w="57" w:type="dxa"/>
              <w:right w:w="57" w:type="dxa"/>
            </w:tcMar>
            <w:vAlign w:val="center"/>
          </w:tcPr>
          <w:p w:rsidR="005F7540" w:rsidRPr="006B6439" w:rsidRDefault="005F7540" w:rsidP="00C1137D">
            <w:pPr>
              <w:pStyle w:val="af0"/>
            </w:pPr>
            <w:r w:rsidRPr="006B6439">
              <w:t>Наименование</w:t>
            </w:r>
          </w:p>
        </w:tc>
        <w:tc>
          <w:tcPr>
            <w:tcW w:w="1701" w:type="dxa"/>
            <w:tcBorders>
              <w:bottom w:val="single" w:sz="12" w:space="0" w:color="auto"/>
            </w:tcBorders>
            <w:shd w:val="clear" w:color="auto" w:fill="auto"/>
            <w:noWrap/>
            <w:tcMar>
              <w:left w:w="57" w:type="dxa"/>
              <w:right w:w="57" w:type="dxa"/>
            </w:tcMar>
            <w:vAlign w:val="center"/>
          </w:tcPr>
          <w:p w:rsidR="005F7540" w:rsidRPr="006B6439" w:rsidRDefault="005F7540" w:rsidP="00C1137D">
            <w:pPr>
              <w:pStyle w:val="af0"/>
            </w:pPr>
            <w:r w:rsidRPr="006B6439">
              <w:t>Страница</w:t>
            </w:r>
          </w:p>
        </w:tc>
      </w:tr>
      <w:tr w:rsidR="00B260D2" w:rsidRPr="008E2BAF" w:rsidTr="00B260D2">
        <w:trPr>
          <w:cantSplit/>
          <w:trHeight w:hRule="exact" w:val="454"/>
          <w:jc w:val="center"/>
        </w:trPr>
        <w:tc>
          <w:tcPr>
            <w:tcW w:w="3119" w:type="dxa"/>
            <w:tcBorders>
              <w:top w:val="single" w:sz="12" w:space="0" w:color="auto"/>
            </w:tcBorders>
            <w:shd w:val="clear" w:color="auto" w:fill="auto"/>
            <w:noWrap/>
            <w:tcMar>
              <w:left w:w="57" w:type="dxa"/>
              <w:right w:w="57" w:type="dxa"/>
            </w:tcMar>
            <w:vAlign w:val="center"/>
          </w:tcPr>
          <w:p w:rsidR="00B260D2" w:rsidRPr="00E9109E" w:rsidRDefault="00973F00" w:rsidP="00B260D2">
            <w:pPr>
              <w:pStyle w:val="ae"/>
            </w:pPr>
            <w:r>
              <w:t>Приложение 2</w:t>
            </w:r>
          </w:p>
        </w:tc>
        <w:tc>
          <w:tcPr>
            <w:tcW w:w="5523" w:type="dxa"/>
            <w:tcBorders>
              <w:top w:val="single" w:sz="12" w:space="0" w:color="auto"/>
            </w:tcBorders>
            <w:shd w:val="clear" w:color="auto" w:fill="auto"/>
            <w:noWrap/>
            <w:tcMar>
              <w:left w:w="57" w:type="dxa"/>
              <w:right w:w="57" w:type="dxa"/>
            </w:tcMar>
            <w:vAlign w:val="center"/>
          </w:tcPr>
          <w:p w:rsidR="00B260D2" w:rsidRPr="00114DD7" w:rsidRDefault="00973F00" w:rsidP="00973F00">
            <w:pPr>
              <w:pStyle w:val="ae"/>
            </w:pPr>
            <w:r w:rsidRPr="00973F00">
              <w:t xml:space="preserve">Задание на разработку проекта планировки: </w:t>
            </w:r>
          </w:p>
        </w:tc>
        <w:tc>
          <w:tcPr>
            <w:tcW w:w="1701" w:type="dxa"/>
            <w:tcBorders>
              <w:top w:val="single" w:sz="12" w:space="0" w:color="auto"/>
            </w:tcBorders>
            <w:shd w:val="clear" w:color="auto" w:fill="auto"/>
            <w:noWrap/>
            <w:tcMar>
              <w:left w:w="57" w:type="dxa"/>
              <w:right w:w="57" w:type="dxa"/>
            </w:tcMar>
            <w:vAlign w:val="center"/>
          </w:tcPr>
          <w:p w:rsidR="00B260D2" w:rsidRDefault="006D1FF0" w:rsidP="00B260D2">
            <w:pPr>
              <w:pStyle w:val="ac"/>
            </w:pPr>
            <w:r>
              <w:t>21</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E9109E" w:rsidRDefault="00B260D2" w:rsidP="00B260D2">
            <w:pPr>
              <w:pStyle w:val="ae"/>
            </w:pPr>
          </w:p>
        </w:tc>
        <w:tc>
          <w:tcPr>
            <w:tcW w:w="5523" w:type="dxa"/>
            <w:shd w:val="clear" w:color="auto" w:fill="auto"/>
            <w:noWrap/>
            <w:tcMar>
              <w:left w:w="57" w:type="dxa"/>
              <w:right w:w="57" w:type="dxa"/>
            </w:tcMar>
            <w:vAlign w:val="center"/>
          </w:tcPr>
          <w:p w:rsidR="00B260D2" w:rsidRPr="00114DD7" w:rsidRDefault="00973F00" w:rsidP="00B260D2">
            <w:pPr>
              <w:pStyle w:val="ae"/>
            </w:pPr>
            <w:r w:rsidRPr="00973F00">
              <w:t>территории жилой застройки в границах</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C92744" w:rsidRDefault="00B260D2" w:rsidP="00B260D2">
            <w:pPr>
              <w:pStyle w:val="ae"/>
            </w:pPr>
          </w:p>
        </w:tc>
        <w:tc>
          <w:tcPr>
            <w:tcW w:w="5523" w:type="dxa"/>
            <w:shd w:val="clear" w:color="auto" w:fill="auto"/>
            <w:noWrap/>
            <w:tcMar>
              <w:left w:w="57" w:type="dxa"/>
              <w:right w:w="57" w:type="dxa"/>
            </w:tcMar>
            <w:vAlign w:val="center"/>
          </w:tcPr>
          <w:p w:rsidR="00B260D2" w:rsidRPr="00114DD7" w:rsidRDefault="00973F00" w:rsidP="00973F00">
            <w:pPr>
              <w:pStyle w:val="ae"/>
            </w:pPr>
            <w:r w:rsidRPr="00973F00">
              <w:t>ул.</w:t>
            </w:r>
            <w:r>
              <w:t xml:space="preserve"> </w:t>
            </w:r>
            <w:proofErr w:type="spellStart"/>
            <w:r w:rsidRPr="00973F00">
              <w:t>О.Колесниковой</w:t>
            </w:r>
            <w:proofErr w:type="spellEnd"/>
            <w:r w:rsidRPr="00973F00">
              <w:t>, ул.</w:t>
            </w:r>
            <w:r>
              <w:t xml:space="preserve"> </w:t>
            </w:r>
            <w:proofErr w:type="gramStart"/>
            <w:r w:rsidRPr="00973F00">
              <w:t>Московская</w:t>
            </w:r>
            <w:proofErr w:type="gramEnd"/>
            <w:r w:rsidRPr="00973F00">
              <w:t>, ул.</w:t>
            </w:r>
            <w:r>
              <w:t xml:space="preserve"> </w:t>
            </w:r>
            <w:r w:rsidRPr="00973F00">
              <w:t xml:space="preserve">Энтузиастов </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C92744" w:rsidRDefault="00B260D2" w:rsidP="00B260D2">
            <w:pPr>
              <w:pStyle w:val="ae"/>
            </w:pPr>
          </w:p>
        </w:tc>
        <w:tc>
          <w:tcPr>
            <w:tcW w:w="5523" w:type="dxa"/>
            <w:shd w:val="clear" w:color="auto" w:fill="auto"/>
            <w:noWrap/>
            <w:tcMar>
              <w:left w:w="57" w:type="dxa"/>
              <w:right w:w="57" w:type="dxa"/>
            </w:tcMar>
            <w:vAlign w:val="center"/>
          </w:tcPr>
          <w:p w:rsidR="00B260D2" w:rsidRPr="00114DD7" w:rsidRDefault="00973F00" w:rsidP="00973F00">
            <w:pPr>
              <w:pStyle w:val="ae"/>
            </w:pPr>
            <w:r w:rsidRPr="00973F00">
              <w:t>в городе Малоярославец Калужской области</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C92744" w:rsidRDefault="00973F00" w:rsidP="00B260D2">
            <w:pPr>
              <w:pStyle w:val="ae"/>
            </w:pPr>
            <w:r>
              <w:t>Приложение 3</w:t>
            </w:r>
          </w:p>
        </w:tc>
        <w:tc>
          <w:tcPr>
            <w:tcW w:w="5523" w:type="dxa"/>
            <w:shd w:val="clear" w:color="auto" w:fill="auto"/>
            <w:noWrap/>
            <w:tcMar>
              <w:left w:w="57" w:type="dxa"/>
              <w:right w:w="57" w:type="dxa"/>
            </w:tcMar>
            <w:vAlign w:val="center"/>
          </w:tcPr>
          <w:p w:rsidR="00B260D2" w:rsidRPr="00114DD7" w:rsidRDefault="00973F00" w:rsidP="00973F00">
            <w:pPr>
              <w:pStyle w:val="ae"/>
            </w:pPr>
            <w:r w:rsidRPr="00973F00">
              <w:t xml:space="preserve">Постановление </w:t>
            </w:r>
            <w:proofErr w:type="spellStart"/>
            <w:r w:rsidRPr="00973F00">
              <w:t>Малоярославецкой</w:t>
            </w:r>
            <w:proofErr w:type="spellEnd"/>
            <w:r w:rsidRPr="00973F00">
              <w:t xml:space="preserve"> </w:t>
            </w:r>
            <w:proofErr w:type="gramStart"/>
            <w:r w:rsidRPr="00973F00">
              <w:t>районной</w:t>
            </w:r>
            <w:proofErr w:type="gramEnd"/>
            <w:r w:rsidRPr="00973F00">
              <w:t xml:space="preserve"> </w:t>
            </w:r>
          </w:p>
        </w:tc>
        <w:tc>
          <w:tcPr>
            <w:tcW w:w="1701" w:type="dxa"/>
            <w:shd w:val="clear" w:color="auto" w:fill="auto"/>
            <w:noWrap/>
            <w:tcMar>
              <w:left w:w="57" w:type="dxa"/>
              <w:right w:w="57" w:type="dxa"/>
            </w:tcMar>
            <w:vAlign w:val="center"/>
          </w:tcPr>
          <w:p w:rsidR="00B260D2" w:rsidRDefault="006D1FF0" w:rsidP="00B260D2">
            <w:pPr>
              <w:pStyle w:val="ac"/>
            </w:pPr>
            <w:r>
              <w:t>26</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C92744" w:rsidRDefault="00B260D2" w:rsidP="00B260D2">
            <w:pPr>
              <w:pStyle w:val="ae"/>
            </w:pPr>
          </w:p>
        </w:tc>
        <w:tc>
          <w:tcPr>
            <w:tcW w:w="5523" w:type="dxa"/>
            <w:shd w:val="clear" w:color="auto" w:fill="auto"/>
            <w:noWrap/>
            <w:tcMar>
              <w:left w:w="57" w:type="dxa"/>
              <w:right w:w="57" w:type="dxa"/>
            </w:tcMar>
            <w:vAlign w:val="center"/>
          </w:tcPr>
          <w:p w:rsidR="00B260D2" w:rsidRPr="00114DD7" w:rsidRDefault="00973F00" w:rsidP="00B260D2">
            <w:pPr>
              <w:pStyle w:val="ae"/>
            </w:pPr>
            <w:r w:rsidRPr="00973F00">
              <w:t>администрации муниципального района</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C92744" w:rsidRDefault="00B260D2" w:rsidP="00B260D2">
            <w:pPr>
              <w:pStyle w:val="ae"/>
            </w:pPr>
          </w:p>
        </w:tc>
        <w:tc>
          <w:tcPr>
            <w:tcW w:w="5523" w:type="dxa"/>
            <w:shd w:val="clear" w:color="auto" w:fill="auto"/>
            <w:noWrap/>
            <w:tcMar>
              <w:left w:w="57" w:type="dxa"/>
              <w:right w:w="57" w:type="dxa"/>
            </w:tcMar>
            <w:vAlign w:val="center"/>
          </w:tcPr>
          <w:p w:rsidR="00B260D2" w:rsidRPr="00114DD7" w:rsidRDefault="00973F00" w:rsidP="00B260D2">
            <w:pPr>
              <w:pStyle w:val="ae"/>
            </w:pPr>
            <w:r w:rsidRPr="00973F00">
              <w:t>«</w:t>
            </w:r>
            <w:proofErr w:type="spellStart"/>
            <w:r w:rsidRPr="00973F00">
              <w:t>Малоярославецкий</w:t>
            </w:r>
            <w:proofErr w:type="spellEnd"/>
            <w:r w:rsidRPr="00973F00">
              <w:t xml:space="preserve"> район» № 1168 от 12.07.2013 г.</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Pr="00C92744" w:rsidRDefault="00D56054" w:rsidP="00B260D2">
            <w:pPr>
              <w:pStyle w:val="ae"/>
            </w:pPr>
            <w:r>
              <w:t>Приложение 4</w:t>
            </w:r>
          </w:p>
        </w:tc>
        <w:tc>
          <w:tcPr>
            <w:tcW w:w="5523" w:type="dxa"/>
            <w:shd w:val="clear" w:color="auto" w:fill="auto"/>
            <w:noWrap/>
            <w:tcMar>
              <w:left w:w="57" w:type="dxa"/>
              <w:right w:w="57" w:type="dxa"/>
            </w:tcMar>
            <w:vAlign w:val="center"/>
          </w:tcPr>
          <w:p w:rsidR="00B260D2" w:rsidRPr="00114DD7" w:rsidRDefault="00D56054" w:rsidP="00D56054">
            <w:pPr>
              <w:pStyle w:val="ae"/>
            </w:pPr>
            <w:r w:rsidRPr="00D56054">
              <w:t xml:space="preserve">Акт выбора земельного участка </w:t>
            </w:r>
            <w:proofErr w:type="gramStart"/>
            <w:r w:rsidRPr="00D56054">
              <w:t>для</w:t>
            </w:r>
            <w:proofErr w:type="gramEnd"/>
            <w:r w:rsidRPr="00D56054">
              <w:t xml:space="preserve"> </w:t>
            </w:r>
          </w:p>
        </w:tc>
        <w:tc>
          <w:tcPr>
            <w:tcW w:w="1701" w:type="dxa"/>
            <w:shd w:val="clear" w:color="auto" w:fill="auto"/>
            <w:noWrap/>
            <w:tcMar>
              <w:left w:w="57" w:type="dxa"/>
              <w:right w:w="57" w:type="dxa"/>
            </w:tcMar>
            <w:vAlign w:val="center"/>
          </w:tcPr>
          <w:p w:rsidR="00B260D2" w:rsidRDefault="006D1FF0" w:rsidP="00B260D2">
            <w:pPr>
              <w:pStyle w:val="ac"/>
            </w:pPr>
            <w:r>
              <w:t>27</w:t>
            </w:r>
          </w:p>
        </w:tc>
      </w:tr>
      <w:tr w:rsidR="00B260D2" w:rsidRPr="008E2BAF" w:rsidTr="00B260D2">
        <w:trPr>
          <w:cantSplit/>
          <w:trHeight w:hRule="exact" w:val="454"/>
          <w:jc w:val="center"/>
        </w:trPr>
        <w:tc>
          <w:tcPr>
            <w:tcW w:w="3119" w:type="dxa"/>
            <w:shd w:val="clear" w:color="auto" w:fill="auto"/>
            <w:noWrap/>
            <w:tcMar>
              <w:left w:w="57" w:type="dxa"/>
              <w:right w:w="57" w:type="dxa"/>
            </w:tcMar>
            <w:vAlign w:val="center"/>
          </w:tcPr>
          <w:p w:rsidR="00B260D2" w:rsidRDefault="00B260D2" w:rsidP="00B260D2">
            <w:pPr>
              <w:pStyle w:val="ae"/>
            </w:pPr>
          </w:p>
        </w:tc>
        <w:tc>
          <w:tcPr>
            <w:tcW w:w="5523" w:type="dxa"/>
            <w:shd w:val="clear" w:color="auto" w:fill="auto"/>
            <w:noWrap/>
            <w:tcMar>
              <w:left w:w="57" w:type="dxa"/>
              <w:right w:w="57" w:type="dxa"/>
            </w:tcMar>
            <w:vAlign w:val="center"/>
          </w:tcPr>
          <w:p w:rsidR="00B260D2" w:rsidRDefault="00D56054" w:rsidP="00B260D2">
            <w:pPr>
              <w:pStyle w:val="ae"/>
            </w:pPr>
            <w:r w:rsidRPr="00D56054">
              <w:t>проектирования и строительства торгового</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D56054">
        <w:trPr>
          <w:cantSplit/>
          <w:trHeight w:hRule="exact" w:val="454"/>
          <w:jc w:val="center"/>
        </w:trPr>
        <w:tc>
          <w:tcPr>
            <w:tcW w:w="3119" w:type="dxa"/>
            <w:shd w:val="clear" w:color="auto" w:fill="auto"/>
            <w:noWrap/>
            <w:tcMar>
              <w:left w:w="57" w:type="dxa"/>
              <w:right w:w="57" w:type="dxa"/>
            </w:tcMar>
            <w:vAlign w:val="center"/>
          </w:tcPr>
          <w:p w:rsidR="00B260D2" w:rsidRPr="00524862" w:rsidRDefault="00B260D2" w:rsidP="00B260D2">
            <w:pPr>
              <w:pStyle w:val="ae"/>
            </w:pPr>
          </w:p>
        </w:tc>
        <w:tc>
          <w:tcPr>
            <w:tcW w:w="5523" w:type="dxa"/>
            <w:shd w:val="clear" w:color="auto" w:fill="auto"/>
            <w:noWrap/>
            <w:tcMar>
              <w:left w:w="57" w:type="dxa"/>
              <w:right w:w="57" w:type="dxa"/>
            </w:tcMar>
            <w:vAlign w:val="center"/>
          </w:tcPr>
          <w:p w:rsidR="00B260D2" w:rsidRPr="00A8252D" w:rsidRDefault="00D56054" w:rsidP="00D56054">
            <w:pPr>
              <w:pStyle w:val="ae"/>
            </w:pPr>
            <w:r w:rsidRPr="00D56054">
              <w:t>комплекса в г.</w:t>
            </w:r>
            <w:r>
              <w:t xml:space="preserve"> </w:t>
            </w:r>
            <w:r w:rsidRPr="00D56054">
              <w:t>Малоярославец, ул.</w:t>
            </w:r>
            <w:r>
              <w:t xml:space="preserve"> </w:t>
            </w:r>
            <w:proofErr w:type="gramStart"/>
            <w:r w:rsidRPr="00D56054">
              <w:t>Московская</w:t>
            </w:r>
            <w:proofErr w:type="gramEnd"/>
            <w:r w:rsidRPr="00D56054">
              <w:t xml:space="preserve">, </w:t>
            </w:r>
          </w:p>
        </w:tc>
        <w:tc>
          <w:tcPr>
            <w:tcW w:w="1701" w:type="dxa"/>
            <w:shd w:val="clear" w:color="auto" w:fill="auto"/>
            <w:noWrap/>
            <w:tcMar>
              <w:left w:w="57" w:type="dxa"/>
              <w:right w:w="57" w:type="dxa"/>
            </w:tcMar>
            <w:vAlign w:val="center"/>
          </w:tcPr>
          <w:p w:rsidR="00B260D2" w:rsidRPr="00A8252D" w:rsidRDefault="00B260D2" w:rsidP="00B260D2">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D56054" w:rsidP="00D56054">
            <w:pPr>
              <w:pStyle w:val="ae"/>
            </w:pPr>
            <w:r w:rsidRPr="00D56054">
              <w:t xml:space="preserve">вблизи жилого дома №59 городского поселения </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D56054" w:rsidP="00C1137D">
            <w:pPr>
              <w:pStyle w:val="ae"/>
            </w:pPr>
            <w:r w:rsidRPr="00D56054">
              <w:t>«Город Малоярославец» № 1166 от 12.07 2013 г.</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D56054" w:rsidP="00D56054">
            <w:pPr>
              <w:pStyle w:val="ae"/>
            </w:pPr>
            <w:r>
              <w:t>Приложение 5</w:t>
            </w:r>
          </w:p>
        </w:tc>
        <w:tc>
          <w:tcPr>
            <w:tcW w:w="5523" w:type="dxa"/>
            <w:shd w:val="clear" w:color="auto" w:fill="auto"/>
            <w:noWrap/>
            <w:tcMar>
              <w:left w:w="57" w:type="dxa"/>
              <w:right w:w="57" w:type="dxa"/>
            </w:tcMar>
            <w:vAlign w:val="center"/>
          </w:tcPr>
          <w:p w:rsidR="00B260D2" w:rsidRPr="00E879BA" w:rsidRDefault="00D56054" w:rsidP="00380B3E">
            <w:pPr>
              <w:pStyle w:val="ae"/>
            </w:pPr>
            <w:r>
              <w:t xml:space="preserve">Договор </w:t>
            </w:r>
            <w:r w:rsidRPr="00D56054">
              <w:t xml:space="preserve">Аренды земельного участка </w:t>
            </w:r>
          </w:p>
        </w:tc>
        <w:tc>
          <w:tcPr>
            <w:tcW w:w="1701" w:type="dxa"/>
            <w:shd w:val="clear" w:color="auto" w:fill="auto"/>
            <w:noWrap/>
            <w:tcMar>
              <w:left w:w="57" w:type="dxa"/>
              <w:right w:w="57" w:type="dxa"/>
            </w:tcMar>
            <w:vAlign w:val="center"/>
          </w:tcPr>
          <w:p w:rsidR="00B260D2" w:rsidRPr="008E2BAF" w:rsidRDefault="006D1FF0" w:rsidP="00C1137D">
            <w:pPr>
              <w:pStyle w:val="ac"/>
            </w:pPr>
            <w:r>
              <w:t>33</w:t>
            </w: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380B3E" w:rsidP="00D56054">
            <w:pPr>
              <w:pStyle w:val="ae"/>
            </w:pPr>
            <w:r w:rsidRPr="00D56054">
              <w:t xml:space="preserve">с </w:t>
            </w:r>
            <w:r w:rsidR="00D56054" w:rsidRPr="00D56054">
              <w:t xml:space="preserve">кадастровым номером № 40:13:030426:1481 </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6D1FF0" w:rsidP="00C1137D">
            <w:pPr>
              <w:pStyle w:val="ae"/>
            </w:pPr>
            <w:r>
              <w:t>от 18.12.2014</w:t>
            </w:r>
            <w:r w:rsidR="00D56054" w:rsidRPr="00D56054">
              <w:t>г</w:t>
            </w:r>
            <w:r w:rsidR="00D56054">
              <w:t>.</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775E46" w:rsidP="00D56054">
            <w:pPr>
              <w:pStyle w:val="ae"/>
            </w:pPr>
            <w:r>
              <w:t>Приложение 6</w:t>
            </w:r>
          </w:p>
        </w:tc>
        <w:tc>
          <w:tcPr>
            <w:tcW w:w="5523" w:type="dxa"/>
            <w:shd w:val="clear" w:color="auto" w:fill="auto"/>
            <w:noWrap/>
            <w:tcMar>
              <w:left w:w="57" w:type="dxa"/>
              <w:right w:w="57" w:type="dxa"/>
            </w:tcMar>
            <w:vAlign w:val="center"/>
          </w:tcPr>
          <w:p w:rsidR="00B260D2" w:rsidRPr="00E879BA" w:rsidRDefault="00267E58" w:rsidP="00380B3E">
            <w:pPr>
              <w:pStyle w:val="ae"/>
            </w:pPr>
            <w:r>
              <w:t xml:space="preserve">Договор </w:t>
            </w:r>
            <w:r w:rsidR="00775E46" w:rsidRPr="00775E46">
              <w:t xml:space="preserve">Аренды земельного участка </w:t>
            </w:r>
          </w:p>
        </w:tc>
        <w:tc>
          <w:tcPr>
            <w:tcW w:w="1701" w:type="dxa"/>
            <w:shd w:val="clear" w:color="auto" w:fill="auto"/>
            <w:noWrap/>
            <w:tcMar>
              <w:left w:w="57" w:type="dxa"/>
              <w:right w:w="57" w:type="dxa"/>
            </w:tcMar>
            <w:vAlign w:val="center"/>
          </w:tcPr>
          <w:p w:rsidR="00B260D2" w:rsidRPr="008E2BAF" w:rsidRDefault="006D1FF0" w:rsidP="00C1137D">
            <w:pPr>
              <w:pStyle w:val="ac"/>
            </w:pPr>
            <w:r>
              <w:t>39</w:t>
            </w: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380B3E" w:rsidP="00775E46">
            <w:pPr>
              <w:pStyle w:val="ae"/>
            </w:pPr>
            <w:r w:rsidRPr="00775E46">
              <w:t xml:space="preserve">с </w:t>
            </w:r>
            <w:r w:rsidR="00775E46" w:rsidRPr="00775E46">
              <w:t xml:space="preserve">кадастровым номером № 40:13:031102:2190 </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6D1FF0" w:rsidP="00C1137D">
            <w:pPr>
              <w:pStyle w:val="ae"/>
            </w:pPr>
            <w:r>
              <w:t>от 30.05.2012</w:t>
            </w:r>
            <w:r w:rsidR="00775E46" w:rsidRPr="00775E46">
              <w:t>г</w:t>
            </w:r>
            <w:r>
              <w:t>.</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380B3E" w:rsidP="00D56054">
            <w:pPr>
              <w:pStyle w:val="ae"/>
            </w:pPr>
            <w:r>
              <w:t>Приложение 7</w:t>
            </w:r>
          </w:p>
        </w:tc>
        <w:tc>
          <w:tcPr>
            <w:tcW w:w="5523" w:type="dxa"/>
            <w:shd w:val="clear" w:color="auto" w:fill="auto"/>
            <w:noWrap/>
            <w:tcMar>
              <w:left w:w="57" w:type="dxa"/>
              <w:right w:w="57" w:type="dxa"/>
            </w:tcMar>
            <w:vAlign w:val="center"/>
          </w:tcPr>
          <w:p w:rsidR="00B260D2" w:rsidRPr="00E879BA" w:rsidRDefault="00380B3E" w:rsidP="00380B3E">
            <w:pPr>
              <w:pStyle w:val="ae"/>
            </w:pPr>
            <w:r w:rsidRPr="00380B3E">
              <w:t xml:space="preserve">Кадастровая выписка о земельном участке </w:t>
            </w:r>
          </w:p>
        </w:tc>
        <w:tc>
          <w:tcPr>
            <w:tcW w:w="1701" w:type="dxa"/>
            <w:shd w:val="clear" w:color="auto" w:fill="auto"/>
            <w:noWrap/>
            <w:tcMar>
              <w:left w:w="57" w:type="dxa"/>
              <w:right w:w="57" w:type="dxa"/>
            </w:tcMar>
            <w:vAlign w:val="center"/>
          </w:tcPr>
          <w:p w:rsidR="00B260D2" w:rsidRPr="008E2BAF" w:rsidRDefault="006D1FF0" w:rsidP="00C1137D">
            <w:pPr>
              <w:pStyle w:val="ac"/>
            </w:pPr>
            <w:r>
              <w:t>42</w:t>
            </w: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380B3E" w:rsidP="00C1137D">
            <w:pPr>
              <w:pStyle w:val="ae"/>
            </w:pPr>
            <w:r w:rsidRPr="00380B3E">
              <w:t>с №№ 40:13:030426:1481</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380B3E" w:rsidP="00D56054">
            <w:pPr>
              <w:pStyle w:val="ae"/>
            </w:pPr>
            <w:r>
              <w:t>Приложение 8</w:t>
            </w:r>
          </w:p>
        </w:tc>
        <w:tc>
          <w:tcPr>
            <w:tcW w:w="5523" w:type="dxa"/>
            <w:shd w:val="clear" w:color="auto" w:fill="auto"/>
            <w:noWrap/>
            <w:tcMar>
              <w:left w:w="57" w:type="dxa"/>
              <w:right w:w="57" w:type="dxa"/>
            </w:tcMar>
            <w:vAlign w:val="center"/>
          </w:tcPr>
          <w:p w:rsidR="00B260D2" w:rsidRPr="00E879BA" w:rsidRDefault="00380B3E" w:rsidP="00380B3E">
            <w:pPr>
              <w:pStyle w:val="ae"/>
            </w:pPr>
            <w:r w:rsidRPr="00380B3E">
              <w:t xml:space="preserve">Кадастровая выписка о земельном участке </w:t>
            </w:r>
          </w:p>
        </w:tc>
        <w:tc>
          <w:tcPr>
            <w:tcW w:w="1701" w:type="dxa"/>
            <w:shd w:val="clear" w:color="auto" w:fill="auto"/>
            <w:noWrap/>
            <w:tcMar>
              <w:left w:w="57" w:type="dxa"/>
              <w:right w:w="57" w:type="dxa"/>
            </w:tcMar>
            <w:vAlign w:val="center"/>
          </w:tcPr>
          <w:p w:rsidR="00B260D2" w:rsidRPr="008E2BAF" w:rsidRDefault="006D1FF0" w:rsidP="00C1137D">
            <w:pPr>
              <w:pStyle w:val="ac"/>
            </w:pPr>
            <w:r>
              <w:t>45</w:t>
            </w: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380B3E" w:rsidP="00C1137D">
            <w:pPr>
              <w:pStyle w:val="ae"/>
            </w:pPr>
            <w:r w:rsidRPr="00380B3E">
              <w:t>с №№ 40:13:031102:2190</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380B3E" w:rsidP="00D56054">
            <w:pPr>
              <w:pStyle w:val="ae"/>
            </w:pPr>
            <w:r>
              <w:t>Приложение 9</w:t>
            </w:r>
          </w:p>
        </w:tc>
        <w:tc>
          <w:tcPr>
            <w:tcW w:w="5523" w:type="dxa"/>
            <w:shd w:val="clear" w:color="auto" w:fill="auto"/>
            <w:noWrap/>
            <w:tcMar>
              <w:left w:w="57" w:type="dxa"/>
              <w:right w:w="57" w:type="dxa"/>
            </w:tcMar>
            <w:vAlign w:val="center"/>
          </w:tcPr>
          <w:p w:rsidR="00B260D2" w:rsidRPr="00E879BA" w:rsidRDefault="00380B3E" w:rsidP="00380B3E">
            <w:pPr>
              <w:pStyle w:val="ae"/>
            </w:pPr>
            <w:r w:rsidRPr="00380B3E">
              <w:t xml:space="preserve">Договор о закреплении прилегающей территории </w:t>
            </w:r>
          </w:p>
        </w:tc>
        <w:tc>
          <w:tcPr>
            <w:tcW w:w="1701" w:type="dxa"/>
            <w:shd w:val="clear" w:color="auto" w:fill="auto"/>
            <w:noWrap/>
            <w:tcMar>
              <w:left w:w="57" w:type="dxa"/>
              <w:right w:w="57" w:type="dxa"/>
            </w:tcMar>
            <w:vAlign w:val="center"/>
          </w:tcPr>
          <w:p w:rsidR="00B260D2" w:rsidRPr="008E2BAF" w:rsidRDefault="006D1FF0" w:rsidP="00C1137D">
            <w:pPr>
              <w:pStyle w:val="ac"/>
            </w:pPr>
            <w:r>
              <w:t>50</w:t>
            </w: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B260D2" w:rsidP="00D56054">
            <w:pPr>
              <w:pStyle w:val="ae"/>
            </w:pPr>
          </w:p>
        </w:tc>
        <w:tc>
          <w:tcPr>
            <w:tcW w:w="5523" w:type="dxa"/>
            <w:shd w:val="clear" w:color="auto" w:fill="auto"/>
            <w:noWrap/>
            <w:tcMar>
              <w:left w:w="57" w:type="dxa"/>
              <w:right w:w="57" w:type="dxa"/>
            </w:tcMar>
            <w:vAlign w:val="center"/>
          </w:tcPr>
          <w:p w:rsidR="00B260D2" w:rsidRPr="00E879BA" w:rsidRDefault="00380B3E" w:rsidP="00C1137D">
            <w:pPr>
              <w:pStyle w:val="ae"/>
            </w:pPr>
            <w:r w:rsidRPr="00380B3E">
              <w:t>в устан</w:t>
            </w:r>
            <w:r w:rsidR="006D1FF0">
              <w:t>овленных границах от 11.11.2015</w:t>
            </w:r>
            <w:r w:rsidRPr="00380B3E">
              <w:t>г.</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267E58" w:rsidP="00D56054">
            <w:pPr>
              <w:pStyle w:val="ae"/>
            </w:pPr>
            <w:r>
              <w:t>Приложение 10</w:t>
            </w:r>
          </w:p>
        </w:tc>
        <w:tc>
          <w:tcPr>
            <w:tcW w:w="5523" w:type="dxa"/>
            <w:shd w:val="clear" w:color="auto" w:fill="auto"/>
            <w:noWrap/>
            <w:tcMar>
              <w:left w:w="57" w:type="dxa"/>
              <w:right w:w="57" w:type="dxa"/>
            </w:tcMar>
            <w:vAlign w:val="center"/>
          </w:tcPr>
          <w:p w:rsidR="00B260D2" w:rsidRPr="00E879BA" w:rsidRDefault="00267E58" w:rsidP="00C1137D">
            <w:pPr>
              <w:pStyle w:val="ae"/>
            </w:pPr>
            <w:r w:rsidRPr="00267E58">
              <w:t xml:space="preserve">Технические условия № 328 от </w:t>
            </w:r>
            <w:r w:rsidR="006D1FF0">
              <w:t>06.04.2016</w:t>
            </w:r>
            <w:r w:rsidRPr="00267E58">
              <w:t>г.</w:t>
            </w:r>
          </w:p>
        </w:tc>
        <w:tc>
          <w:tcPr>
            <w:tcW w:w="1701" w:type="dxa"/>
            <w:shd w:val="clear" w:color="auto" w:fill="auto"/>
            <w:noWrap/>
            <w:tcMar>
              <w:left w:w="57" w:type="dxa"/>
              <w:right w:w="57" w:type="dxa"/>
            </w:tcMar>
            <w:vAlign w:val="center"/>
          </w:tcPr>
          <w:p w:rsidR="00B260D2" w:rsidRPr="008E2BAF" w:rsidRDefault="006D1FF0" w:rsidP="00C1137D">
            <w:pPr>
              <w:pStyle w:val="ac"/>
            </w:pPr>
            <w:r>
              <w:t>53</w:t>
            </w: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C56832" w:rsidP="00C56832">
            <w:pPr>
              <w:pStyle w:val="ac"/>
              <w:jc w:val="left"/>
            </w:pPr>
            <w:r>
              <w:t>Приложение 11</w:t>
            </w:r>
          </w:p>
        </w:tc>
        <w:tc>
          <w:tcPr>
            <w:tcW w:w="5523" w:type="dxa"/>
            <w:shd w:val="clear" w:color="auto" w:fill="auto"/>
            <w:noWrap/>
            <w:tcMar>
              <w:left w:w="57" w:type="dxa"/>
              <w:right w:w="57" w:type="dxa"/>
            </w:tcMar>
            <w:vAlign w:val="center"/>
          </w:tcPr>
          <w:p w:rsidR="00B260D2" w:rsidRPr="00E879BA" w:rsidRDefault="00C56832" w:rsidP="00C1137D">
            <w:pPr>
              <w:pStyle w:val="ae"/>
            </w:pPr>
            <w:r w:rsidRPr="00C56832">
              <w:t>Техничес</w:t>
            </w:r>
            <w:r w:rsidR="006D1FF0">
              <w:t>кие условия № 495 от 04.04.2016</w:t>
            </w:r>
            <w:r w:rsidRPr="00C56832">
              <w:t>г.</w:t>
            </w:r>
          </w:p>
        </w:tc>
        <w:tc>
          <w:tcPr>
            <w:tcW w:w="1701" w:type="dxa"/>
            <w:shd w:val="clear" w:color="auto" w:fill="auto"/>
            <w:noWrap/>
            <w:tcMar>
              <w:left w:w="57" w:type="dxa"/>
              <w:right w:w="57" w:type="dxa"/>
            </w:tcMar>
            <w:vAlign w:val="center"/>
          </w:tcPr>
          <w:p w:rsidR="00B260D2" w:rsidRPr="008E2BAF" w:rsidRDefault="006D1FF0" w:rsidP="00C1137D">
            <w:pPr>
              <w:pStyle w:val="ac"/>
            </w:pPr>
            <w:r>
              <w:t>55</w:t>
            </w:r>
          </w:p>
        </w:tc>
      </w:tr>
      <w:tr w:rsidR="00B260D2" w:rsidRPr="008E2BAF" w:rsidTr="00C1137D">
        <w:trPr>
          <w:cantSplit/>
          <w:trHeight w:hRule="exact" w:val="454"/>
          <w:jc w:val="center"/>
        </w:trPr>
        <w:tc>
          <w:tcPr>
            <w:tcW w:w="3119" w:type="dxa"/>
            <w:shd w:val="clear" w:color="auto" w:fill="auto"/>
            <w:noWrap/>
            <w:tcMar>
              <w:left w:w="57" w:type="dxa"/>
              <w:right w:w="57" w:type="dxa"/>
            </w:tcMar>
            <w:vAlign w:val="center"/>
          </w:tcPr>
          <w:p w:rsidR="00B260D2" w:rsidRPr="00E879BA" w:rsidRDefault="00C56832" w:rsidP="00C56832">
            <w:pPr>
              <w:pStyle w:val="ac"/>
              <w:jc w:val="left"/>
            </w:pPr>
            <w:r>
              <w:t>Приложение 12</w:t>
            </w:r>
          </w:p>
        </w:tc>
        <w:tc>
          <w:tcPr>
            <w:tcW w:w="5523" w:type="dxa"/>
            <w:shd w:val="clear" w:color="auto" w:fill="auto"/>
            <w:noWrap/>
            <w:tcMar>
              <w:left w:w="57" w:type="dxa"/>
              <w:right w:w="57" w:type="dxa"/>
            </w:tcMar>
            <w:vAlign w:val="center"/>
          </w:tcPr>
          <w:p w:rsidR="00B260D2" w:rsidRPr="00E879BA" w:rsidRDefault="00C56832" w:rsidP="00C1137D">
            <w:pPr>
              <w:pStyle w:val="ae"/>
            </w:pPr>
            <w:r w:rsidRPr="00C56832">
              <w:t>Технически</w:t>
            </w:r>
            <w:r w:rsidR="006D1FF0">
              <w:t>е условия № 466/1 от 20.11.2014</w:t>
            </w:r>
            <w:r w:rsidRPr="00C56832">
              <w:t>г.</w:t>
            </w:r>
          </w:p>
        </w:tc>
        <w:tc>
          <w:tcPr>
            <w:tcW w:w="1701" w:type="dxa"/>
            <w:shd w:val="clear" w:color="auto" w:fill="auto"/>
            <w:noWrap/>
            <w:tcMar>
              <w:left w:w="57" w:type="dxa"/>
              <w:right w:w="57" w:type="dxa"/>
            </w:tcMar>
            <w:vAlign w:val="center"/>
          </w:tcPr>
          <w:p w:rsidR="00B260D2" w:rsidRPr="008E2BAF" w:rsidRDefault="006D1FF0" w:rsidP="00C1137D">
            <w:pPr>
              <w:pStyle w:val="ac"/>
            </w:pPr>
            <w:r>
              <w:t>57</w:t>
            </w:r>
          </w:p>
        </w:tc>
      </w:tr>
      <w:tr w:rsidR="00C56832" w:rsidRPr="008E2BAF" w:rsidTr="00C1137D">
        <w:trPr>
          <w:cantSplit/>
          <w:trHeight w:hRule="exact" w:val="454"/>
          <w:jc w:val="center"/>
        </w:trPr>
        <w:tc>
          <w:tcPr>
            <w:tcW w:w="3119" w:type="dxa"/>
            <w:shd w:val="clear" w:color="auto" w:fill="auto"/>
            <w:noWrap/>
            <w:tcMar>
              <w:left w:w="57" w:type="dxa"/>
              <w:right w:w="57" w:type="dxa"/>
            </w:tcMar>
            <w:vAlign w:val="center"/>
          </w:tcPr>
          <w:p w:rsidR="00C56832" w:rsidRPr="00E879BA" w:rsidRDefault="00C56832" w:rsidP="00C56832">
            <w:pPr>
              <w:pStyle w:val="ac"/>
              <w:jc w:val="left"/>
            </w:pPr>
            <w:r>
              <w:t>Приложение 13</w:t>
            </w:r>
          </w:p>
        </w:tc>
        <w:tc>
          <w:tcPr>
            <w:tcW w:w="5523" w:type="dxa"/>
            <w:shd w:val="clear" w:color="auto" w:fill="auto"/>
            <w:noWrap/>
            <w:tcMar>
              <w:left w:w="57" w:type="dxa"/>
              <w:right w:w="57" w:type="dxa"/>
            </w:tcMar>
            <w:vAlign w:val="center"/>
          </w:tcPr>
          <w:p w:rsidR="00C56832" w:rsidRPr="00E879BA" w:rsidRDefault="00C56832" w:rsidP="00C77597">
            <w:pPr>
              <w:pStyle w:val="ae"/>
            </w:pPr>
            <w:r w:rsidRPr="00C56832">
              <w:t>Технические условия № 468 от 2</w:t>
            </w:r>
            <w:r w:rsidR="00C77597">
              <w:t>2</w:t>
            </w:r>
            <w:r w:rsidR="006D1FF0">
              <w:t>.10.2014</w:t>
            </w:r>
            <w:r w:rsidRPr="00C56832">
              <w:t>г.</w:t>
            </w:r>
          </w:p>
        </w:tc>
        <w:tc>
          <w:tcPr>
            <w:tcW w:w="1701" w:type="dxa"/>
            <w:shd w:val="clear" w:color="auto" w:fill="auto"/>
            <w:noWrap/>
            <w:tcMar>
              <w:left w:w="57" w:type="dxa"/>
              <w:right w:w="57" w:type="dxa"/>
            </w:tcMar>
            <w:vAlign w:val="center"/>
          </w:tcPr>
          <w:p w:rsidR="00C56832" w:rsidRPr="008E2BAF" w:rsidRDefault="006D1FF0" w:rsidP="00C1137D">
            <w:pPr>
              <w:pStyle w:val="ac"/>
            </w:pPr>
            <w:r>
              <w:t>59</w:t>
            </w:r>
          </w:p>
        </w:tc>
      </w:tr>
      <w:tr w:rsidR="00C56832" w:rsidRPr="008E2BAF" w:rsidTr="00C1137D">
        <w:trPr>
          <w:cantSplit/>
          <w:trHeight w:hRule="exact" w:val="454"/>
          <w:jc w:val="center"/>
        </w:trPr>
        <w:tc>
          <w:tcPr>
            <w:tcW w:w="3119" w:type="dxa"/>
            <w:shd w:val="clear" w:color="auto" w:fill="auto"/>
            <w:noWrap/>
            <w:tcMar>
              <w:left w:w="57" w:type="dxa"/>
              <w:right w:w="57" w:type="dxa"/>
            </w:tcMar>
            <w:vAlign w:val="center"/>
          </w:tcPr>
          <w:p w:rsidR="00C56832" w:rsidRPr="00E879BA" w:rsidRDefault="00C56832" w:rsidP="00C56832">
            <w:pPr>
              <w:pStyle w:val="ac"/>
              <w:jc w:val="left"/>
            </w:pPr>
            <w:r>
              <w:t>Приложение 14</w:t>
            </w:r>
          </w:p>
        </w:tc>
        <w:tc>
          <w:tcPr>
            <w:tcW w:w="5523" w:type="dxa"/>
            <w:shd w:val="clear" w:color="auto" w:fill="auto"/>
            <w:noWrap/>
            <w:tcMar>
              <w:left w:w="57" w:type="dxa"/>
              <w:right w:w="57" w:type="dxa"/>
            </w:tcMar>
            <w:vAlign w:val="center"/>
          </w:tcPr>
          <w:p w:rsidR="00C56832" w:rsidRPr="00E879BA" w:rsidRDefault="00C56832" w:rsidP="0009554E">
            <w:pPr>
              <w:pStyle w:val="ae"/>
            </w:pPr>
            <w:r w:rsidRPr="00C56832">
              <w:t xml:space="preserve">Технические условия от </w:t>
            </w:r>
            <w:r>
              <w:t>1</w:t>
            </w:r>
            <w:r w:rsidR="0009554E">
              <w:t>3</w:t>
            </w:r>
            <w:r w:rsidRPr="00C56832">
              <w:t>.</w:t>
            </w:r>
            <w:r>
              <w:t>08</w:t>
            </w:r>
            <w:r w:rsidRPr="00C56832">
              <w:t>.201</w:t>
            </w:r>
            <w:r>
              <w:t>5</w:t>
            </w:r>
            <w:r w:rsidRPr="00C56832">
              <w:t>г.</w:t>
            </w:r>
          </w:p>
        </w:tc>
        <w:tc>
          <w:tcPr>
            <w:tcW w:w="1701" w:type="dxa"/>
            <w:shd w:val="clear" w:color="auto" w:fill="auto"/>
            <w:noWrap/>
            <w:tcMar>
              <w:left w:w="57" w:type="dxa"/>
              <w:right w:w="57" w:type="dxa"/>
            </w:tcMar>
            <w:vAlign w:val="center"/>
          </w:tcPr>
          <w:p w:rsidR="00C56832" w:rsidRPr="008E2BAF" w:rsidRDefault="006D1FF0" w:rsidP="00C1137D">
            <w:pPr>
              <w:pStyle w:val="ac"/>
            </w:pPr>
            <w:r>
              <w:t>60</w:t>
            </w:r>
          </w:p>
        </w:tc>
      </w:tr>
      <w:tr w:rsidR="00C56832" w:rsidRPr="008E2BAF" w:rsidTr="00C1137D">
        <w:trPr>
          <w:cantSplit/>
          <w:trHeight w:hRule="exact" w:val="454"/>
          <w:jc w:val="center"/>
        </w:trPr>
        <w:tc>
          <w:tcPr>
            <w:tcW w:w="3119" w:type="dxa"/>
            <w:shd w:val="clear" w:color="auto" w:fill="auto"/>
            <w:noWrap/>
            <w:tcMar>
              <w:left w:w="57" w:type="dxa"/>
              <w:right w:w="57" w:type="dxa"/>
            </w:tcMar>
            <w:vAlign w:val="center"/>
          </w:tcPr>
          <w:p w:rsidR="00C56832" w:rsidRPr="00E879BA" w:rsidRDefault="00C56832" w:rsidP="00C56832">
            <w:pPr>
              <w:pStyle w:val="ac"/>
              <w:jc w:val="left"/>
            </w:pPr>
            <w:r>
              <w:t>Приложение 15</w:t>
            </w:r>
          </w:p>
        </w:tc>
        <w:tc>
          <w:tcPr>
            <w:tcW w:w="5523" w:type="dxa"/>
            <w:shd w:val="clear" w:color="auto" w:fill="auto"/>
            <w:noWrap/>
            <w:tcMar>
              <w:left w:w="57" w:type="dxa"/>
              <w:right w:w="57" w:type="dxa"/>
            </w:tcMar>
            <w:vAlign w:val="center"/>
          </w:tcPr>
          <w:p w:rsidR="00C56832" w:rsidRPr="00114DD7" w:rsidRDefault="00C56832" w:rsidP="00C56832">
            <w:pPr>
              <w:pStyle w:val="ae"/>
            </w:pPr>
            <w:r w:rsidRPr="00973F00">
              <w:t xml:space="preserve">Постановление Администрации </w:t>
            </w:r>
            <w:r>
              <w:t xml:space="preserve">МО </w:t>
            </w:r>
            <w:r w:rsidRPr="00973F00">
              <w:t>городского</w:t>
            </w:r>
          </w:p>
        </w:tc>
        <w:tc>
          <w:tcPr>
            <w:tcW w:w="1701" w:type="dxa"/>
            <w:shd w:val="clear" w:color="auto" w:fill="auto"/>
            <w:noWrap/>
            <w:tcMar>
              <w:left w:w="57" w:type="dxa"/>
              <w:right w:w="57" w:type="dxa"/>
            </w:tcMar>
            <w:vAlign w:val="center"/>
          </w:tcPr>
          <w:p w:rsidR="00C56832" w:rsidRPr="008E2BAF" w:rsidRDefault="006D1FF0" w:rsidP="00C1137D">
            <w:pPr>
              <w:pStyle w:val="ac"/>
            </w:pPr>
            <w:r>
              <w:t>62</w:t>
            </w:r>
          </w:p>
        </w:tc>
      </w:tr>
      <w:tr w:rsidR="00C56832" w:rsidRPr="008E2BAF" w:rsidTr="00C1137D">
        <w:trPr>
          <w:cantSplit/>
          <w:trHeight w:hRule="exact" w:val="454"/>
          <w:jc w:val="center"/>
        </w:trPr>
        <w:tc>
          <w:tcPr>
            <w:tcW w:w="3119" w:type="dxa"/>
            <w:shd w:val="clear" w:color="auto" w:fill="auto"/>
            <w:noWrap/>
            <w:tcMar>
              <w:left w:w="57" w:type="dxa"/>
              <w:right w:w="57" w:type="dxa"/>
            </w:tcMar>
            <w:vAlign w:val="center"/>
          </w:tcPr>
          <w:p w:rsidR="00C56832" w:rsidRPr="00E879BA" w:rsidRDefault="00C56832" w:rsidP="00C56832">
            <w:pPr>
              <w:pStyle w:val="ac"/>
              <w:jc w:val="left"/>
            </w:pPr>
          </w:p>
        </w:tc>
        <w:tc>
          <w:tcPr>
            <w:tcW w:w="5523" w:type="dxa"/>
            <w:shd w:val="clear" w:color="auto" w:fill="auto"/>
            <w:noWrap/>
            <w:tcMar>
              <w:left w:w="57" w:type="dxa"/>
              <w:right w:w="57" w:type="dxa"/>
            </w:tcMar>
            <w:vAlign w:val="center"/>
          </w:tcPr>
          <w:p w:rsidR="00C56832" w:rsidRPr="00114DD7" w:rsidRDefault="00C56832" w:rsidP="00557696">
            <w:pPr>
              <w:pStyle w:val="ae"/>
            </w:pPr>
            <w:r w:rsidRPr="00973F00">
              <w:t>поселени</w:t>
            </w:r>
            <w:r>
              <w:t xml:space="preserve">я </w:t>
            </w:r>
            <w:r w:rsidRPr="00973F00">
              <w:t>«Город Малоярославец»</w:t>
            </w:r>
          </w:p>
        </w:tc>
        <w:tc>
          <w:tcPr>
            <w:tcW w:w="1701" w:type="dxa"/>
            <w:shd w:val="clear" w:color="auto" w:fill="auto"/>
            <w:noWrap/>
            <w:tcMar>
              <w:left w:w="57" w:type="dxa"/>
              <w:right w:w="57" w:type="dxa"/>
            </w:tcMar>
            <w:vAlign w:val="center"/>
          </w:tcPr>
          <w:p w:rsidR="00C56832" w:rsidRPr="008E2BAF" w:rsidRDefault="00C56832" w:rsidP="00C1137D">
            <w:pPr>
              <w:pStyle w:val="ac"/>
            </w:pPr>
          </w:p>
        </w:tc>
      </w:tr>
      <w:tr w:rsidR="00C56832" w:rsidRPr="008E2BAF" w:rsidTr="00C1137D">
        <w:trPr>
          <w:cantSplit/>
          <w:trHeight w:hRule="exact" w:val="454"/>
          <w:jc w:val="center"/>
        </w:trPr>
        <w:tc>
          <w:tcPr>
            <w:tcW w:w="3119" w:type="dxa"/>
            <w:shd w:val="clear" w:color="auto" w:fill="auto"/>
            <w:noWrap/>
            <w:tcMar>
              <w:left w:w="57" w:type="dxa"/>
              <w:right w:w="57" w:type="dxa"/>
            </w:tcMar>
            <w:vAlign w:val="center"/>
          </w:tcPr>
          <w:p w:rsidR="00C56832" w:rsidRPr="00E879BA" w:rsidRDefault="00C56832" w:rsidP="00C56832">
            <w:pPr>
              <w:pStyle w:val="ac"/>
              <w:jc w:val="left"/>
            </w:pPr>
          </w:p>
        </w:tc>
        <w:tc>
          <w:tcPr>
            <w:tcW w:w="5523" w:type="dxa"/>
            <w:shd w:val="clear" w:color="auto" w:fill="auto"/>
            <w:noWrap/>
            <w:tcMar>
              <w:left w:w="57" w:type="dxa"/>
              <w:right w:w="57" w:type="dxa"/>
            </w:tcMar>
            <w:vAlign w:val="center"/>
          </w:tcPr>
          <w:p w:rsidR="00C56832" w:rsidRPr="00973F00" w:rsidRDefault="00C56832" w:rsidP="00C56832">
            <w:pPr>
              <w:pStyle w:val="ae"/>
            </w:pPr>
            <w:r w:rsidRPr="00973F00">
              <w:t xml:space="preserve">Калужской области № </w:t>
            </w:r>
            <w:r>
              <w:t>776</w:t>
            </w:r>
            <w:r w:rsidR="001E4699" w:rsidRPr="00973F00">
              <w:t xml:space="preserve"> от </w:t>
            </w:r>
            <w:r w:rsidR="001E4699">
              <w:t>25.08.</w:t>
            </w:r>
            <w:r w:rsidR="001E4699" w:rsidRPr="00973F00">
              <w:t>2015г.</w:t>
            </w:r>
          </w:p>
        </w:tc>
        <w:tc>
          <w:tcPr>
            <w:tcW w:w="1701" w:type="dxa"/>
            <w:shd w:val="clear" w:color="auto" w:fill="auto"/>
            <w:noWrap/>
            <w:tcMar>
              <w:left w:w="57" w:type="dxa"/>
              <w:right w:w="57" w:type="dxa"/>
            </w:tcMar>
            <w:vAlign w:val="center"/>
          </w:tcPr>
          <w:p w:rsidR="00C56832" w:rsidRPr="008E2BAF" w:rsidRDefault="00C56832" w:rsidP="00C1137D">
            <w:pPr>
              <w:pStyle w:val="ac"/>
            </w:pPr>
          </w:p>
        </w:tc>
      </w:tr>
      <w:tr w:rsidR="00C56832" w:rsidRPr="008E2BAF" w:rsidTr="00C1137D">
        <w:trPr>
          <w:cantSplit/>
          <w:trHeight w:hRule="exact" w:val="454"/>
          <w:jc w:val="center"/>
        </w:trPr>
        <w:tc>
          <w:tcPr>
            <w:tcW w:w="3119" w:type="dxa"/>
            <w:shd w:val="clear" w:color="auto" w:fill="auto"/>
            <w:noWrap/>
            <w:tcMar>
              <w:left w:w="57" w:type="dxa"/>
              <w:right w:w="57" w:type="dxa"/>
            </w:tcMar>
            <w:vAlign w:val="center"/>
          </w:tcPr>
          <w:p w:rsidR="00C56832" w:rsidRPr="00E879BA" w:rsidRDefault="00C56832" w:rsidP="00C56832">
            <w:pPr>
              <w:pStyle w:val="ac"/>
              <w:jc w:val="left"/>
            </w:pPr>
          </w:p>
        </w:tc>
        <w:tc>
          <w:tcPr>
            <w:tcW w:w="5523" w:type="dxa"/>
            <w:shd w:val="clear" w:color="auto" w:fill="auto"/>
            <w:noWrap/>
            <w:tcMar>
              <w:left w:w="57" w:type="dxa"/>
              <w:right w:w="57" w:type="dxa"/>
            </w:tcMar>
            <w:vAlign w:val="center"/>
          </w:tcPr>
          <w:p w:rsidR="00C56832" w:rsidRPr="00973F00" w:rsidRDefault="00C56832" w:rsidP="00C77597">
            <w:pPr>
              <w:pStyle w:val="ae"/>
            </w:pPr>
            <w:r>
              <w:t>об утверждении градостроительного</w:t>
            </w:r>
            <w:r w:rsidR="001E4699">
              <w:t xml:space="preserve"> плана</w:t>
            </w:r>
          </w:p>
        </w:tc>
        <w:tc>
          <w:tcPr>
            <w:tcW w:w="1701" w:type="dxa"/>
            <w:shd w:val="clear" w:color="auto" w:fill="auto"/>
            <w:noWrap/>
            <w:tcMar>
              <w:left w:w="57" w:type="dxa"/>
              <w:right w:w="57" w:type="dxa"/>
            </w:tcMar>
            <w:vAlign w:val="center"/>
          </w:tcPr>
          <w:p w:rsidR="00C56832" w:rsidRPr="008E2BAF" w:rsidRDefault="00C56832" w:rsidP="00C1137D">
            <w:pPr>
              <w:pStyle w:val="ac"/>
            </w:pPr>
          </w:p>
        </w:tc>
      </w:tr>
      <w:tr w:rsidR="00C56832" w:rsidRPr="008E2BAF" w:rsidTr="00C1137D">
        <w:trPr>
          <w:cantSplit/>
          <w:trHeight w:hRule="exact" w:val="454"/>
          <w:jc w:val="center"/>
        </w:trPr>
        <w:tc>
          <w:tcPr>
            <w:tcW w:w="3119" w:type="dxa"/>
            <w:shd w:val="clear" w:color="auto" w:fill="auto"/>
            <w:noWrap/>
            <w:tcMar>
              <w:left w:w="57" w:type="dxa"/>
              <w:right w:w="57" w:type="dxa"/>
            </w:tcMar>
            <w:vAlign w:val="center"/>
          </w:tcPr>
          <w:p w:rsidR="00C56832" w:rsidRPr="00E879BA" w:rsidRDefault="00C56832" w:rsidP="00C56832">
            <w:pPr>
              <w:pStyle w:val="ac"/>
              <w:jc w:val="left"/>
            </w:pPr>
          </w:p>
        </w:tc>
        <w:tc>
          <w:tcPr>
            <w:tcW w:w="5523" w:type="dxa"/>
            <w:shd w:val="clear" w:color="auto" w:fill="auto"/>
            <w:noWrap/>
            <w:tcMar>
              <w:left w:w="57" w:type="dxa"/>
              <w:right w:w="57" w:type="dxa"/>
            </w:tcMar>
            <w:vAlign w:val="center"/>
          </w:tcPr>
          <w:p w:rsidR="00C56832" w:rsidRPr="00E879BA" w:rsidRDefault="00C56832" w:rsidP="00557696">
            <w:pPr>
              <w:pStyle w:val="ae"/>
            </w:pPr>
            <w:r w:rsidRPr="00775E46">
              <w:t xml:space="preserve">с кадастровым номером № 40:13:031102:2190 </w:t>
            </w:r>
          </w:p>
        </w:tc>
        <w:tc>
          <w:tcPr>
            <w:tcW w:w="1701" w:type="dxa"/>
            <w:shd w:val="clear" w:color="auto" w:fill="auto"/>
            <w:noWrap/>
            <w:tcMar>
              <w:left w:w="57" w:type="dxa"/>
              <w:right w:w="57" w:type="dxa"/>
            </w:tcMar>
            <w:vAlign w:val="center"/>
          </w:tcPr>
          <w:p w:rsidR="00C56832" w:rsidRPr="008E2BAF" w:rsidRDefault="00C56832" w:rsidP="00C1137D">
            <w:pPr>
              <w:pStyle w:val="ac"/>
            </w:pPr>
          </w:p>
        </w:tc>
      </w:tr>
      <w:tr w:rsidR="00C56832" w:rsidRPr="008E2BAF" w:rsidTr="00C1137D">
        <w:trPr>
          <w:cantSplit/>
          <w:trHeight w:hRule="exact" w:val="454"/>
          <w:jc w:val="center"/>
        </w:trPr>
        <w:tc>
          <w:tcPr>
            <w:tcW w:w="3119" w:type="dxa"/>
            <w:shd w:val="clear" w:color="auto" w:fill="auto"/>
            <w:noWrap/>
            <w:tcMar>
              <w:left w:w="57" w:type="dxa"/>
              <w:right w:w="57" w:type="dxa"/>
            </w:tcMar>
            <w:vAlign w:val="center"/>
          </w:tcPr>
          <w:p w:rsidR="00C56832" w:rsidRPr="00E879BA" w:rsidRDefault="00C77597" w:rsidP="00C56832">
            <w:pPr>
              <w:pStyle w:val="ac"/>
              <w:jc w:val="left"/>
            </w:pPr>
            <w:r>
              <w:t>Приложение 16</w:t>
            </w:r>
          </w:p>
        </w:tc>
        <w:tc>
          <w:tcPr>
            <w:tcW w:w="5523" w:type="dxa"/>
            <w:shd w:val="clear" w:color="auto" w:fill="auto"/>
            <w:noWrap/>
            <w:tcMar>
              <w:left w:w="57" w:type="dxa"/>
              <w:right w:w="57" w:type="dxa"/>
            </w:tcMar>
            <w:vAlign w:val="center"/>
          </w:tcPr>
          <w:p w:rsidR="00C56832" w:rsidRPr="00114DD7" w:rsidRDefault="00C77597" w:rsidP="00557696">
            <w:pPr>
              <w:pStyle w:val="ae"/>
            </w:pPr>
            <w:r>
              <w:t xml:space="preserve">Договор №37 от 22.03.2016г. </w:t>
            </w:r>
          </w:p>
        </w:tc>
        <w:tc>
          <w:tcPr>
            <w:tcW w:w="1701" w:type="dxa"/>
            <w:shd w:val="clear" w:color="auto" w:fill="auto"/>
            <w:noWrap/>
            <w:tcMar>
              <w:left w:w="57" w:type="dxa"/>
              <w:right w:w="57" w:type="dxa"/>
            </w:tcMar>
            <w:vAlign w:val="center"/>
          </w:tcPr>
          <w:p w:rsidR="00C56832" w:rsidRPr="008E2BAF" w:rsidRDefault="006D1FF0" w:rsidP="00C1137D">
            <w:pPr>
              <w:pStyle w:val="ac"/>
            </w:pPr>
            <w:r>
              <w:t>63</w:t>
            </w: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Pr="00E879BA" w:rsidRDefault="0009554E" w:rsidP="00DA3C02">
            <w:pPr>
              <w:pStyle w:val="ac"/>
              <w:jc w:val="left"/>
            </w:pPr>
            <w:r>
              <w:t>Приложение 1</w:t>
            </w:r>
            <w:r w:rsidR="00DA3C02">
              <w:t>7</w:t>
            </w:r>
          </w:p>
        </w:tc>
        <w:tc>
          <w:tcPr>
            <w:tcW w:w="5523" w:type="dxa"/>
            <w:shd w:val="clear" w:color="auto" w:fill="auto"/>
            <w:noWrap/>
            <w:tcMar>
              <w:left w:w="57" w:type="dxa"/>
              <w:right w:w="57" w:type="dxa"/>
            </w:tcMar>
            <w:vAlign w:val="center"/>
          </w:tcPr>
          <w:p w:rsidR="0009554E" w:rsidRPr="00114DD7" w:rsidRDefault="0009554E" w:rsidP="00061122">
            <w:pPr>
              <w:pStyle w:val="ae"/>
            </w:pPr>
            <w:r w:rsidRPr="000E2D26">
              <w:t xml:space="preserve">Технические условия от </w:t>
            </w:r>
            <w:r w:rsidR="00061122">
              <w:t>11</w:t>
            </w:r>
            <w:r w:rsidRPr="000E2D26">
              <w:t>.0</w:t>
            </w:r>
            <w:r w:rsidR="00061122">
              <w:t>5</w:t>
            </w:r>
            <w:r w:rsidRPr="000E2D26">
              <w:t>.201</w:t>
            </w:r>
            <w:r>
              <w:t>6</w:t>
            </w:r>
            <w:r w:rsidRPr="000E2D26">
              <w:t>г.</w:t>
            </w:r>
          </w:p>
        </w:tc>
        <w:tc>
          <w:tcPr>
            <w:tcW w:w="1701" w:type="dxa"/>
            <w:shd w:val="clear" w:color="auto" w:fill="auto"/>
            <w:noWrap/>
            <w:tcMar>
              <w:left w:w="57" w:type="dxa"/>
              <w:right w:w="57" w:type="dxa"/>
            </w:tcMar>
            <w:vAlign w:val="center"/>
          </w:tcPr>
          <w:p w:rsidR="0009554E" w:rsidRPr="008E2BAF" w:rsidRDefault="006D1FF0" w:rsidP="00C1137D">
            <w:pPr>
              <w:pStyle w:val="ac"/>
            </w:pPr>
            <w:r>
              <w:t>65</w:t>
            </w: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Pr="00E879BA" w:rsidRDefault="0009554E" w:rsidP="00DA3C02">
            <w:pPr>
              <w:pStyle w:val="ac"/>
              <w:jc w:val="left"/>
            </w:pPr>
            <w:r>
              <w:t>Приложение 1</w:t>
            </w:r>
            <w:r w:rsidR="00DA3C02">
              <w:t>8</w:t>
            </w:r>
          </w:p>
        </w:tc>
        <w:tc>
          <w:tcPr>
            <w:tcW w:w="5523" w:type="dxa"/>
            <w:shd w:val="clear" w:color="auto" w:fill="auto"/>
            <w:noWrap/>
            <w:tcMar>
              <w:left w:w="57" w:type="dxa"/>
              <w:right w:w="57" w:type="dxa"/>
            </w:tcMar>
            <w:vAlign w:val="center"/>
          </w:tcPr>
          <w:p w:rsidR="0009554E" w:rsidRPr="00114DD7" w:rsidRDefault="0009554E" w:rsidP="00557696">
            <w:pPr>
              <w:pStyle w:val="ae"/>
            </w:pPr>
            <w:r w:rsidRPr="000E2D26">
              <w:t xml:space="preserve">Технические условия № </w:t>
            </w:r>
            <w:r>
              <w:t>85</w:t>
            </w:r>
            <w:r w:rsidRPr="000E2D26">
              <w:t xml:space="preserve"> от </w:t>
            </w:r>
            <w:r>
              <w:t>07</w:t>
            </w:r>
            <w:r w:rsidRPr="000E2D26">
              <w:t>.0</w:t>
            </w:r>
            <w:r>
              <w:t>4</w:t>
            </w:r>
            <w:r w:rsidRPr="000E2D26">
              <w:t>.201</w:t>
            </w:r>
            <w:r>
              <w:t>6</w:t>
            </w:r>
            <w:r w:rsidRPr="000E2D26">
              <w:t>г.</w:t>
            </w:r>
          </w:p>
        </w:tc>
        <w:tc>
          <w:tcPr>
            <w:tcW w:w="1701" w:type="dxa"/>
            <w:shd w:val="clear" w:color="auto" w:fill="auto"/>
            <w:noWrap/>
            <w:tcMar>
              <w:left w:w="57" w:type="dxa"/>
              <w:right w:w="57" w:type="dxa"/>
            </w:tcMar>
            <w:vAlign w:val="center"/>
          </w:tcPr>
          <w:p w:rsidR="0009554E" w:rsidRPr="008E2BAF" w:rsidRDefault="006D1FF0" w:rsidP="00C1137D">
            <w:pPr>
              <w:pStyle w:val="ac"/>
            </w:pPr>
            <w:r>
              <w:t>66</w:t>
            </w: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Default="0009554E" w:rsidP="00557696">
            <w:pPr>
              <w:pStyle w:val="ac"/>
              <w:jc w:val="left"/>
            </w:pPr>
          </w:p>
        </w:tc>
        <w:tc>
          <w:tcPr>
            <w:tcW w:w="5523" w:type="dxa"/>
            <w:shd w:val="clear" w:color="auto" w:fill="auto"/>
            <w:noWrap/>
            <w:tcMar>
              <w:left w:w="57" w:type="dxa"/>
              <w:right w:w="57" w:type="dxa"/>
            </w:tcMar>
            <w:vAlign w:val="center"/>
          </w:tcPr>
          <w:p w:rsidR="0009554E" w:rsidRPr="000E2D26" w:rsidRDefault="0009554E" w:rsidP="00557696">
            <w:pPr>
              <w:pStyle w:val="ae"/>
            </w:pPr>
          </w:p>
        </w:tc>
        <w:tc>
          <w:tcPr>
            <w:tcW w:w="1701" w:type="dxa"/>
            <w:shd w:val="clear" w:color="auto" w:fill="auto"/>
            <w:noWrap/>
            <w:tcMar>
              <w:left w:w="57" w:type="dxa"/>
              <w:right w:w="57" w:type="dxa"/>
            </w:tcMar>
            <w:vAlign w:val="center"/>
          </w:tcPr>
          <w:p w:rsidR="0009554E" w:rsidRPr="008E2BAF" w:rsidRDefault="0009554E" w:rsidP="00C1137D">
            <w:pPr>
              <w:pStyle w:val="ac"/>
            </w:pP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Pr="00E879BA" w:rsidRDefault="0009554E" w:rsidP="00557696">
            <w:pPr>
              <w:pStyle w:val="ac"/>
              <w:jc w:val="left"/>
            </w:pPr>
          </w:p>
        </w:tc>
        <w:tc>
          <w:tcPr>
            <w:tcW w:w="5523" w:type="dxa"/>
            <w:shd w:val="clear" w:color="auto" w:fill="auto"/>
            <w:noWrap/>
            <w:tcMar>
              <w:left w:w="57" w:type="dxa"/>
              <w:right w:w="57" w:type="dxa"/>
            </w:tcMar>
            <w:vAlign w:val="center"/>
          </w:tcPr>
          <w:p w:rsidR="0009554E" w:rsidRPr="00114DD7" w:rsidRDefault="0009554E" w:rsidP="00557696">
            <w:pPr>
              <w:pStyle w:val="ae"/>
            </w:pPr>
          </w:p>
        </w:tc>
        <w:tc>
          <w:tcPr>
            <w:tcW w:w="1701" w:type="dxa"/>
            <w:shd w:val="clear" w:color="auto" w:fill="auto"/>
            <w:noWrap/>
            <w:tcMar>
              <w:left w:w="57" w:type="dxa"/>
              <w:right w:w="57" w:type="dxa"/>
            </w:tcMar>
            <w:vAlign w:val="center"/>
          </w:tcPr>
          <w:p w:rsidR="0009554E" w:rsidRPr="008E2BAF" w:rsidRDefault="0009554E" w:rsidP="00C1137D">
            <w:pPr>
              <w:pStyle w:val="ac"/>
            </w:pP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Pr="00E879BA" w:rsidRDefault="0009554E" w:rsidP="00557696">
            <w:pPr>
              <w:pStyle w:val="ac"/>
              <w:jc w:val="left"/>
            </w:pPr>
          </w:p>
        </w:tc>
        <w:tc>
          <w:tcPr>
            <w:tcW w:w="5523" w:type="dxa"/>
            <w:shd w:val="clear" w:color="auto" w:fill="auto"/>
            <w:noWrap/>
            <w:tcMar>
              <w:left w:w="57" w:type="dxa"/>
              <w:right w:w="57" w:type="dxa"/>
            </w:tcMar>
            <w:vAlign w:val="center"/>
          </w:tcPr>
          <w:p w:rsidR="0009554E" w:rsidRPr="00114DD7" w:rsidRDefault="0009554E" w:rsidP="00557696">
            <w:pPr>
              <w:pStyle w:val="ae"/>
            </w:pPr>
          </w:p>
        </w:tc>
        <w:tc>
          <w:tcPr>
            <w:tcW w:w="1701" w:type="dxa"/>
            <w:shd w:val="clear" w:color="auto" w:fill="auto"/>
            <w:noWrap/>
            <w:tcMar>
              <w:left w:w="57" w:type="dxa"/>
              <w:right w:w="57" w:type="dxa"/>
            </w:tcMar>
            <w:vAlign w:val="center"/>
          </w:tcPr>
          <w:p w:rsidR="0009554E" w:rsidRPr="008E2BAF" w:rsidRDefault="0009554E" w:rsidP="00C1137D">
            <w:pPr>
              <w:pStyle w:val="ac"/>
            </w:pP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Pr="00E879BA" w:rsidRDefault="0009554E" w:rsidP="00557696">
            <w:pPr>
              <w:pStyle w:val="ac"/>
              <w:jc w:val="left"/>
            </w:pPr>
          </w:p>
        </w:tc>
        <w:tc>
          <w:tcPr>
            <w:tcW w:w="5523" w:type="dxa"/>
            <w:shd w:val="clear" w:color="auto" w:fill="auto"/>
            <w:noWrap/>
            <w:tcMar>
              <w:left w:w="57" w:type="dxa"/>
              <w:right w:w="57" w:type="dxa"/>
            </w:tcMar>
            <w:vAlign w:val="center"/>
          </w:tcPr>
          <w:p w:rsidR="0009554E" w:rsidRPr="00114DD7" w:rsidRDefault="0009554E" w:rsidP="00557696">
            <w:pPr>
              <w:pStyle w:val="ae"/>
            </w:pPr>
          </w:p>
        </w:tc>
        <w:tc>
          <w:tcPr>
            <w:tcW w:w="1701" w:type="dxa"/>
            <w:shd w:val="clear" w:color="auto" w:fill="auto"/>
            <w:noWrap/>
            <w:tcMar>
              <w:left w:w="57" w:type="dxa"/>
              <w:right w:w="57" w:type="dxa"/>
            </w:tcMar>
            <w:vAlign w:val="center"/>
          </w:tcPr>
          <w:p w:rsidR="0009554E" w:rsidRPr="008E2BAF" w:rsidRDefault="0009554E" w:rsidP="00C1137D">
            <w:pPr>
              <w:pStyle w:val="ac"/>
            </w:pP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Pr="00E879BA" w:rsidRDefault="0009554E" w:rsidP="00557696">
            <w:pPr>
              <w:pStyle w:val="ac"/>
              <w:jc w:val="left"/>
            </w:pPr>
          </w:p>
        </w:tc>
        <w:tc>
          <w:tcPr>
            <w:tcW w:w="5523" w:type="dxa"/>
            <w:shd w:val="clear" w:color="auto" w:fill="auto"/>
            <w:noWrap/>
            <w:tcMar>
              <w:left w:w="57" w:type="dxa"/>
              <w:right w:w="57" w:type="dxa"/>
            </w:tcMar>
            <w:vAlign w:val="center"/>
          </w:tcPr>
          <w:p w:rsidR="0009554E" w:rsidRPr="00114DD7" w:rsidRDefault="0009554E" w:rsidP="00557696">
            <w:pPr>
              <w:pStyle w:val="ae"/>
            </w:pPr>
          </w:p>
        </w:tc>
        <w:tc>
          <w:tcPr>
            <w:tcW w:w="1701" w:type="dxa"/>
            <w:shd w:val="clear" w:color="auto" w:fill="auto"/>
            <w:noWrap/>
            <w:tcMar>
              <w:left w:w="57" w:type="dxa"/>
              <w:right w:w="57" w:type="dxa"/>
            </w:tcMar>
            <w:vAlign w:val="center"/>
          </w:tcPr>
          <w:p w:rsidR="0009554E" w:rsidRPr="008E2BAF" w:rsidRDefault="0009554E" w:rsidP="00C1137D">
            <w:pPr>
              <w:pStyle w:val="ac"/>
            </w:pP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Pr="00E879BA" w:rsidRDefault="0009554E" w:rsidP="00557696">
            <w:pPr>
              <w:pStyle w:val="ac"/>
              <w:jc w:val="left"/>
            </w:pPr>
          </w:p>
        </w:tc>
        <w:tc>
          <w:tcPr>
            <w:tcW w:w="5523" w:type="dxa"/>
            <w:shd w:val="clear" w:color="auto" w:fill="auto"/>
            <w:noWrap/>
            <w:tcMar>
              <w:left w:w="57" w:type="dxa"/>
              <w:right w:w="57" w:type="dxa"/>
            </w:tcMar>
            <w:vAlign w:val="center"/>
          </w:tcPr>
          <w:p w:rsidR="0009554E" w:rsidRPr="00114DD7" w:rsidRDefault="0009554E" w:rsidP="00557696">
            <w:pPr>
              <w:pStyle w:val="ae"/>
            </w:pPr>
          </w:p>
        </w:tc>
        <w:tc>
          <w:tcPr>
            <w:tcW w:w="1701" w:type="dxa"/>
            <w:shd w:val="clear" w:color="auto" w:fill="auto"/>
            <w:noWrap/>
            <w:tcMar>
              <w:left w:w="57" w:type="dxa"/>
              <w:right w:w="57" w:type="dxa"/>
            </w:tcMar>
            <w:vAlign w:val="center"/>
          </w:tcPr>
          <w:p w:rsidR="0009554E" w:rsidRPr="008E2BAF" w:rsidRDefault="0009554E" w:rsidP="00C1137D">
            <w:pPr>
              <w:pStyle w:val="ac"/>
            </w:pPr>
          </w:p>
        </w:tc>
      </w:tr>
      <w:tr w:rsidR="0009554E" w:rsidRPr="008E2BAF" w:rsidTr="00C1137D">
        <w:trPr>
          <w:cantSplit/>
          <w:trHeight w:hRule="exact" w:val="454"/>
          <w:jc w:val="center"/>
        </w:trPr>
        <w:tc>
          <w:tcPr>
            <w:tcW w:w="3119" w:type="dxa"/>
            <w:shd w:val="clear" w:color="auto" w:fill="auto"/>
            <w:noWrap/>
            <w:tcMar>
              <w:left w:w="57" w:type="dxa"/>
              <w:right w:w="57" w:type="dxa"/>
            </w:tcMar>
            <w:vAlign w:val="center"/>
          </w:tcPr>
          <w:p w:rsidR="0009554E" w:rsidRPr="00E879BA" w:rsidRDefault="0009554E" w:rsidP="00557696">
            <w:pPr>
              <w:pStyle w:val="ac"/>
              <w:jc w:val="left"/>
            </w:pPr>
          </w:p>
        </w:tc>
        <w:tc>
          <w:tcPr>
            <w:tcW w:w="5523" w:type="dxa"/>
            <w:shd w:val="clear" w:color="auto" w:fill="auto"/>
            <w:noWrap/>
            <w:tcMar>
              <w:left w:w="57" w:type="dxa"/>
              <w:right w:w="57" w:type="dxa"/>
            </w:tcMar>
            <w:vAlign w:val="center"/>
          </w:tcPr>
          <w:p w:rsidR="0009554E" w:rsidRPr="00E879BA" w:rsidRDefault="0009554E" w:rsidP="00C64922">
            <w:pPr>
              <w:pStyle w:val="ae"/>
            </w:pPr>
          </w:p>
        </w:tc>
        <w:tc>
          <w:tcPr>
            <w:tcW w:w="1701" w:type="dxa"/>
            <w:shd w:val="clear" w:color="auto" w:fill="auto"/>
            <w:noWrap/>
            <w:tcMar>
              <w:left w:w="57" w:type="dxa"/>
              <w:right w:w="57" w:type="dxa"/>
            </w:tcMar>
            <w:vAlign w:val="center"/>
          </w:tcPr>
          <w:p w:rsidR="0009554E" w:rsidRPr="008E2BAF" w:rsidRDefault="0009554E"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C64922">
            <w:pPr>
              <w:pStyle w:val="ac"/>
              <w:jc w:val="left"/>
            </w:pPr>
          </w:p>
        </w:tc>
        <w:tc>
          <w:tcPr>
            <w:tcW w:w="5523" w:type="dxa"/>
            <w:shd w:val="clear" w:color="auto" w:fill="auto"/>
            <w:noWrap/>
            <w:tcMar>
              <w:left w:w="57" w:type="dxa"/>
              <w:right w:w="57" w:type="dxa"/>
            </w:tcMar>
            <w:vAlign w:val="center"/>
          </w:tcPr>
          <w:p w:rsidR="00C64922" w:rsidRPr="00E879BA" w:rsidRDefault="00C64922" w:rsidP="006D1FF0">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C56832">
            <w:pPr>
              <w:pStyle w:val="ac"/>
              <w:jc w:val="left"/>
            </w:pPr>
          </w:p>
        </w:tc>
        <w:tc>
          <w:tcPr>
            <w:tcW w:w="5523" w:type="dxa"/>
            <w:shd w:val="clear" w:color="auto" w:fill="auto"/>
            <w:noWrap/>
            <w:tcMar>
              <w:left w:w="57" w:type="dxa"/>
              <w:right w:w="57" w:type="dxa"/>
            </w:tcMar>
            <w:vAlign w:val="center"/>
          </w:tcPr>
          <w:p w:rsidR="00C64922" w:rsidRPr="00E879BA" w:rsidRDefault="00C64922" w:rsidP="00C1137D">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557696">
            <w:pPr>
              <w:pStyle w:val="ac"/>
              <w:jc w:val="left"/>
            </w:pPr>
          </w:p>
        </w:tc>
        <w:tc>
          <w:tcPr>
            <w:tcW w:w="5523" w:type="dxa"/>
            <w:shd w:val="clear" w:color="auto" w:fill="auto"/>
            <w:noWrap/>
            <w:tcMar>
              <w:left w:w="57" w:type="dxa"/>
              <w:right w:w="57" w:type="dxa"/>
            </w:tcMar>
            <w:vAlign w:val="center"/>
          </w:tcPr>
          <w:p w:rsidR="00C64922" w:rsidRPr="00114DD7" w:rsidRDefault="00C64922" w:rsidP="00557696">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557696">
            <w:pPr>
              <w:pStyle w:val="ac"/>
              <w:jc w:val="left"/>
            </w:pPr>
          </w:p>
        </w:tc>
        <w:tc>
          <w:tcPr>
            <w:tcW w:w="5523" w:type="dxa"/>
            <w:shd w:val="clear" w:color="auto" w:fill="auto"/>
            <w:noWrap/>
            <w:tcMar>
              <w:left w:w="57" w:type="dxa"/>
              <w:right w:w="57" w:type="dxa"/>
            </w:tcMar>
            <w:vAlign w:val="center"/>
          </w:tcPr>
          <w:p w:rsidR="00C64922" w:rsidRPr="00114DD7" w:rsidRDefault="00C64922" w:rsidP="00557696">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557696">
            <w:pPr>
              <w:pStyle w:val="ac"/>
              <w:jc w:val="left"/>
            </w:pPr>
          </w:p>
        </w:tc>
        <w:tc>
          <w:tcPr>
            <w:tcW w:w="5523" w:type="dxa"/>
            <w:shd w:val="clear" w:color="auto" w:fill="auto"/>
            <w:noWrap/>
            <w:tcMar>
              <w:left w:w="57" w:type="dxa"/>
              <w:right w:w="57" w:type="dxa"/>
            </w:tcMar>
            <w:vAlign w:val="center"/>
          </w:tcPr>
          <w:p w:rsidR="00C64922" w:rsidRPr="00114DD7" w:rsidRDefault="00C64922" w:rsidP="00557696">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557696">
            <w:pPr>
              <w:pStyle w:val="ac"/>
              <w:jc w:val="left"/>
            </w:pPr>
          </w:p>
        </w:tc>
        <w:tc>
          <w:tcPr>
            <w:tcW w:w="5523" w:type="dxa"/>
            <w:shd w:val="clear" w:color="auto" w:fill="auto"/>
            <w:noWrap/>
            <w:tcMar>
              <w:left w:w="57" w:type="dxa"/>
              <w:right w:w="57" w:type="dxa"/>
            </w:tcMar>
            <w:vAlign w:val="center"/>
          </w:tcPr>
          <w:p w:rsidR="00C64922" w:rsidRPr="00114DD7" w:rsidRDefault="00C64922" w:rsidP="00557696">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557696">
            <w:pPr>
              <w:pStyle w:val="ac"/>
              <w:jc w:val="left"/>
            </w:pPr>
          </w:p>
        </w:tc>
        <w:tc>
          <w:tcPr>
            <w:tcW w:w="5523" w:type="dxa"/>
            <w:shd w:val="clear" w:color="auto" w:fill="auto"/>
            <w:noWrap/>
            <w:tcMar>
              <w:left w:w="57" w:type="dxa"/>
              <w:right w:w="57" w:type="dxa"/>
            </w:tcMar>
            <w:vAlign w:val="center"/>
          </w:tcPr>
          <w:p w:rsidR="00C64922" w:rsidRPr="00114DD7" w:rsidRDefault="00C64922" w:rsidP="00557696">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557696">
            <w:pPr>
              <w:pStyle w:val="ac"/>
              <w:jc w:val="left"/>
            </w:pPr>
          </w:p>
        </w:tc>
        <w:tc>
          <w:tcPr>
            <w:tcW w:w="5523" w:type="dxa"/>
            <w:shd w:val="clear" w:color="auto" w:fill="auto"/>
            <w:noWrap/>
            <w:tcMar>
              <w:left w:w="57" w:type="dxa"/>
              <w:right w:w="57" w:type="dxa"/>
            </w:tcMar>
            <w:vAlign w:val="center"/>
          </w:tcPr>
          <w:p w:rsidR="00C64922" w:rsidRPr="00E879BA" w:rsidRDefault="00C64922" w:rsidP="00557696">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C56832">
            <w:pPr>
              <w:pStyle w:val="ac"/>
              <w:jc w:val="left"/>
            </w:pPr>
          </w:p>
        </w:tc>
        <w:tc>
          <w:tcPr>
            <w:tcW w:w="5523" w:type="dxa"/>
            <w:shd w:val="clear" w:color="auto" w:fill="auto"/>
            <w:noWrap/>
            <w:tcMar>
              <w:left w:w="57" w:type="dxa"/>
              <w:right w:w="57" w:type="dxa"/>
            </w:tcMar>
            <w:vAlign w:val="center"/>
          </w:tcPr>
          <w:p w:rsidR="00C64922" w:rsidRPr="00E879BA" w:rsidRDefault="00C64922" w:rsidP="00C1137D">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r w:rsidR="00C64922" w:rsidRPr="008E2BAF" w:rsidTr="00C1137D">
        <w:trPr>
          <w:cantSplit/>
          <w:trHeight w:hRule="exact" w:val="454"/>
          <w:jc w:val="center"/>
        </w:trPr>
        <w:tc>
          <w:tcPr>
            <w:tcW w:w="3119" w:type="dxa"/>
            <w:shd w:val="clear" w:color="auto" w:fill="auto"/>
            <w:noWrap/>
            <w:tcMar>
              <w:left w:w="57" w:type="dxa"/>
              <w:right w:w="57" w:type="dxa"/>
            </w:tcMar>
            <w:vAlign w:val="center"/>
          </w:tcPr>
          <w:p w:rsidR="00C64922" w:rsidRPr="00E879BA" w:rsidRDefault="00C64922" w:rsidP="00C56832">
            <w:pPr>
              <w:pStyle w:val="ac"/>
              <w:jc w:val="left"/>
            </w:pPr>
          </w:p>
        </w:tc>
        <w:tc>
          <w:tcPr>
            <w:tcW w:w="5523" w:type="dxa"/>
            <w:shd w:val="clear" w:color="auto" w:fill="auto"/>
            <w:noWrap/>
            <w:tcMar>
              <w:left w:w="57" w:type="dxa"/>
              <w:right w:w="57" w:type="dxa"/>
            </w:tcMar>
            <w:vAlign w:val="center"/>
          </w:tcPr>
          <w:p w:rsidR="00C64922" w:rsidRPr="00E879BA" w:rsidRDefault="00C64922" w:rsidP="00C1137D">
            <w:pPr>
              <w:pStyle w:val="ae"/>
            </w:pPr>
          </w:p>
        </w:tc>
        <w:tc>
          <w:tcPr>
            <w:tcW w:w="1701" w:type="dxa"/>
            <w:shd w:val="clear" w:color="auto" w:fill="auto"/>
            <w:noWrap/>
            <w:tcMar>
              <w:left w:w="57" w:type="dxa"/>
              <w:right w:w="57" w:type="dxa"/>
            </w:tcMar>
            <w:vAlign w:val="center"/>
          </w:tcPr>
          <w:p w:rsidR="00C64922" w:rsidRPr="008E2BAF" w:rsidRDefault="00C64922" w:rsidP="00C1137D">
            <w:pPr>
              <w:pStyle w:val="ac"/>
            </w:pPr>
          </w:p>
        </w:tc>
      </w:tr>
    </w:tbl>
    <w:p w:rsidR="006D5230" w:rsidRDefault="006D5230" w:rsidP="00F32CFB">
      <w:pPr>
        <w:rPr>
          <w:rFonts w:ascii="Times New Roman" w:hAnsi="Times New Roman"/>
          <w:szCs w:val="24"/>
        </w:rPr>
      </w:pPr>
    </w:p>
    <w:p w:rsidR="005F7540" w:rsidRPr="00973F00" w:rsidRDefault="005F7540" w:rsidP="00F32CFB">
      <w:pPr>
        <w:rPr>
          <w:rFonts w:ascii="Times New Roman" w:hAnsi="Times New Roman"/>
          <w:szCs w:val="24"/>
        </w:rPr>
        <w:sectPr w:rsidR="005F7540" w:rsidRPr="00973F00" w:rsidSect="00672FA7">
          <w:footerReference w:type="default" r:id="rId18"/>
          <w:pgSz w:w="11906" w:h="16838" w:code="9"/>
          <w:pgMar w:top="232" w:right="454" w:bottom="454" w:left="1134" w:header="454" w:footer="454" w:gutter="0"/>
          <w:pgBorders>
            <w:top w:val="single" w:sz="12" w:space="0" w:color="auto"/>
            <w:left w:val="single" w:sz="12" w:space="0" w:color="auto"/>
            <w:bottom w:val="single" w:sz="12" w:space="0" w:color="auto"/>
            <w:right w:val="single" w:sz="12" w:space="0" w:color="auto"/>
          </w:pgBorders>
          <w:cols w:space="708"/>
          <w:docGrid w:linePitch="360"/>
        </w:sectPr>
      </w:pPr>
    </w:p>
    <w:p w:rsidR="005674B2" w:rsidRDefault="005674B2" w:rsidP="005674B2">
      <w:pPr>
        <w:pStyle w:val="12"/>
      </w:pPr>
      <w:r w:rsidRPr="005674B2">
        <w:rPr>
          <w:b/>
        </w:rPr>
        <w:t>1 Исходные данные для проектирования</w:t>
      </w:r>
    </w:p>
    <w:p w:rsidR="005674B2" w:rsidRDefault="005674B2" w:rsidP="005674B2">
      <w:pPr>
        <w:pStyle w:val="12"/>
      </w:pPr>
    </w:p>
    <w:p w:rsidR="005674B2" w:rsidRDefault="005674B2" w:rsidP="005674B2">
      <w:pPr>
        <w:pStyle w:val="12"/>
        <w:jc w:val="both"/>
      </w:pPr>
      <w:r>
        <w:t>1.</w:t>
      </w:r>
      <w:r w:rsidR="006D1FF0">
        <w:t xml:space="preserve"> </w:t>
      </w:r>
      <w:r>
        <w:t>Постановление Администрации (исполнительно-распорядительный орган) городского поселени</w:t>
      </w:r>
      <w:r w:rsidR="00973F00">
        <w:t>я</w:t>
      </w:r>
      <w:r>
        <w:t xml:space="preserve"> «Город Малоярославец» Калужской области № 13 от 1</w:t>
      </w:r>
      <w:r w:rsidR="00973F00">
        <w:t>6</w:t>
      </w:r>
      <w:r w:rsidR="006D1FF0">
        <w:t xml:space="preserve"> января 2015г.</w:t>
      </w:r>
    </w:p>
    <w:p w:rsidR="005674B2" w:rsidRDefault="005674B2" w:rsidP="005674B2">
      <w:pPr>
        <w:pStyle w:val="12"/>
        <w:jc w:val="both"/>
      </w:pPr>
      <w:r>
        <w:t>2.</w:t>
      </w:r>
      <w:r w:rsidR="006D1FF0">
        <w:t xml:space="preserve"> </w:t>
      </w:r>
      <w:r>
        <w:t xml:space="preserve">Задание на разработку проекта планировки территории жилой застройки в границах: ул. </w:t>
      </w:r>
      <w:proofErr w:type="spellStart"/>
      <w:r>
        <w:t>О.Колесниковой</w:t>
      </w:r>
      <w:proofErr w:type="spellEnd"/>
      <w:r>
        <w:t xml:space="preserve">, ул. </w:t>
      </w:r>
      <w:proofErr w:type="gramStart"/>
      <w:r>
        <w:t>Московская</w:t>
      </w:r>
      <w:proofErr w:type="gramEnd"/>
      <w:r>
        <w:t>, ул. Энтузиастов в городе Ма</w:t>
      </w:r>
      <w:r w:rsidR="00C77597">
        <w:t>лоярославец</w:t>
      </w:r>
      <w:r>
        <w:t xml:space="preserve"> Калужс</w:t>
      </w:r>
      <w:r w:rsidR="006D1FF0">
        <w:t>кой области</w:t>
      </w:r>
    </w:p>
    <w:p w:rsidR="005674B2" w:rsidRDefault="005674B2" w:rsidP="005674B2">
      <w:pPr>
        <w:pStyle w:val="12"/>
        <w:jc w:val="both"/>
      </w:pPr>
      <w:r>
        <w:t xml:space="preserve">3. Постановление </w:t>
      </w:r>
      <w:proofErr w:type="spellStart"/>
      <w:r>
        <w:t>Малоярославецкой</w:t>
      </w:r>
      <w:proofErr w:type="spellEnd"/>
      <w:r>
        <w:t xml:space="preserve"> районной администрации муниципального района «</w:t>
      </w:r>
      <w:proofErr w:type="spellStart"/>
      <w:r>
        <w:t>Малоярославецкий</w:t>
      </w:r>
      <w:proofErr w:type="spellEnd"/>
      <w:r w:rsidR="006D1FF0">
        <w:t xml:space="preserve"> район» № 1168 от 12.07.2013г.</w:t>
      </w:r>
    </w:p>
    <w:p w:rsidR="005674B2" w:rsidRDefault="005674B2" w:rsidP="005674B2">
      <w:pPr>
        <w:pStyle w:val="12"/>
        <w:jc w:val="both"/>
      </w:pPr>
      <w:r>
        <w:t xml:space="preserve">4. Акт выбора земельного участка для проектирования и строительства торгового комплекса в г. Малоярославец, ул. </w:t>
      </w:r>
      <w:proofErr w:type="gramStart"/>
      <w:r>
        <w:t>Московская</w:t>
      </w:r>
      <w:proofErr w:type="gramEnd"/>
      <w:r>
        <w:t>, вблизи жилого дома №59 городского поселения «Город Мало</w:t>
      </w:r>
      <w:r w:rsidR="006D1FF0">
        <w:t>ярославец» № 1166 от 12.07 2013</w:t>
      </w:r>
      <w:r>
        <w:t xml:space="preserve">г. </w:t>
      </w:r>
    </w:p>
    <w:p w:rsidR="005674B2" w:rsidRDefault="005674B2" w:rsidP="005674B2">
      <w:pPr>
        <w:pStyle w:val="12"/>
        <w:jc w:val="both"/>
      </w:pPr>
      <w:r>
        <w:t xml:space="preserve">5. Договор Аренды земельного участка с кадастровым номером № </w:t>
      </w:r>
      <w:r w:rsidR="006D1FF0">
        <w:t>40:13:030426:1481 от 18.12.2014</w:t>
      </w:r>
      <w:r>
        <w:t>г</w:t>
      </w:r>
      <w:r w:rsidR="006D1FF0">
        <w:t>.</w:t>
      </w:r>
    </w:p>
    <w:p w:rsidR="005674B2" w:rsidRDefault="005674B2" w:rsidP="005674B2">
      <w:pPr>
        <w:pStyle w:val="12"/>
        <w:jc w:val="both"/>
      </w:pPr>
      <w:r>
        <w:t xml:space="preserve">6. Договор Аренды земельного участка с кадастровым номером № </w:t>
      </w:r>
      <w:r w:rsidR="006D1FF0">
        <w:t>40:13:031102:2190 от 30.05.2012</w:t>
      </w:r>
      <w:r>
        <w:t>г</w:t>
      </w:r>
      <w:r w:rsidR="006D1FF0">
        <w:t>.</w:t>
      </w:r>
    </w:p>
    <w:p w:rsidR="005674B2" w:rsidRDefault="00B70745" w:rsidP="005674B2">
      <w:pPr>
        <w:pStyle w:val="12"/>
        <w:jc w:val="both"/>
      </w:pPr>
      <w:r>
        <w:t>7</w:t>
      </w:r>
      <w:r w:rsidR="005674B2">
        <w:t>. Кадастровая выписка о земельном участке с №№ 40:13:030426:1481</w:t>
      </w:r>
    </w:p>
    <w:p w:rsidR="005674B2" w:rsidRDefault="00B70745" w:rsidP="005674B2">
      <w:pPr>
        <w:pStyle w:val="12"/>
        <w:jc w:val="both"/>
      </w:pPr>
      <w:r>
        <w:t>8</w:t>
      </w:r>
      <w:r w:rsidR="005674B2">
        <w:t>. Кадастровая выписка о земельном участке с №№ 40:13:031102:2190</w:t>
      </w:r>
    </w:p>
    <w:p w:rsidR="005674B2" w:rsidRDefault="00B70745" w:rsidP="005674B2">
      <w:pPr>
        <w:pStyle w:val="12"/>
        <w:jc w:val="both"/>
      </w:pPr>
      <w:r>
        <w:t>9</w:t>
      </w:r>
      <w:r w:rsidR="005674B2">
        <w:t>.Договор о закреплении прилегающей территории в устан</w:t>
      </w:r>
      <w:r w:rsidR="006D1FF0">
        <w:t>овленных границах от 11.11.2015</w:t>
      </w:r>
      <w:r w:rsidR="005674B2">
        <w:t>г.</w:t>
      </w:r>
    </w:p>
    <w:p w:rsidR="005674B2" w:rsidRDefault="005674B2" w:rsidP="005674B2">
      <w:pPr>
        <w:pStyle w:val="12"/>
        <w:jc w:val="both"/>
      </w:pPr>
      <w:r>
        <w:t>1</w:t>
      </w:r>
      <w:r w:rsidR="00B70745">
        <w:t>0</w:t>
      </w:r>
      <w:r>
        <w:t>.Техничес</w:t>
      </w:r>
      <w:r w:rsidR="006D1FF0">
        <w:t>кие условия № 328 от 06.04.2016</w:t>
      </w:r>
      <w:r>
        <w:t>г.</w:t>
      </w:r>
    </w:p>
    <w:p w:rsidR="005674B2" w:rsidRDefault="005674B2" w:rsidP="005674B2">
      <w:pPr>
        <w:pStyle w:val="12"/>
        <w:jc w:val="both"/>
      </w:pPr>
      <w:r>
        <w:t>1</w:t>
      </w:r>
      <w:r w:rsidR="00B70745">
        <w:t>1</w:t>
      </w:r>
      <w:r>
        <w:t>. Техничес</w:t>
      </w:r>
      <w:r w:rsidR="006D1FF0">
        <w:t>кие условия № 495 от 04.04.2016</w:t>
      </w:r>
      <w:r>
        <w:t>г.</w:t>
      </w:r>
    </w:p>
    <w:p w:rsidR="005674B2" w:rsidRDefault="005674B2" w:rsidP="005674B2">
      <w:pPr>
        <w:pStyle w:val="12"/>
        <w:jc w:val="both"/>
      </w:pPr>
      <w:r>
        <w:t>1</w:t>
      </w:r>
      <w:r w:rsidR="00B70745">
        <w:t>2</w:t>
      </w:r>
      <w:r>
        <w:t>. Технически</w:t>
      </w:r>
      <w:r w:rsidR="006D1FF0">
        <w:t>е условия № 466/1 от 20.11.2014</w:t>
      </w:r>
      <w:r>
        <w:t>г.</w:t>
      </w:r>
    </w:p>
    <w:p w:rsidR="008B0395" w:rsidRDefault="005674B2" w:rsidP="005674B2">
      <w:pPr>
        <w:pStyle w:val="12"/>
        <w:jc w:val="both"/>
      </w:pPr>
      <w:r>
        <w:t>1</w:t>
      </w:r>
      <w:r w:rsidR="00B70745">
        <w:t>3</w:t>
      </w:r>
      <w:r>
        <w:t>. Технические условия № 468 от 2</w:t>
      </w:r>
      <w:r w:rsidR="001E4699">
        <w:t>2</w:t>
      </w:r>
      <w:r w:rsidR="006D1FF0">
        <w:t>.10.2014</w:t>
      </w:r>
      <w:r>
        <w:t>г.</w:t>
      </w:r>
    </w:p>
    <w:p w:rsidR="005674B2" w:rsidRDefault="0009554E" w:rsidP="005674B2">
      <w:pPr>
        <w:pStyle w:val="12"/>
        <w:jc w:val="both"/>
      </w:pPr>
      <w:r>
        <w:t xml:space="preserve">14. </w:t>
      </w:r>
      <w:r w:rsidRPr="0009554E">
        <w:t>Те</w:t>
      </w:r>
      <w:r w:rsidR="006D1FF0">
        <w:t>хнические условия от 13.08.2015</w:t>
      </w:r>
      <w:r w:rsidRPr="0009554E">
        <w:t>г.</w:t>
      </w:r>
    </w:p>
    <w:p w:rsidR="00B70745" w:rsidRDefault="00B70745" w:rsidP="00B70745">
      <w:pPr>
        <w:pStyle w:val="12"/>
        <w:jc w:val="both"/>
      </w:pPr>
      <w:r>
        <w:t>15. Постановление Администрации МО городского поселения «Город Малоярославец»</w:t>
      </w:r>
      <w:r w:rsidR="001145B8">
        <w:t xml:space="preserve"> </w:t>
      </w:r>
      <w:r>
        <w:t>Калужской области № 776</w:t>
      </w:r>
      <w:r w:rsidR="001E4699">
        <w:t xml:space="preserve"> </w:t>
      </w:r>
      <w:r>
        <w:t>от 2</w:t>
      </w:r>
      <w:r w:rsidR="001E4699">
        <w:t>5</w:t>
      </w:r>
      <w:r>
        <w:t>.08.2015г. об утверждении градостроительного</w:t>
      </w:r>
      <w:r w:rsidR="00C77597">
        <w:t xml:space="preserve"> </w:t>
      </w:r>
      <w:r>
        <w:t>плана с кадастровым номером № 40:13:031102:2190</w:t>
      </w:r>
    </w:p>
    <w:p w:rsidR="00B70745" w:rsidRDefault="00DA3C02" w:rsidP="00B70745">
      <w:pPr>
        <w:pStyle w:val="12"/>
        <w:jc w:val="both"/>
      </w:pPr>
      <w:r>
        <w:t xml:space="preserve">16. </w:t>
      </w:r>
      <w:r w:rsidR="006D1FF0">
        <w:t>Договор №37 от 22.03.2016</w:t>
      </w:r>
      <w:r w:rsidRPr="00DA3C02">
        <w:t>г.</w:t>
      </w:r>
    </w:p>
    <w:p w:rsidR="00DA3C02" w:rsidRDefault="00DA3C02" w:rsidP="00B70745">
      <w:pPr>
        <w:pStyle w:val="12"/>
        <w:jc w:val="both"/>
      </w:pPr>
      <w:r>
        <w:t xml:space="preserve">17. </w:t>
      </w:r>
      <w:r w:rsidRPr="00DA3C02">
        <w:t>Те</w:t>
      </w:r>
      <w:r w:rsidR="006D1FF0">
        <w:t>хнические условия от 1</w:t>
      </w:r>
      <w:r w:rsidR="006D7F75">
        <w:t>1</w:t>
      </w:r>
      <w:r w:rsidR="006D1FF0">
        <w:t>.0</w:t>
      </w:r>
      <w:r w:rsidR="006D7F75">
        <w:t>5</w:t>
      </w:r>
      <w:r w:rsidR="006D1FF0">
        <w:t>.2016</w:t>
      </w:r>
      <w:r w:rsidRPr="00DA3C02">
        <w:t>г.</w:t>
      </w:r>
    </w:p>
    <w:p w:rsidR="00DA3C02" w:rsidRDefault="00DA3C02" w:rsidP="00B70745">
      <w:pPr>
        <w:pStyle w:val="12"/>
        <w:jc w:val="both"/>
      </w:pPr>
      <w:r>
        <w:t xml:space="preserve">18. </w:t>
      </w:r>
      <w:r w:rsidRPr="00DA3C02">
        <w:t>Техниче</w:t>
      </w:r>
      <w:r w:rsidR="006D1FF0">
        <w:t>ские условия № 85 от 07.04.2016</w:t>
      </w:r>
      <w:r w:rsidRPr="00DA3C02">
        <w:t>г.</w:t>
      </w:r>
    </w:p>
    <w:p w:rsidR="00DA3C02" w:rsidRDefault="00DA3C02" w:rsidP="00B70745">
      <w:pPr>
        <w:pStyle w:val="12"/>
        <w:jc w:val="both"/>
      </w:pPr>
    </w:p>
    <w:p w:rsidR="005674B2" w:rsidRPr="005674B2" w:rsidRDefault="005674B2" w:rsidP="005674B2">
      <w:pPr>
        <w:pStyle w:val="12"/>
        <w:jc w:val="both"/>
        <w:rPr>
          <w:b/>
        </w:rPr>
      </w:pPr>
      <w:r w:rsidRPr="005674B2">
        <w:rPr>
          <w:b/>
        </w:rPr>
        <w:t>2 Общие сведения</w:t>
      </w:r>
    </w:p>
    <w:p w:rsidR="005674B2" w:rsidRDefault="005674B2" w:rsidP="005674B2">
      <w:pPr>
        <w:pStyle w:val="12"/>
        <w:jc w:val="both"/>
      </w:pPr>
    </w:p>
    <w:p w:rsidR="005674B2" w:rsidRDefault="005674B2" w:rsidP="005674B2">
      <w:pPr>
        <w:pStyle w:val="12"/>
        <w:jc w:val="both"/>
      </w:pPr>
      <w:r>
        <w:t>Настоящий проект планировки разработан в соответствии с действующими законодательными и нормативными документами:</w:t>
      </w:r>
    </w:p>
    <w:p w:rsidR="005674B2" w:rsidRDefault="005674B2" w:rsidP="005674B2">
      <w:pPr>
        <w:pStyle w:val="12"/>
        <w:numPr>
          <w:ilvl w:val="0"/>
          <w:numId w:val="2"/>
        </w:numPr>
        <w:jc w:val="both"/>
      </w:pPr>
      <w:r>
        <w:t>"Земельный кодекс Российской Федерации" от 25.10.2001 N 136-ФЗ (ред. от 19.07.2011)</w:t>
      </w:r>
    </w:p>
    <w:p w:rsidR="005674B2" w:rsidRDefault="005674B2" w:rsidP="005674B2">
      <w:pPr>
        <w:pStyle w:val="12"/>
        <w:numPr>
          <w:ilvl w:val="0"/>
          <w:numId w:val="2"/>
        </w:numPr>
        <w:jc w:val="both"/>
      </w:pPr>
      <w:r>
        <w:t xml:space="preserve">"Градостроительный кодекс Российской Федерации" от 29.12.2004 N 190-ФЗ (ред. от 19.07.2011)(с изм. и доп., </w:t>
      </w:r>
      <w:proofErr w:type="gramStart"/>
      <w:r>
        <w:t>вступающими</w:t>
      </w:r>
      <w:proofErr w:type="gramEnd"/>
      <w:r>
        <w:t xml:space="preserve"> в силу с 01.09.2011)</w:t>
      </w:r>
    </w:p>
    <w:p w:rsidR="005674B2" w:rsidRDefault="005674B2" w:rsidP="008B0395">
      <w:pPr>
        <w:pStyle w:val="12"/>
      </w:pPr>
    </w:p>
    <w:p w:rsidR="00B70745" w:rsidRPr="008B0395" w:rsidRDefault="00B70745" w:rsidP="008B0395">
      <w:pPr>
        <w:pStyle w:val="12"/>
        <w:sectPr w:rsidR="00B70745" w:rsidRPr="008B0395" w:rsidSect="00672FA7">
          <w:footerReference w:type="default" r:id="rId19"/>
          <w:pgSz w:w="11906" w:h="16838" w:code="9"/>
          <w:pgMar w:top="680" w:right="454" w:bottom="454" w:left="1134" w:header="454" w:footer="454" w:gutter="0"/>
          <w:pgBorders>
            <w:top w:val="single" w:sz="12" w:space="0" w:color="auto"/>
            <w:left w:val="single" w:sz="12" w:space="0" w:color="auto"/>
            <w:bottom w:val="single" w:sz="12" w:space="0" w:color="auto"/>
            <w:right w:val="single" w:sz="12" w:space="0" w:color="auto"/>
          </w:pgBorders>
          <w:cols w:space="708"/>
          <w:docGrid w:linePitch="360"/>
        </w:sectPr>
      </w:pPr>
    </w:p>
    <w:p w:rsidR="001E4699" w:rsidRDefault="001E4699" w:rsidP="001E4699">
      <w:pPr>
        <w:pStyle w:val="12"/>
        <w:numPr>
          <w:ilvl w:val="0"/>
          <w:numId w:val="2"/>
        </w:numPr>
        <w:jc w:val="both"/>
      </w:pPr>
      <w:r>
        <w:t xml:space="preserve">Федеральный закон от 06.10.2003 N 131-ФЗ (ред. от 25.07.2011) "Об общих принципах организации местного самоуправления в Российской Федерации" (с изм. и доп., </w:t>
      </w:r>
      <w:proofErr w:type="gramStart"/>
      <w:r>
        <w:t>вступающими</w:t>
      </w:r>
      <w:proofErr w:type="gramEnd"/>
      <w:r>
        <w:t xml:space="preserve"> в силу с 02.08.2011)</w:t>
      </w:r>
    </w:p>
    <w:p w:rsidR="001E4699" w:rsidRDefault="001E4699" w:rsidP="00B70745">
      <w:pPr>
        <w:pStyle w:val="afa"/>
        <w:numPr>
          <w:ilvl w:val="0"/>
          <w:numId w:val="2"/>
        </w:numPr>
        <w:jc w:val="both"/>
      </w:pPr>
      <w:r>
        <w:t>Федеральный закон от 27 декабря 2002 г. N 184-ФЗ "О техническом регулировании"</w:t>
      </w:r>
    </w:p>
    <w:p w:rsidR="00B70745" w:rsidRDefault="00B70745" w:rsidP="00B70745">
      <w:pPr>
        <w:pStyle w:val="afa"/>
        <w:numPr>
          <w:ilvl w:val="0"/>
          <w:numId w:val="2"/>
        </w:numPr>
        <w:jc w:val="both"/>
      </w:pPr>
      <w:r w:rsidRPr="00B70745">
        <w:rPr>
          <w:rFonts w:cs="Arial"/>
          <w:szCs w:val="24"/>
          <w:lang w:eastAsia="en-US"/>
        </w:rPr>
        <w:t>Федеральный закон Российской Федерации от 22 июля 2008 г. N 123-ФЗ "Технический регламент о требованиях пожарной безопасности"</w:t>
      </w:r>
    </w:p>
    <w:p w:rsidR="00B70745" w:rsidRDefault="00B70745" w:rsidP="00B70745">
      <w:pPr>
        <w:pStyle w:val="12"/>
        <w:numPr>
          <w:ilvl w:val="0"/>
          <w:numId w:val="2"/>
        </w:numPr>
        <w:jc w:val="both"/>
      </w:pPr>
      <w:r w:rsidRPr="00B70745">
        <w:t>Федеральный закон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5674B2" w:rsidRDefault="005674B2" w:rsidP="005674B2">
      <w:pPr>
        <w:pStyle w:val="12"/>
        <w:numPr>
          <w:ilvl w:val="0"/>
          <w:numId w:val="2"/>
        </w:numPr>
        <w:jc w:val="both"/>
      </w:pPr>
      <w:r>
        <w:t>Федеральный закон от 29 декабря 2004 г. N 188-ФЗ «Жилищный кодекс Российской Федерации»</w:t>
      </w:r>
    </w:p>
    <w:p w:rsidR="005674B2" w:rsidRDefault="005674B2" w:rsidP="005674B2">
      <w:pPr>
        <w:pStyle w:val="12"/>
        <w:numPr>
          <w:ilvl w:val="0"/>
          <w:numId w:val="2"/>
        </w:numPr>
        <w:jc w:val="both"/>
      </w:pPr>
      <w:r>
        <w:t>Федеральный закон Российской Федерации от 10.07.1992 N 3266-1 (ред. от 02.02.2011) "Об образовании"</w:t>
      </w:r>
    </w:p>
    <w:p w:rsidR="005674B2" w:rsidRDefault="005674B2" w:rsidP="005674B2">
      <w:pPr>
        <w:pStyle w:val="12"/>
        <w:numPr>
          <w:ilvl w:val="0"/>
          <w:numId w:val="2"/>
        </w:numPr>
        <w:jc w:val="both"/>
      </w:pPr>
      <w:r>
        <w:t>Федеральный закон Российской Федерации от 10.12.1995 N 195-ФЗ "Об основах социального обслуживания населения в Российской Федерации" (Собрание законодательства РФ N 50, 1995, ст. 4872).</w:t>
      </w:r>
    </w:p>
    <w:p w:rsidR="005674B2" w:rsidRDefault="005674B2" w:rsidP="005674B2">
      <w:pPr>
        <w:pStyle w:val="12"/>
        <w:numPr>
          <w:ilvl w:val="0"/>
          <w:numId w:val="2"/>
        </w:numPr>
        <w:jc w:val="both"/>
      </w:pPr>
      <w:r>
        <w:t>Распоряжение Правительства РФ от 03.07.1996 N 1063-р (ред. от 13.07.2007) «О Социальных нормативах и нормах»</w:t>
      </w:r>
    </w:p>
    <w:p w:rsidR="005674B2" w:rsidRDefault="005674B2" w:rsidP="005674B2">
      <w:pPr>
        <w:pStyle w:val="12"/>
        <w:numPr>
          <w:ilvl w:val="0"/>
          <w:numId w:val="2"/>
        </w:numPr>
        <w:jc w:val="both"/>
      </w:pPr>
      <w:r>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674B2" w:rsidRDefault="005674B2" w:rsidP="005674B2">
      <w:pPr>
        <w:pStyle w:val="12"/>
        <w:numPr>
          <w:ilvl w:val="0"/>
          <w:numId w:val="2"/>
        </w:numPr>
        <w:jc w:val="both"/>
      </w:pPr>
      <w:r>
        <w:t>Постановление Правительства Калужской области от 07.08.2009 N 318 (ред. от 23.11.2010) "Об утверждении региональных нормативов градостроительного проектирования "Градостроительство. Планировка и застройка населенных пунктов Калужской области"</w:t>
      </w:r>
    </w:p>
    <w:p w:rsidR="005674B2" w:rsidRDefault="005674B2" w:rsidP="005674B2">
      <w:pPr>
        <w:pStyle w:val="12"/>
        <w:numPr>
          <w:ilvl w:val="0"/>
          <w:numId w:val="2"/>
        </w:numPr>
        <w:jc w:val="both"/>
      </w:pPr>
      <w:r>
        <w:t xml:space="preserve">Приказ </w:t>
      </w:r>
      <w:proofErr w:type="spellStart"/>
      <w:r>
        <w:t>Минземстроя</w:t>
      </w:r>
      <w:proofErr w:type="spellEnd"/>
      <w:r>
        <w:t xml:space="preserve"> РФ от 26.08.1998 N 59 "Об утверждении Методических указаний по расчету нормативных размеров земельных участков в кондоминиумах"</w:t>
      </w:r>
    </w:p>
    <w:p w:rsidR="005674B2" w:rsidRDefault="005674B2" w:rsidP="005674B2">
      <w:pPr>
        <w:pStyle w:val="12"/>
        <w:numPr>
          <w:ilvl w:val="0"/>
          <w:numId w:val="2"/>
        </w:numPr>
        <w:jc w:val="both"/>
      </w:pPr>
      <w:r>
        <w:t>Приказ Госстроя РФ от 15.12.1999 N 153 "Об утверждении правил создания, охраны и содержания зеленых насаждений в городах Российской Федерации"</w:t>
      </w:r>
    </w:p>
    <w:p w:rsidR="005674B2" w:rsidRDefault="005674B2" w:rsidP="005674B2">
      <w:pPr>
        <w:pStyle w:val="12"/>
        <w:numPr>
          <w:ilvl w:val="0"/>
          <w:numId w:val="2"/>
        </w:numPr>
        <w:jc w:val="both"/>
      </w:pPr>
      <w:r>
        <w:t>СанПиН 2.4.1.1249-03 Санитарно-эпидемиологические требования к устройству, содержанию и организации режима работы дошкольных образовательных учреждений</w:t>
      </w:r>
    </w:p>
    <w:p w:rsidR="005674B2" w:rsidRDefault="005674B2" w:rsidP="005674B2">
      <w:pPr>
        <w:pStyle w:val="12"/>
        <w:numPr>
          <w:ilvl w:val="0"/>
          <w:numId w:val="2"/>
        </w:numPr>
        <w:jc w:val="both"/>
      </w:pPr>
      <w:r>
        <w:t>СанПиН 2.4.2.2821-10. Санитарно-эпидемиологические требования к условиям и организации обучения в общеобразовательных учреждениях. Санитарно-эпидемиологические правила и нормативы. (Зарегистрировано в Минюсте РФ 03.03.2011 N 19993)</w:t>
      </w:r>
    </w:p>
    <w:p w:rsidR="005674B2" w:rsidRDefault="005674B2" w:rsidP="005674B2">
      <w:pPr>
        <w:pStyle w:val="12"/>
        <w:numPr>
          <w:ilvl w:val="0"/>
          <w:numId w:val="2"/>
        </w:numPr>
        <w:jc w:val="both"/>
      </w:pPr>
      <w:r>
        <w:t>СанПиН 2.2.1/2.1.1.1200-03 "Санитарно-защитные зоны и санитарная классификация предприятий, сооружений и иных объектов" (Зарегистрировано в Минюсте РФ 25.01.2008 N 10995) (ред. от 09.09.2010)</w:t>
      </w:r>
    </w:p>
    <w:p w:rsidR="005674B2" w:rsidRDefault="005674B2" w:rsidP="005674B2">
      <w:pPr>
        <w:pStyle w:val="12"/>
        <w:numPr>
          <w:ilvl w:val="0"/>
          <w:numId w:val="2"/>
        </w:numPr>
        <w:jc w:val="both"/>
      </w:pPr>
      <w:r>
        <w:t>"СанПиН 42-128-4690-88. Санитарные правила содержания территорий населенных мест" (утв. Главным государственным санитарным врачом СССР 05.08.1988 N 4690-88)</w:t>
      </w:r>
    </w:p>
    <w:p w:rsidR="005674B2" w:rsidRDefault="005674B2" w:rsidP="005674B2">
      <w:pPr>
        <w:pStyle w:val="12"/>
        <w:numPr>
          <w:ilvl w:val="0"/>
          <w:numId w:val="2"/>
        </w:numPr>
        <w:jc w:val="both"/>
      </w:pPr>
      <w:r>
        <w:t>СанПиН 2.1.4.1110-02. Зоны санитарной охраны источников водоснабжения и водопроводов питьевого назначения</w:t>
      </w:r>
    </w:p>
    <w:p w:rsidR="005674B2" w:rsidRDefault="005674B2" w:rsidP="005674B2">
      <w:pPr>
        <w:pStyle w:val="12"/>
        <w:numPr>
          <w:ilvl w:val="0"/>
          <w:numId w:val="2"/>
        </w:numPr>
        <w:jc w:val="both"/>
      </w:pPr>
      <w:r>
        <w:t>СанПиН 2.1.4.027-95. Зоны санитарной охраны источников водоснабжения и водопроводов хозяйственно-питьевого назначения</w:t>
      </w:r>
    </w:p>
    <w:p w:rsidR="005674B2" w:rsidRDefault="005674B2" w:rsidP="005674B2">
      <w:pPr>
        <w:pStyle w:val="12"/>
        <w:numPr>
          <w:ilvl w:val="0"/>
          <w:numId w:val="2"/>
        </w:numPr>
        <w:jc w:val="both"/>
      </w:pPr>
      <w:r>
        <w:t>СП 34.13330.2010 "СНиП 2.05.02-85*. Автомобильные дороги"</w:t>
      </w:r>
    </w:p>
    <w:p w:rsidR="005674B2" w:rsidRDefault="005674B2" w:rsidP="005674B2">
      <w:pPr>
        <w:pStyle w:val="12"/>
        <w:numPr>
          <w:ilvl w:val="0"/>
          <w:numId w:val="2"/>
        </w:numPr>
        <w:jc w:val="both"/>
      </w:pPr>
      <w:r>
        <w:t>СП 31.13330.2011 "СНиП 2.04.02-84* Водоснабжение. Наружные сети и сооружения"</w:t>
      </w:r>
    </w:p>
    <w:p w:rsidR="005674B2" w:rsidRDefault="005674B2" w:rsidP="005674B2">
      <w:pPr>
        <w:pStyle w:val="12"/>
        <w:numPr>
          <w:ilvl w:val="0"/>
          <w:numId w:val="2"/>
        </w:numPr>
        <w:jc w:val="both"/>
      </w:pPr>
      <w:r>
        <w:t>СП 32.13330.2010 "СНиП 2.04.03-85. Канализация. Наружные сети и сооружения"</w:t>
      </w:r>
    </w:p>
    <w:p w:rsidR="005674B2" w:rsidRDefault="005674B2" w:rsidP="005674B2">
      <w:pPr>
        <w:pStyle w:val="12"/>
        <w:numPr>
          <w:ilvl w:val="0"/>
          <w:numId w:val="2"/>
        </w:numPr>
        <w:jc w:val="both"/>
      </w:pPr>
      <w:r>
        <w:t>СП 60.13330.2010 "СНиП 41-01-2003 Отопление, вентиляция и кондиционирование</w:t>
      </w:r>
    </w:p>
    <w:p w:rsidR="005674B2" w:rsidRDefault="005674B2" w:rsidP="005674B2">
      <w:pPr>
        <w:pStyle w:val="12"/>
        <w:numPr>
          <w:ilvl w:val="0"/>
          <w:numId w:val="2"/>
        </w:numPr>
        <w:jc w:val="both"/>
      </w:pPr>
      <w:r>
        <w:t>СП 62.13330.2011 "СНиП 42-01-2002 Газораспределительные системы"</w:t>
      </w:r>
    </w:p>
    <w:p w:rsidR="005674B2" w:rsidRDefault="005674B2" w:rsidP="005674B2">
      <w:pPr>
        <w:pStyle w:val="12"/>
        <w:numPr>
          <w:ilvl w:val="0"/>
          <w:numId w:val="2"/>
        </w:numPr>
        <w:jc w:val="both"/>
      </w:pPr>
      <w:r>
        <w:t>СНиП 41-02-2003. Тепловые сети</w:t>
      </w:r>
    </w:p>
    <w:p w:rsidR="005674B2" w:rsidRDefault="005674B2" w:rsidP="005674B2">
      <w:pPr>
        <w:pStyle w:val="12"/>
        <w:numPr>
          <w:ilvl w:val="0"/>
          <w:numId w:val="2"/>
        </w:numPr>
        <w:jc w:val="both"/>
      </w:pPr>
      <w:r>
        <w:t xml:space="preserve">СП 54.13330.2011 "СНиП 31-01-2003 Здания жилые многоквартирные" (вводится в действие с 20 мая 2011 года (Приказ </w:t>
      </w:r>
      <w:proofErr w:type="spellStart"/>
      <w:r>
        <w:t>Минрегиона</w:t>
      </w:r>
      <w:proofErr w:type="spellEnd"/>
      <w:r>
        <w:t xml:space="preserve"> РФ от 27.12.2010 N789))</w:t>
      </w:r>
    </w:p>
    <w:p w:rsidR="005674B2" w:rsidRDefault="005674B2" w:rsidP="005674B2">
      <w:pPr>
        <w:pStyle w:val="12"/>
        <w:numPr>
          <w:ilvl w:val="0"/>
          <w:numId w:val="2"/>
        </w:numPr>
        <w:jc w:val="both"/>
      </w:pPr>
      <w:r>
        <w:t>СП 42.13330.2011 "СНиП 2.07.01-89* Градостроительство. Планировка и застройка городских и сельских поселений"</w:t>
      </w:r>
    </w:p>
    <w:p w:rsidR="005674B2" w:rsidRDefault="005674B2" w:rsidP="005674B2">
      <w:pPr>
        <w:pStyle w:val="12"/>
        <w:numPr>
          <w:ilvl w:val="0"/>
          <w:numId w:val="2"/>
        </w:numPr>
        <w:jc w:val="both"/>
      </w:pPr>
      <w:r>
        <w:t xml:space="preserve">СП 54.13330.2011. Свод правил. Здания жилые многоквартирные. Актуализированная редакция СНиП 31-01-2003" (утв. Приказом </w:t>
      </w:r>
      <w:proofErr w:type="spellStart"/>
      <w:r>
        <w:t>Минрегиона</w:t>
      </w:r>
      <w:proofErr w:type="spellEnd"/>
      <w:r>
        <w:t xml:space="preserve"> РФ от 24.12.2010 N 778)</w:t>
      </w:r>
    </w:p>
    <w:p w:rsidR="005674B2" w:rsidRDefault="005674B2" w:rsidP="005674B2">
      <w:pPr>
        <w:pStyle w:val="12"/>
        <w:numPr>
          <w:ilvl w:val="0"/>
          <w:numId w:val="2"/>
        </w:numPr>
        <w:jc w:val="both"/>
      </w:pPr>
      <w:r>
        <w:t>СП 59.13330.2010 "СНиП 35-01-2001 Доступность зданий и сооружений для маломобильных групп населения"</w:t>
      </w:r>
    </w:p>
    <w:p w:rsidR="005674B2" w:rsidRDefault="005674B2" w:rsidP="005674B2">
      <w:pPr>
        <w:pStyle w:val="12"/>
        <w:numPr>
          <w:ilvl w:val="0"/>
          <w:numId w:val="2"/>
        </w:numPr>
        <w:jc w:val="both"/>
      </w:pPr>
      <w:r>
        <w:t>СП 35-101-2001 Проектирование зданий и сооружений с учетом доступности для маломобильных групп населения. Общие положения</w:t>
      </w:r>
    </w:p>
    <w:p w:rsidR="005674B2" w:rsidRDefault="005674B2" w:rsidP="005674B2">
      <w:pPr>
        <w:pStyle w:val="12"/>
        <w:numPr>
          <w:ilvl w:val="0"/>
          <w:numId w:val="2"/>
        </w:numPr>
        <w:jc w:val="both"/>
      </w:pPr>
      <w:r>
        <w:t>СП 41-101-95 Проектирование тепловых пунктов</w:t>
      </w:r>
    </w:p>
    <w:p w:rsidR="005674B2" w:rsidRDefault="005674B2" w:rsidP="005674B2">
      <w:pPr>
        <w:pStyle w:val="12"/>
        <w:numPr>
          <w:ilvl w:val="0"/>
          <w:numId w:val="2"/>
        </w:numPr>
        <w:jc w:val="both"/>
      </w:pPr>
      <w:r>
        <w:t>СНиП 23-01-99* "Строительная климатология"</w:t>
      </w:r>
    </w:p>
    <w:p w:rsidR="005674B2" w:rsidRDefault="005674B2" w:rsidP="005674B2">
      <w:pPr>
        <w:pStyle w:val="12"/>
        <w:numPr>
          <w:ilvl w:val="0"/>
          <w:numId w:val="2"/>
        </w:numPr>
        <w:jc w:val="both"/>
      </w:pPr>
      <w:r>
        <w:t>"МДС 30-2.2008. Рекомендации по модернизации транспортной системы городов"</w:t>
      </w:r>
    </w:p>
    <w:p w:rsidR="005674B2" w:rsidRDefault="005674B2" w:rsidP="005674B2">
      <w:pPr>
        <w:pStyle w:val="12"/>
        <w:numPr>
          <w:ilvl w:val="0"/>
          <w:numId w:val="2"/>
        </w:numPr>
        <w:jc w:val="both"/>
      </w:pPr>
      <w:r>
        <w:t>СНиП 2.01.51-90 Инженерно-технические мероприятия гражданской обороны</w:t>
      </w:r>
    </w:p>
    <w:p w:rsidR="004D0E4C" w:rsidRDefault="004D0E4C" w:rsidP="008B0395">
      <w:pPr>
        <w:pStyle w:val="12"/>
      </w:pPr>
    </w:p>
    <w:p w:rsidR="00352677" w:rsidRPr="00352677" w:rsidRDefault="00352677" w:rsidP="00352677">
      <w:pPr>
        <w:pStyle w:val="12"/>
        <w:rPr>
          <w:b/>
        </w:rPr>
      </w:pPr>
      <w:r w:rsidRPr="00352677">
        <w:rPr>
          <w:b/>
        </w:rPr>
        <w:t xml:space="preserve">3 </w:t>
      </w:r>
      <w:r>
        <w:rPr>
          <w:b/>
        </w:rPr>
        <w:t>Природно-экологические условия</w:t>
      </w:r>
    </w:p>
    <w:p w:rsidR="00352677" w:rsidRDefault="00352677" w:rsidP="00352677">
      <w:pPr>
        <w:pStyle w:val="12"/>
      </w:pPr>
    </w:p>
    <w:p w:rsidR="00352677" w:rsidRDefault="00352677" w:rsidP="00352677">
      <w:pPr>
        <w:pStyle w:val="12"/>
        <w:jc w:val="both"/>
      </w:pPr>
      <w:r>
        <w:t xml:space="preserve">Рассматриваемая территория расположена на северо-западе Средне-Русской возвышенности, в зоне умеренно-континентального климата с ярко выраженными временами года, холодной зимой и умеренно-теплым летом. </w:t>
      </w:r>
    </w:p>
    <w:p w:rsidR="00352677" w:rsidRDefault="00352677" w:rsidP="00352677">
      <w:pPr>
        <w:pStyle w:val="12"/>
        <w:jc w:val="both"/>
      </w:pPr>
      <w:r>
        <w:t>В течение года преобладают континентальные воздушные массы умеренных широт, обуславливающие ясную и теплую погоду летом и умеренно холодную зимой. Для переходных сезонов характерен западный тип атмосферной циркуляции, сопровождающийся активной циклонической деятельностью, пасмурной с осадками погодой. Частая смена воздушных масс создает неустойчивость погоды, особенно в осенне-зимний период.</w:t>
      </w:r>
    </w:p>
    <w:p w:rsidR="00352677" w:rsidRDefault="00352677" w:rsidP="00352677">
      <w:pPr>
        <w:pStyle w:val="12"/>
        <w:jc w:val="both"/>
      </w:pPr>
      <w:r>
        <w:t xml:space="preserve">Средняя годовая температура воздуха составляет +3,8˚С. </w:t>
      </w:r>
    </w:p>
    <w:p w:rsidR="00352677" w:rsidRDefault="00352677" w:rsidP="00352677">
      <w:pPr>
        <w:pStyle w:val="12"/>
        <w:jc w:val="both"/>
      </w:pPr>
      <w:r>
        <w:t>Средняя температура самого холодного месяца в году (январь) равна -10</w:t>
      </w:r>
      <w:proofErr w:type="gramStart"/>
      <w:r>
        <w:t>˚С</w:t>
      </w:r>
      <w:proofErr w:type="gramEnd"/>
      <w:r>
        <w:t>, а самого теплого месяца года (июль) - +17,6˚С.</w:t>
      </w:r>
    </w:p>
    <w:p w:rsidR="00352677" w:rsidRDefault="00352677" w:rsidP="00352677">
      <w:pPr>
        <w:pStyle w:val="12"/>
        <w:jc w:val="both"/>
      </w:pPr>
      <w:r>
        <w:t>Минимальная температура в</w:t>
      </w:r>
      <w:r w:rsidR="00C77597">
        <w:t>оздуха - -39</w:t>
      </w:r>
      <w:proofErr w:type="gramStart"/>
      <w:r w:rsidR="00C77597">
        <w:t>˚С</w:t>
      </w:r>
      <w:proofErr w:type="gramEnd"/>
      <w:r w:rsidR="00C77597">
        <w:t>, а максимальная -</w:t>
      </w:r>
      <w:r>
        <w:t xml:space="preserve"> +35,9˚С. </w:t>
      </w:r>
    </w:p>
    <w:p w:rsidR="00352677" w:rsidRDefault="00352677" w:rsidP="00352677">
      <w:pPr>
        <w:pStyle w:val="12"/>
        <w:jc w:val="both"/>
      </w:pPr>
      <w:r>
        <w:t>Многолетняя амплитуда температур воздуха составляет 75,2</w:t>
      </w:r>
      <w:proofErr w:type="gramStart"/>
      <w:r>
        <w:t>˚С</w:t>
      </w:r>
      <w:proofErr w:type="gramEnd"/>
      <w:r>
        <w:t xml:space="preserve">, что говорит о </w:t>
      </w:r>
      <w:proofErr w:type="spellStart"/>
      <w:r>
        <w:t>континентальности</w:t>
      </w:r>
      <w:proofErr w:type="spellEnd"/>
      <w:r>
        <w:t xml:space="preserve"> климата.</w:t>
      </w:r>
    </w:p>
    <w:p w:rsidR="00352677" w:rsidRDefault="00352677" w:rsidP="00352677">
      <w:pPr>
        <w:pStyle w:val="12"/>
        <w:jc w:val="both"/>
      </w:pPr>
      <w:r>
        <w:t xml:space="preserve">Участок работ находится в зоне достаточного увлажнения. </w:t>
      </w:r>
    </w:p>
    <w:p w:rsidR="00352677" w:rsidRDefault="00352677" w:rsidP="00352677">
      <w:pPr>
        <w:pStyle w:val="12"/>
        <w:jc w:val="both"/>
      </w:pPr>
      <w:r>
        <w:t xml:space="preserve">За год выпадает 720 мм осадков, из них — 458 мм приходится на теплый период года и 262 мм — на холодный. </w:t>
      </w:r>
    </w:p>
    <w:p w:rsidR="00352677" w:rsidRDefault="00352677" w:rsidP="00352677">
      <w:pPr>
        <w:pStyle w:val="12"/>
        <w:jc w:val="both"/>
      </w:pPr>
      <w:r>
        <w:t xml:space="preserve">Самым дождливым месяцем является июль, когда выпадает в среднем 95 мм осадков, а  самый «сухой» - март (44 мм осадков). </w:t>
      </w:r>
    </w:p>
    <w:p w:rsidR="00352677" w:rsidRDefault="00352677" w:rsidP="00352677">
      <w:pPr>
        <w:pStyle w:val="12"/>
        <w:jc w:val="both"/>
      </w:pPr>
      <w:r>
        <w:t xml:space="preserve">Средняя дата образования устойчивого снежного покрова 29 ноября, а разрушения 6 апреля. Среднее число дней со снежным покровом составляет 139. высота снежного покрова в среднем 47 см, в отдельные годы доходит до 70 см. </w:t>
      </w:r>
    </w:p>
    <w:p w:rsidR="00352677" w:rsidRDefault="00352677" w:rsidP="00352677">
      <w:pPr>
        <w:pStyle w:val="12"/>
        <w:jc w:val="both"/>
      </w:pPr>
      <w:r>
        <w:t xml:space="preserve">Максимальной высоты снежный покров достигает в конце февраля — начале марта. </w:t>
      </w:r>
    </w:p>
    <w:p w:rsidR="00352677" w:rsidRDefault="00352677" w:rsidP="00352677">
      <w:pPr>
        <w:pStyle w:val="12"/>
        <w:jc w:val="both"/>
      </w:pPr>
      <w:r>
        <w:t xml:space="preserve">Ветровой режим характеризуется небольшим колебанием повторяемости ветра по различным направлениям. </w:t>
      </w:r>
      <w:proofErr w:type="gramStart"/>
      <w:r>
        <w:t xml:space="preserve">Небольшую повторяемость в среднем за год имеют юго-западные (19%) и западные (15%) ветры, наименьшую — северо-западные, северные и северо-восточные (9-11%). </w:t>
      </w:r>
      <w:proofErr w:type="gramEnd"/>
    </w:p>
    <w:p w:rsidR="00352677" w:rsidRDefault="00352677" w:rsidP="00352677">
      <w:pPr>
        <w:pStyle w:val="12"/>
        <w:jc w:val="both"/>
      </w:pPr>
      <w:proofErr w:type="gramStart"/>
      <w:r>
        <w:t xml:space="preserve">В зимний период преобладают ветры юго-западного направления, в летний — западные, северные и северо-восточные ветры. </w:t>
      </w:r>
      <w:proofErr w:type="gramEnd"/>
    </w:p>
    <w:p w:rsidR="00352677" w:rsidRDefault="00352677" w:rsidP="00352677">
      <w:pPr>
        <w:pStyle w:val="12"/>
        <w:jc w:val="both"/>
      </w:pPr>
      <w:r>
        <w:t>Средняя годовая скорость ветра равна 3,6 м/с. Самые ветреные месяца со средней скоростью ветра 4,0 м/с и более — это период с ноября по ма</w:t>
      </w:r>
      <w:proofErr w:type="gramStart"/>
      <w:r>
        <w:t>рт вкл</w:t>
      </w:r>
      <w:proofErr w:type="gramEnd"/>
      <w:r>
        <w:t>ючительно. В ноябре средняя скорость ветра составляет 4,3 м/</w:t>
      </w:r>
      <w:proofErr w:type="gramStart"/>
      <w:r>
        <w:t>с</w:t>
      </w:r>
      <w:proofErr w:type="gramEnd"/>
      <w:r>
        <w:t>. Снижение скорости ветра отмечаются в августе. Максимальные скорости ветра в зимний период фиксируются при ветрах южных и юго-западных направлений (4,9-5,0 м/сек), в летний период — при ветрах северо-западного и западного направления (3,3-3,8 м/сек).</w:t>
      </w:r>
    </w:p>
    <w:p w:rsidR="00352677" w:rsidRDefault="00352677" w:rsidP="00352677">
      <w:pPr>
        <w:pStyle w:val="12"/>
        <w:jc w:val="both"/>
      </w:pPr>
      <w:r>
        <w:t>Одним из показателей качества окружающей среды является акустическая характеристика территории. В данном случае существующие показатели уровня шума на территории соответствуют санитарным нормам.</w:t>
      </w:r>
    </w:p>
    <w:p w:rsidR="00352677" w:rsidRDefault="00352677" w:rsidP="00352677">
      <w:pPr>
        <w:pStyle w:val="12"/>
        <w:jc w:val="both"/>
      </w:pPr>
      <w:r>
        <w:t>Электромагнитные излучения, производимые ЛЭП и подстанциями не выходят за пределы нормативов. Вследствие этого по фактору электромагнитного излучения от них дополнительных (кроме нормативных) зон не требуется.</w:t>
      </w:r>
    </w:p>
    <w:p w:rsidR="004D0E4C" w:rsidRDefault="00352677" w:rsidP="00352677">
      <w:pPr>
        <w:pStyle w:val="12"/>
        <w:jc w:val="both"/>
      </w:pPr>
      <w:r>
        <w:t>Радиационная обстановка в пределах нормы.</w:t>
      </w:r>
    </w:p>
    <w:p w:rsidR="004D0E4C" w:rsidRDefault="004D0E4C" w:rsidP="00352677">
      <w:pPr>
        <w:pStyle w:val="12"/>
        <w:jc w:val="both"/>
      </w:pPr>
    </w:p>
    <w:p w:rsidR="00352677" w:rsidRPr="00352677" w:rsidRDefault="00352677" w:rsidP="00352677">
      <w:pPr>
        <w:pStyle w:val="12"/>
        <w:jc w:val="both"/>
        <w:rPr>
          <w:b/>
        </w:rPr>
      </w:pPr>
      <w:r w:rsidRPr="00352677">
        <w:rPr>
          <w:b/>
        </w:rPr>
        <w:t>Планировочные ограничения раз</w:t>
      </w:r>
      <w:r>
        <w:rPr>
          <w:b/>
        </w:rPr>
        <w:t>вития территории проектирования</w:t>
      </w:r>
    </w:p>
    <w:p w:rsidR="00352677" w:rsidRDefault="00352677" w:rsidP="00352677">
      <w:pPr>
        <w:pStyle w:val="12"/>
        <w:jc w:val="both"/>
      </w:pPr>
    </w:p>
    <w:p w:rsidR="00352677" w:rsidRPr="00352677" w:rsidRDefault="00352677" w:rsidP="00352677">
      <w:pPr>
        <w:pStyle w:val="12"/>
        <w:jc w:val="both"/>
        <w:rPr>
          <w:rFonts w:ascii="Times New Roman" w:hAnsi="Times New Roman" w:cs="Times New Roman"/>
        </w:rPr>
      </w:pPr>
      <w:r w:rsidRPr="00352677">
        <w:rPr>
          <w:rFonts w:ascii="Times New Roman" w:hAnsi="Times New Roman" w:cs="Times New Roman"/>
        </w:rPr>
        <w:t>Охранная зона газораспределительной сети</w:t>
      </w:r>
    </w:p>
    <w:p w:rsidR="00352677" w:rsidRDefault="00352677" w:rsidP="00352677">
      <w:pPr>
        <w:pStyle w:val="12"/>
        <w:jc w:val="both"/>
      </w:pPr>
      <w: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352677" w:rsidRDefault="00352677" w:rsidP="00352677">
      <w:pPr>
        <w:pStyle w:val="12"/>
        <w:jc w:val="both"/>
      </w:pPr>
      <w: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52677" w:rsidRDefault="00352677" w:rsidP="00352677">
      <w:pPr>
        <w:pStyle w:val="12"/>
        <w:jc w:val="both"/>
      </w:pPr>
      <w:r>
        <w:t>-строить объекты жилищно-гражданского и производственного назначения;</w:t>
      </w:r>
    </w:p>
    <w:p w:rsidR="00352677" w:rsidRDefault="00352677" w:rsidP="00352677">
      <w:pPr>
        <w:pStyle w:val="12"/>
        <w:jc w:val="both"/>
      </w:pPr>
      <w: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352677" w:rsidRDefault="00352677" w:rsidP="00352677">
      <w:pPr>
        <w:pStyle w:val="12"/>
        <w:jc w:val="both"/>
      </w:pPr>
      <w:r>
        <w:t>-устраивать свалки и склады, разливать растворы кислот, солей,</w:t>
      </w:r>
      <w:r w:rsidRPr="00352677">
        <w:t xml:space="preserve"> </w:t>
      </w:r>
      <w:r>
        <w:t>щелочей и других химически активных веществ;</w:t>
      </w:r>
    </w:p>
    <w:p w:rsidR="00352677" w:rsidRDefault="00352677" w:rsidP="00352677">
      <w:pPr>
        <w:pStyle w:val="12"/>
        <w:jc w:val="both"/>
      </w:pPr>
      <w: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352677" w:rsidRDefault="00352677" w:rsidP="00352677">
      <w:pPr>
        <w:pStyle w:val="12"/>
        <w:jc w:val="both"/>
      </w:pPr>
      <w:r>
        <w:t>-разводить огонь и размещать источники огня;</w:t>
      </w:r>
    </w:p>
    <w:p w:rsidR="00352677" w:rsidRDefault="00352677" w:rsidP="00352677">
      <w:pPr>
        <w:pStyle w:val="12"/>
        <w:jc w:val="both"/>
      </w:pPr>
      <w:r>
        <w:t>-рыть погреба, копать и обрабатывать почву сельскохозяйственными и мелиоративными орудиями и механизмами на глубину более 0,3 метра;</w:t>
      </w:r>
    </w:p>
    <w:p w:rsidR="00352677" w:rsidRDefault="00352677" w:rsidP="00352677">
      <w:pPr>
        <w:pStyle w:val="12"/>
        <w:jc w:val="both"/>
      </w:pPr>
      <w: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t>дств св</w:t>
      </w:r>
      <w:proofErr w:type="gramEnd"/>
      <w:r>
        <w:t>язи, освещения и систем телемеханики;</w:t>
      </w:r>
    </w:p>
    <w:p w:rsidR="00352677" w:rsidRDefault="00352677" w:rsidP="00352677">
      <w:pPr>
        <w:pStyle w:val="12"/>
        <w:jc w:val="both"/>
      </w:pPr>
      <w: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352677" w:rsidRDefault="00352677" w:rsidP="00352677">
      <w:pPr>
        <w:pStyle w:val="12"/>
        <w:jc w:val="both"/>
      </w:pPr>
      <w:r>
        <w:t>-самовольно подключаться к газораспределительным сетям.</w:t>
      </w:r>
    </w:p>
    <w:p w:rsidR="00352677" w:rsidRDefault="00352677" w:rsidP="00352677">
      <w:pPr>
        <w:pStyle w:val="12"/>
        <w:jc w:val="both"/>
      </w:pPr>
    </w:p>
    <w:p w:rsidR="00352677" w:rsidRDefault="00352677" w:rsidP="00352677">
      <w:pPr>
        <w:pStyle w:val="12"/>
        <w:jc w:val="both"/>
      </w:pPr>
      <w:r w:rsidRPr="00352677">
        <w:rPr>
          <w:rFonts w:ascii="Times New Roman" w:hAnsi="Times New Roman" w:cs="Times New Roman"/>
        </w:rPr>
        <w:t>Охранная зона водопровода</w:t>
      </w:r>
      <w:r>
        <w:t xml:space="preserve"> - территория с особыми условиями использования, устанавливаемая вдоль трасс водопровода в целях обеспечения нормальных условий его эксплуатации и исключения возможности повреждения.</w:t>
      </w:r>
    </w:p>
    <w:p w:rsidR="00352677" w:rsidRDefault="00352677" w:rsidP="00352677">
      <w:pPr>
        <w:pStyle w:val="12"/>
        <w:jc w:val="both"/>
      </w:pPr>
    </w:p>
    <w:p w:rsidR="00352677" w:rsidRDefault="00352677" w:rsidP="00352677">
      <w:pPr>
        <w:pStyle w:val="12"/>
        <w:jc w:val="both"/>
      </w:pPr>
      <w:r w:rsidRPr="00352677">
        <w:rPr>
          <w:rFonts w:ascii="Times New Roman" w:hAnsi="Times New Roman" w:cs="Times New Roman"/>
        </w:rPr>
        <w:t>Охранная зона хозяйственно-бытовой канализации</w:t>
      </w:r>
      <w:r>
        <w:t xml:space="preserve"> - территория с особыми условиями использования, устанавливаемая вдоль трасс хозяйственно-бытовой канализации в целях </w:t>
      </w:r>
    </w:p>
    <w:p w:rsidR="00352677" w:rsidRDefault="00352677" w:rsidP="00352677">
      <w:pPr>
        <w:pStyle w:val="12"/>
        <w:jc w:val="both"/>
      </w:pPr>
      <w:r>
        <w:t>обеспечения нормальных условий их эксплуатации и исключения возможности повреждения.</w:t>
      </w:r>
    </w:p>
    <w:p w:rsidR="00730FEB" w:rsidRDefault="00730FEB" w:rsidP="00352677">
      <w:pPr>
        <w:pStyle w:val="12"/>
        <w:jc w:val="both"/>
      </w:pPr>
    </w:p>
    <w:p w:rsidR="00352677" w:rsidRDefault="00352677" w:rsidP="00352677">
      <w:pPr>
        <w:pStyle w:val="12"/>
        <w:jc w:val="both"/>
      </w:pPr>
      <w:r w:rsidRPr="00352677">
        <w:rPr>
          <w:rFonts w:ascii="Times New Roman" w:hAnsi="Times New Roman" w:cs="Times New Roman"/>
        </w:rPr>
        <w:t>Охранная зона тепловой сети</w:t>
      </w:r>
      <w:r>
        <w:t xml:space="preserve"> - территория с особыми условиями использования, устанавливаемая вдоль теплотрасс в целях обеспечения нормальных условий их эксплуатации и исключения возможности повреждения.</w:t>
      </w:r>
    </w:p>
    <w:p w:rsidR="00730FEB" w:rsidRDefault="00730FEB" w:rsidP="00352677">
      <w:pPr>
        <w:pStyle w:val="12"/>
        <w:jc w:val="both"/>
      </w:pPr>
    </w:p>
    <w:p w:rsidR="00352677" w:rsidRDefault="00352677" w:rsidP="00352677">
      <w:pPr>
        <w:pStyle w:val="12"/>
        <w:jc w:val="both"/>
      </w:pPr>
      <w:r w:rsidRPr="00352677">
        <w:rPr>
          <w:rFonts w:ascii="Times New Roman" w:hAnsi="Times New Roman" w:cs="Times New Roman"/>
        </w:rPr>
        <w:t>Охранная зона электрических кабелей</w:t>
      </w:r>
      <w:r>
        <w:t xml:space="preserve"> - территория с особыми условиями использования, устанавливаемая вдоль трасс кабельных линий в целях обеспечения нормальных условий их эксплуатации и исключения возможности повреждения.</w:t>
      </w:r>
    </w:p>
    <w:p w:rsidR="00352677" w:rsidRDefault="00352677" w:rsidP="00352677">
      <w:pPr>
        <w:pStyle w:val="12"/>
        <w:jc w:val="both"/>
      </w:pPr>
    </w:p>
    <w:p w:rsidR="004D0E4C" w:rsidRDefault="00352677" w:rsidP="00352677">
      <w:pPr>
        <w:pStyle w:val="12"/>
        <w:jc w:val="both"/>
      </w:pPr>
      <w:r w:rsidRPr="00352677">
        <w:rPr>
          <w:rFonts w:ascii="Times New Roman" w:hAnsi="Times New Roman" w:cs="Times New Roman"/>
        </w:rPr>
        <w:t>Охранная зона кабелей связи</w:t>
      </w:r>
      <w:r>
        <w:t xml:space="preserve"> - территория с особыми условиями использования, устанавливаемая вдоль трасс кабеля связи в целях обеспечения нормальных условий его эксплуатации и исключения возможности повреждения.</w:t>
      </w:r>
    </w:p>
    <w:p w:rsidR="004D0E4C" w:rsidRDefault="004D0E4C" w:rsidP="00352677">
      <w:pPr>
        <w:pStyle w:val="12"/>
        <w:jc w:val="both"/>
      </w:pPr>
    </w:p>
    <w:p w:rsidR="00352677" w:rsidRPr="00352677" w:rsidRDefault="00352677" w:rsidP="00352677">
      <w:pPr>
        <w:pStyle w:val="12"/>
        <w:jc w:val="both"/>
        <w:rPr>
          <w:b/>
        </w:rPr>
      </w:pPr>
      <w:r w:rsidRPr="00352677">
        <w:rPr>
          <w:b/>
        </w:rPr>
        <w:t xml:space="preserve">4 </w:t>
      </w:r>
      <w:r>
        <w:rPr>
          <w:b/>
        </w:rPr>
        <w:t>Характеристика участка</w:t>
      </w:r>
    </w:p>
    <w:p w:rsidR="00352677" w:rsidRDefault="00352677" w:rsidP="00352677">
      <w:pPr>
        <w:pStyle w:val="12"/>
        <w:jc w:val="both"/>
      </w:pPr>
    </w:p>
    <w:p w:rsidR="00352677" w:rsidRDefault="00352677" w:rsidP="00352677">
      <w:pPr>
        <w:pStyle w:val="12"/>
        <w:jc w:val="both"/>
      </w:pPr>
      <w:r>
        <w:t>Проект магазина, расположенного по адресу: г. Малоярославец</w:t>
      </w:r>
      <w:r w:rsidR="00730FEB">
        <w:t>,</w:t>
      </w:r>
      <w:r>
        <w:t xml:space="preserve"> ул. </w:t>
      </w:r>
      <w:proofErr w:type="gramStart"/>
      <w:r>
        <w:t>Московская</w:t>
      </w:r>
      <w:proofErr w:type="gramEnd"/>
      <w:r>
        <w:t xml:space="preserve"> вблизи дома 59 и магазина строительных материалов, расположенного по адресу: г. Малоярославец ул. Московская на земельном участке с кадастровым номером 40:13:031102:2190, выполнен на тахеометрической съемке от октября 2015г. ИП «Матвеева Л.А.».</w:t>
      </w:r>
    </w:p>
    <w:p w:rsidR="00352677" w:rsidRDefault="00352677" w:rsidP="00352677">
      <w:pPr>
        <w:pStyle w:val="12"/>
        <w:jc w:val="both"/>
      </w:pPr>
      <w:r>
        <w:t>На земельном участке с кадастровым номером 40:13:030426:1481 общей площадью 3380 м</w:t>
      </w:r>
      <w:proofErr w:type="gramStart"/>
      <w:r>
        <w:t>2</w:t>
      </w:r>
      <w:proofErr w:type="gramEnd"/>
      <w:r>
        <w:t>, предлагается разместить здание магазина общей площадью до 900 м2, а на земельном участ</w:t>
      </w:r>
      <w:r w:rsidR="00730FEB">
        <w:t>ке с кадастровым номером 40:13:</w:t>
      </w:r>
      <w:r>
        <w:t>031102:2190 разместить магазин строительных материалов  общей площадью 297 м2.</w:t>
      </w:r>
    </w:p>
    <w:p w:rsidR="00352677" w:rsidRDefault="00352677" w:rsidP="00352677">
      <w:pPr>
        <w:pStyle w:val="12"/>
        <w:jc w:val="both"/>
      </w:pPr>
      <w:r>
        <w:t>Границами Проекта Планировки Территории являются:</w:t>
      </w:r>
    </w:p>
    <w:p w:rsidR="00352677" w:rsidRDefault="00352677" w:rsidP="00352677">
      <w:pPr>
        <w:pStyle w:val="12"/>
        <w:jc w:val="both"/>
      </w:pPr>
      <w:r>
        <w:t>-</w:t>
      </w:r>
      <w:r>
        <w:tab/>
        <w:t xml:space="preserve">с северной стороны - ул. </w:t>
      </w:r>
      <w:proofErr w:type="spellStart"/>
      <w:r>
        <w:t>О.Колесниковой</w:t>
      </w:r>
      <w:proofErr w:type="spellEnd"/>
      <w:r>
        <w:t>,</w:t>
      </w:r>
    </w:p>
    <w:p w:rsidR="00352677" w:rsidRDefault="00352677" w:rsidP="00352677">
      <w:pPr>
        <w:pStyle w:val="12"/>
        <w:jc w:val="both"/>
      </w:pPr>
      <w:r>
        <w:t>-</w:t>
      </w:r>
      <w:r>
        <w:tab/>
        <w:t xml:space="preserve">с западной и юго-западной стороны – ул. Энтузиастов, </w:t>
      </w:r>
    </w:p>
    <w:p w:rsidR="00352677" w:rsidRDefault="00352677" w:rsidP="00352677">
      <w:pPr>
        <w:pStyle w:val="12"/>
        <w:jc w:val="both"/>
      </w:pPr>
      <w:r>
        <w:t>-</w:t>
      </w:r>
      <w:r>
        <w:tab/>
        <w:t xml:space="preserve">с южной стороны - ул. </w:t>
      </w:r>
      <w:proofErr w:type="gramStart"/>
      <w:r>
        <w:t>Московская</w:t>
      </w:r>
      <w:proofErr w:type="gramEnd"/>
      <w:r>
        <w:t>.</w:t>
      </w:r>
    </w:p>
    <w:p w:rsidR="00352677" w:rsidRDefault="00352677" w:rsidP="00352677">
      <w:pPr>
        <w:pStyle w:val="12"/>
        <w:jc w:val="both"/>
      </w:pPr>
      <w:r>
        <w:t xml:space="preserve">Разработанный проект соответствует требованиям действующих норм и правил, отвечает всем требованиям </w:t>
      </w:r>
      <w:proofErr w:type="spellStart"/>
      <w:r>
        <w:t>санитарно</w:t>
      </w:r>
      <w:proofErr w:type="spellEnd"/>
      <w:r>
        <w:t xml:space="preserve"> - гигиенических, противопожарных и взрывоопасных норм.</w:t>
      </w:r>
    </w:p>
    <w:p w:rsidR="00352677" w:rsidRDefault="00352677" w:rsidP="00352677">
      <w:pPr>
        <w:pStyle w:val="12"/>
        <w:jc w:val="both"/>
      </w:pPr>
    </w:p>
    <w:p w:rsidR="00352677" w:rsidRPr="00352677" w:rsidRDefault="00352677" w:rsidP="00352677">
      <w:pPr>
        <w:pStyle w:val="12"/>
        <w:jc w:val="both"/>
        <w:rPr>
          <w:b/>
        </w:rPr>
      </w:pPr>
      <w:r w:rsidRPr="00352677">
        <w:rPr>
          <w:b/>
        </w:rPr>
        <w:t>5 Схема планировочной организации земельного участка</w:t>
      </w:r>
    </w:p>
    <w:p w:rsidR="00352677" w:rsidRDefault="00352677" w:rsidP="00352677">
      <w:pPr>
        <w:pStyle w:val="12"/>
        <w:jc w:val="both"/>
      </w:pPr>
    </w:p>
    <w:p w:rsidR="00352677" w:rsidRDefault="00352677" w:rsidP="00352677">
      <w:pPr>
        <w:pStyle w:val="12"/>
        <w:jc w:val="both"/>
      </w:pPr>
      <w:proofErr w:type="gramStart"/>
      <w:r>
        <w:t xml:space="preserve">Схема планировочной организации земельного участка разработана на основании проектного задания и </w:t>
      </w:r>
      <w:proofErr w:type="spellStart"/>
      <w:r>
        <w:t>топосъемки</w:t>
      </w:r>
      <w:proofErr w:type="spellEnd"/>
      <w:r>
        <w:t>, выданной заказчиком.</w:t>
      </w:r>
      <w:proofErr w:type="gramEnd"/>
      <w:r>
        <w:t xml:space="preserve"> </w:t>
      </w:r>
      <w:proofErr w:type="spellStart"/>
      <w:r>
        <w:t>Топосъемка</w:t>
      </w:r>
      <w:proofErr w:type="spellEnd"/>
      <w:r>
        <w:t xml:space="preserve"> </w:t>
      </w:r>
      <w:proofErr w:type="gramStart"/>
      <w:r>
        <w:t>выполнена</w:t>
      </w:r>
      <w:proofErr w:type="gramEnd"/>
      <w:r>
        <w:t xml:space="preserve"> в октябре 2015г. Участок для строительства магазина и магазина строительных материалов расположен в г. </w:t>
      </w:r>
      <w:proofErr w:type="spellStart"/>
      <w:r>
        <w:t>Малояославец</w:t>
      </w:r>
      <w:proofErr w:type="spellEnd"/>
      <w:r>
        <w:t xml:space="preserve"> по ул. </w:t>
      </w:r>
      <w:proofErr w:type="gramStart"/>
      <w:r>
        <w:t>Московская</w:t>
      </w:r>
      <w:proofErr w:type="gramEnd"/>
      <w:r>
        <w:t xml:space="preserve"> 59. Площадка для проектирования частично свободна от застройки, но с проходящими коммуникациями, подлежащими переносу. Рельеф местности спокойный с уклоном на юго-запад. Проектируемый магазин предполагается построить из металлических сэндвич панелей на металлическом каркасе, одноэтажный, максимальная высота крыши 5 метров. Проектируемый магазин строительных материалов предполагается построить из </w:t>
      </w:r>
      <w:proofErr w:type="spellStart"/>
      <w:r>
        <w:t>пеноблоков</w:t>
      </w:r>
      <w:proofErr w:type="spellEnd"/>
      <w:r>
        <w:t xml:space="preserve">, облицованных с наружной стороны кассетными панелями. Территория проектируемого магазина имеет асфальтированный пожарный проезд с заднего фасада здания. Подъезд к проектируемому магазину осуществляется с улиц </w:t>
      </w:r>
      <w:proofErr w:type="spellStart"/>
      <w:r>
        <w:t>Жилстрой</w:t>
      </w:r>
      <w:proofErr w:type="spellEnd"/>
      <w:r>
        <w:t xml:space="preserve"> и 1-я </w:t>
      </w:r>
      <w:proofErr w:type="gramStart"/>
      <w:r>
        <w:t>Лесная</w:t>
      </w:r>
      <w:proofErr w:type="gramEnd"/>
      <w:r>
        <w:t xml:space="preserve">. Магазин строительных материалов </w:t>
      </w:r>
      <w:r w:rsidR="00D969AA">
        <w:t xml:space="preserve">не </w:t>
      </w:r>
      <w:r>
        <w:t>имеет организованный выезд на ул.</w:t>
      </w:r>
      <w:r w:rsidR="00C77597">
        <w:t xml:space="preserve"> </w:t>
      </w:r>
      <w:proofErr w:type="gramStart"/>
      <w:r>
        <w:t>Московская</w:t>
      </w:r>
      <w:proofErr w:type="gramEnd"/>
      <w:r>
        <w:t xml:space="preserve">. </w:t>
      </w:r>
      <w:r w:rsidR="00D969AA">
        <w:t xml:space="preserve">Объект находится в стадии строительства, на сегодняшний момент Заказчиком выполняются мероприятия по получению технических условий и организации выезда на Федеральную трассу А101 «Москва-Рославль», территориально г. Малоярославец, ул. Московская. </w:t>
      </w:r>
      <w:r>
        <w:t xml:space="preserve">Наличие данных выездов, обеспечивает доступность, возможность удобного постоянного обслуживания магазинов и пожарную безопасность данных объектов. </w:t>
      </w:r>
    </w:p>
    <w:p w:rsidR="00352677" w:rsidRPr="00352677" w:rsidRDefault="00352677" w:rsidP="00352677">
      <w:pPr>
        <w:pStyle w:val="12"/>
        <w:jc w:val="both"/>
        <w:rPr>
          <w:u w:val="single"/>
        </w:rPr>
      </w:pPr>
      <w:r w:rsidRPr="00352677">
        <w:rPr>
          <w:u w:val="single"/>
        </w:rPr>
        <w:t>Конструкции дорожной одежды проездов и площадок:</w:t>
      </w:r>
    </w:p>
    <w:p w:rsidR="00352677" w:rsidRDefault="00352677" w:rsidP="00352677">
      <w:pPr>
        <w:pStyle w:val="12"/>
        <w:jc w:val="both"/>
      </w:pPr>
      <w:r>
        <w:t>- мелкозернистый асфальтобетон, по ГОСТ 9128-97 – 4 см;</w:t>
      </w:r>
    </w:p>
    <w:p w:rsidR="00352677" w:rsidRDefault="00352677" w:rsidP="00352677">
      <w:pPr>
        <w:pStyle w:val="12"/>
        <w:jc w:val="both"/>
      </w:pPr>
      <w:r>
        <w:t>- крупнозернистый асфальтобетон, по ГОСТ 9128-97 – 6 см;</w:t>
      </w:r>
    </w:p>
    <w:p w:rsidR="00352677" w:rsidRDefault="00352677" w:rsidP="00352677">
      <w:pPr>
        <w:pStyle w:val="12"/>
        <w:jc w:val="both"/>
      </w:pPr>
      <w:r>
        <w:t>- щебень, по ГОСТ 8267-93 – 25 см;</w:t>
      </w:r>
    </w:p>
    <w:p w:rsidR="00352677" w:rsidRDefault="00352677" w:rsidP="00352677">
      <w:pPr>
        <w:pStyle w:val="12"/>
        <w:jc w:val="both"/>
      </w:pPr>
      <w:r>
        <w:t>- песок по ГОСТ 8736-93 – 35 см.</w:t>
      </w:r>
    </w:p>
    <w:p w:rsidR="00352677" w:rsidRPr="00352677" w:rsidRDefault="00352677" w:rsidP="00352677">
      <w:pPr>
        <w:pStyle w:val="12"/>
        <w:jc w:val="both"/>
        <w:rPr>
          <w:u w:val="single"/>
        </w:rPr>
      </w:pPr>
      <w:r w:rsidRPr="00352677">
        <w:rPr>
          <w:u w:val="single"/>
        </w:rPr>
        <w:t>Конструкция покрытия тротуаров:</w:t>
      </w:r>
    </w:p>
    <w:p w:rsidR="00352677" w:rsidRDefault="00352677" w:rsidP="00352677">
      <w:pPr>
        <w:pStyle w:val="12"/>
        <w:jc w:val="both"/>
      </w:pPr>
      <w:r>
        <w:t>- плитка бетонная тротуарная, марки 3К.6 по ГОСТ 17608-91 – 6 см;</w:t>
      </w:r>
    </w:p>
    <w:p w:rsidR="004D0E4C" w:rsidRDefault="00352677" w:rsidP="00352677">
      <w:pPr>
        <w:pStyle w:val="12"/>
        <w:jc w:val="both"/>
      </w:pPr>
      <w:r>
        <w:t>- песок по ГОСТ 8736-93 со стабилизацией цементом 40% - 15 см.</w:t>
      </w:r>
    </w:p>
    <w:p w:rsidR="004D0E4C" w:rsidRDefault="004D0E4C" w:rsidP="00352677">
      <w:pPr>
        <w:pStyle w:val="12"/>
        <w:jc w:val="both"/>
      </w:pPr>
    </w:p>
    <w:p w:rsidR="004D0E4C" w:rsidRPr="00352677" w:rsidRDefault="00352677" w:rsidP="00557696">
      <w:pPr>
        <w:pStyle w:val="12"/>
        <w:jc w:val="center"/>
        <w:rPr>
          <w:b/>
        </w:rPr>
      </w:pPr>
      <w:r w:rsidRPr="00352677">
        <w:rPr>
          <w:b/>
        </w:rPr>
        <w:t>Основные показатели по генеральному плану</w:t>
      </w:r>
    </w:p>
    <w:tbl>
      <w:tblPr>
        <w:tblpPr w:leftFromText="180" w:rightFromText="180" w:vertAnchor="text" w:horzAnchor="margin" w:tblpXSpec="center"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134"/>
        <w:gridCol w:w="1843"/>
      </w:tblGrid>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jc w:val="center"/>
              <w:rPr>
                <w:rFonts w:eastAsia="Times New Roman"/>
                <w:szCs w:val="24"/>
                <w:lang w:val="en-US" w:eastAsia="en-US" w:bidi="en-US"/>
              </w:rPr>
            </w:pPr>
            <w:proofErr w:type="spellStart"/>
            <w:r w:rsidRPr="00A50BD4">
              <w:rPr>
                <w:rFonts w:eastAsia="Times New Roman"/>
                <w:szCs w:val="24"/>
                <w:lang w:val="en-US" w:eastAsia="en-US" w:bidi="en-US"/>
              </w:rPr>
              <w:t>Наименование</w:t>
            </w:r>
            <w:proofErr w:type="spellEnd"/>
          </w:p>
        </w:tc>
        <w:tc>
          <w:tcPr>
            <w:tcW w:w="1134" w:type="dxa"/>
            <w:shd w:val="clear" w:color="auto" w:fill="auto"/>
            <w:vAlign w:val="center"/>
          </w:tcPr>
          <w:p w:rsidR="00D969AA" w:rsidRPr="00A50BD4" w:rsidRDefault="00D969AA" w:rsidP="00D969AA">
            <w:pPr>
              <w:spacing w:after="200" w:line="276" w:lineRule="auto"/>
              <w:ind w:right="141"/>
              <w:jc w:val="center"/>
              <w:rPr>
                <w:rFonts w:eastAsia="Times New Roman"/>
                <w:szCs w:val="24"/>
                <w:lang w:val="en-US" w:eastAsia="en-US" w:bidi="en-US"/>
              </w:rPr>
            </w:pPr>
            <w:proofErr w:type="spellStart"/>
            <w:r w:rsidRPr="00A50BD4">
              <w:rPr>
                <w:rFonts w:eastAsia="Times New Roman"/>
                <w:szCs w:val="24"/>
                <w:lang w:val="en-US" w:eastAsia="en-US" w:bidi="en-US"/>
              </w:rPr>
              <w:t>Ед</w:t>
            </w:r>
            <w:proofErr w:type="spellEnd"/>
            <w:r w:rsidRPr="00A50BD4">
              <w:rPr>
                <w:rFonts w:eastAsia="Times New Roman"/>
                <w:szCs w:val="24"/>
                <w:lang w:val="en-US" w:eastAsia="en-US" w:bidi="en-US"/>
              </w:rPr>
              <w:t>.</w:t>
            </w:r>
            <w:r w:rsidRPr="00A50BD4">
              <w:rPr>
                <w:rFonts w:eastAsia="Times New Roman"/>
                <w:szCs w:val="24"/>
                <w:lang w:eastAsia="en-US" w:bidi="en-US"/>
              </w:rPr>
              <w:t xml:space="preserve"> </w:t>
            </w:r>
            <w:proofErr w:type="spellStart"/>
            <w:r w:rsidRPr="00A50BD4">
              <w:rPr>
                <w:rFonts w:eastAsia="Times New Roman"/>
                <w:szCs w:val="24"/>
                <w:lang w:val="en-US" w:eastAsia="en-US" w:bidi="en-US"/>
              </w:rPr>
              <w:t>изм</w:t>
            </w:r>
            <w:proofErr w:type="spellEnd"/>
            <w:r w:rsidRPr="00A50BD4">
              <w:rPr>
                <w:rFonts w:eastAsia="Times New Roman"/>
                <w:szCs w:val="24"/>
                <w:lang w:val="en-US" w:eastAsia="en-US" w:bidi="en-US"/>
              </w:rPr>
              <w:t>.</w:t>
            </w:r>
          </w:p>
        </w:tc>
        <w:tc>
          <w:tcPr>
            <w:tcW w:w="1843" w:type="dxa"/>
            <w:shd w:val="clear" w:color="auto" w:fill="auto"/>
            <w:vAlign w:val="center"/>
          </w:tcPr>
          <w:p w:rsidR="00D969AA" w:rsidRPr="00A50BD4" w:rsidRDefault="00D969AA" w:rsidP="00D969AA">
            <w:pPr>
              <w:spacing w:after="200" w:line="276" w:lineRule="auto"/>
              <w:ind w:right="141"/>
              <w:jc w:val="center"/>
              <w:rPr>
                <w:rFonts w:eastAsia="Times New Roman"/>
                <w:szCs w:val="24"/>
                <w:lang w:val="en-US" w:eastAsia="en-US" w:bidi="en-US"/>
              </w:rPr>
            </w:pPr>
            <w:proofErr w:type="spellStart"/>
            <w:r w:rsidRPr="00A50BD4">
              <w:rPr>
                <w:rFonts w:eastAsia="Times New Roman"/>
                <w:szCs w:val="24"/>
                <w:lang w:val="en-US" w:eastAsia="en-US" w:bidi="en-US"/>
              </w:rPr>
              <w:t>Кол-во</w:t>
            </w:r>
            <w:proofErr w:type="spellEnd"/>
            <w:r w:rsidRPr="00A50BD4">
              <w:rPr>
                <w:rFonts w:eastAsia="Times New Roman"/>
                <w:szCs w:val="24"/>
                <w:lang w:val="en-US" w:eastAsia="en-US" w:bidi="en-US"/>
              </w:rPr>
              <w:t xml:space="preserve"> </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Площадь участка необходимого под застройку</w:t>
            </w:r>
          </w:p>
        </w:tc>
        <w:tc>
          <w:tcPr>
            <w:tcW w:w="1134" w:type="dxa"/>
            <w:shd w:val="clear" w:color="auto" w:fill="auto"/>
            <w:vAlign w:val="center"/>
          </w:tcPr>
          <w:p w:rsidR="00D969AA" w:rsidRPr="00A50BD4" w:rsidRDefault="00D969AA" w:rsidP="00D969AA">
            <w:pPr>
              <w:spacing w:after="200" w:line="276" w:lineRule="auto"/>
              <w:rPr>
                <w:rFonts w:eastAsia="Times New Roman"/>
                <w:sz w:val="22"/>
                <w:szCs w:val="22"/>
                <w:lang w:val="en-US" w:eastAsia="en-US" w:bidi="en-US"/>
              </w:rPr>
            </w:pPr>
            <w:r w:rsidRPr="00A50BD4">
              <w:rPr>
                <w:rFonts w:eastAsia="Times New Roman"/>
                <w:szCs w:val="24"/>
                <w:lang w:eastAsia="en-US" w:bidi="en-US"/>
              </w:rPr>
              <w:t>га</w:t>
            </w:r>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0,3380</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 xml:space="preserve">Общая площадь арендованного участка </w:t>
            </w:r>
          </w:p>
        </w:tc>
        <w:tc>
          <w:tcPr>
            <w:tcW w:w="1134" w:type="dxa"/>
            <w:shd w:val="clear" w:color="auto" w:fill="auto"/>
            <w:vAlign w:val="center"/>
          </w:tcPr>
          <w:p w:rsidR="00D969AA" w:rsidRPr="00A50BD4" w:rsidRDefault="00D969AA" w:rsidP="00D969AA">
            <w:pPr>
              <w:spacing w:after="200" w:line="276" w:lineRule="auto"/>
              <w:rPr>
                <w:rFonts w:eastAsia="Times New Roman"/>
                <w:sz w:val="22"/>
                <w:szCs w:val="22"/>
                <w:lang w:val="en-US" w:eastAsia="en-US" w:bidi="en-US"/>
              </w:rPr>
            </w:pPr>
            <w:r w:rsidRPr="00A50BD4">
              <w:rPr>
                <w:rFonts w:eastAsia="Times New Roman"/>
                <w:szCs w:val="24"/>
                <w:lang w:eastAsia="en-US" w:bidi="en-US"/>
              </w:rPr>
              <w:t>га</w:t>
            </w:r>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0,3380</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Предлагаемая площадь участка для магазина строительных материалов</w:t>
            </w:r>
          </w:p>
        </w:tc>
        <w:tc>
          <w:tcPr>
            <w:tcW w:w="1134" w:type="dxa"/>
            <w:shd w:val="clear" w:color="auto" w:fill="auto"/>
            <w:vAlign w:val="center"/>
          </w:tcPr>
          <w:p w:rsidR="00D969AA" w:rsidRPr="00A50BD4" w:rsidRDefault="00D969AA" w:rsidP="00D969AA">
            <w:pPr>
              <w:spacing w:after="200" w:line="276" w:lineRule="auto"/>
              <w:rPr>
                <w:rFonts w:eastAsia="Times New Roman"/>
                <w:szCs w:val="24"/>
                <w:vertAlign w:val="superscript"/>
                <w:lang w:eastAsia="en-US" w:bidi="en-US"/>
              </w:rPr>
            </w:pPr>
            <w:r w:rsidRPr="00A50BD4">
              <w:rPr>
                <w:rFonts w:eastAsia="Times New Roman"/>
                <w:szCs w:val="24"/>
                <w:lang w:eastAsia="en-US" w:bidi="en-US"/>
              </w:rPr>
              <w:t>М</w:t>
            </w:r>
            <w:proofErr w:type="gramStart"/>
            <w:r w:rsidRPr="00A50BD4">
              <w:rPr>
                <w:rFonts w:eastAsia="Times New Roman"/>
                <w:szCs w:val="24"/>
                <w:vertAlign w:val="superscript"/>
                <w:lang w:eastAsia="en-US" w:bidi="en-US"/>
              </w:rPr>
              <w:t>2</w:t>
            </w:r>
            <w:proofErr w:type="gramEnd"/>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363</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proofErr w:type="spellStart"/>
            <w:r w:rsidRPr="00A50BD4">
              <w:rPr>
                <w:rFonts w:eastAsia="Times New Roman"/>
                <w:szCs w:val="24"/>
                <w:lang w:val="en-US" w:eastAsia="en-US" w:bidi="en-US"/>
              </w:rPr>
              <w:t>Площадь</w:t>
            </w:r>
            <w:proofErr w:type="spellEnd"/>
            <w:r w:rsidRPr="00A50BD4">
              <w:rPr>
                <w:rFonts w:eastAsia="Times New Roman"/>
                <w:szCs w:val="24"/>
                <w:lang w:val="en-US" w:eastAsia="en-US" w:bidi="en-US"/>
              </w:rPr>
              <w:t xml:space="preserve"> </w:t>
            </w:r>
            <w:proofErr w:type="spellStart"/>
            <w:r w:rsidRPr="00A50BD4">
              <w:rPr>
                <w:rFonts w:eastAsia="Times New Roman"/>
                <w:szCs w:val="24"/>
                <w:lang w:val="en-US" w:eastAsia="en-US" w:bidi="en-US"/>
              </w:rPr>
              <w:t>застройки</w:t>
            </w:r>
            <w:proofErr w:type="spellEnd"/>
            <w:r w:rsidRPr="00A50BD4">
              <w:rPr>
                <w:rFonts w:eastAsia="Times New Roman"/>
                <w:szCs w:val="24"/>
                <w:lang w:eastAsia="en-US" w:bidi="en-US"/>
              </w:rPr>
              <w:t xml:space="preserve"> магазина</w:t>
            </w:r>
          </w:p>
        </w:tc>
        <w:tc>
          <w:tcPr>
            <w:tcW w:w="1134" w:type="dxa"/>
            <w:shd w:val="clear" w:color="auto" w:fill="auto"/>
            <w:vAlign w:val="center"/>
          </w:tcPr>
          <w:p w:rsidR="00D969AA" w:rsidRPr="00A50BD4" w:rsidRDefault="00D969AA" w:rsidP="00D969AA">
            <w:pPr>
              <w:spacing w:after="200" w:line="276" w:lineRule="auto"/>
              <w:rPr>
                <w:rFonts w:eastAsia="Times New Roman"/>
                <w:sz w:val="22"/>
                <w:szCs w:val="22"/>
                <w:lang w:val="en-US" w:eastAsia="en-US" w:bidi="en-US"/>
              </w:rPr>
            </w:pPr>
            <w:r w:rsidRPr="00A50BD4">
              <w:rPr>
                <w:rFonts w:eastAsia="Times New Roman"/>
                <w:szCs w:val="24"/>
                <w:lang w:eastAsia="en-US" w:bidi="en-US"/>
              </w:rPr>
              <w:t>га</w:t>
            </w:r>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910</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Площадь застройки магазина строительных материалов</w:t>
            </w:r>
          </w:p>
        </w:tc>
        <w:tc>
          <w:tcPr>
            <w:tcW w:w="1134" w:type="dxa"/>
            <w:shd w:val="clear" w:color="auto" w:fill="auto"/>
            <w:vAlign w:val="center"/>
          </w:tcPr>
          <w:p w:rsidR="00D969AA" w:rsidRPr="00A50BD4" w:rsidRDefault="00D969AA" w:rsidP="00D969AA">
            <w:pPr>
              <w:spacing w:after="200" w:line="276" w:lineRule="auto"/>
              <w:rPr>
                <w:rFonts w:eastAsia="Times New Roman"/>
                <w:szCs w:val="24"/>
                <w:lang w:eastAsia="en-US" w:bidi="en-US"/>
              </w:rPr>
            </w:pPr>
            <w:r w:rsidRPr="00A50BD4">
              <w:rPr>
                <w:rFonts w:eastAsia="Times New Roman"/>
                <w:szCs w:val="24"/>
                <w:lang w:eastAsia="en-US" w:bidi="en-US"/>
              </w:rPr>
              <w:t>М</w:t>
            </w:r>
            <w:proofErr w:type="gramStart"/>
            <w:r w:rsidRPr="00A50BD4">
              <w:rPr>
                <w:rFonts w:eastAsia="Times New Roman"/>
                <w:szCs w:val="24"/>
                <w:vertAlign w:val="superscript"/>
                <w:lang w:eastAsia="en-US" w:bidi="en-US"/>
              </w:rPr>
              <w:t>2</w:t>
            </w:r>
            <w:proofErr w:type="gramEnd"/>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177,4</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Площадь проездов и тротуаров магазина</w:t>
            </w:r>
          </w:p>
        </w:tc>
        <w:tc>
          <w:tcPr>
            <w:tcW w:w="1134" w:type="dxa"/>
            <w:shd w:val="clear" w:color="auto" w:fill="auto"/>
            <w:vAlign w:val="center"/>
          </w:tcPr>
          <w:p w:rsidR="00D969AA" w:rsidRPr="00A50BD4" w:rsidRDefault="00D969AA" w:rsidP="00D969AA">
            <w:pPr>
              <w:spacing w:after="200" w:line="276" w:lineRule="auto"/>
              <w:rPr>
                <w:rFonts w:eastAsia="Times New Roman"/>
                <w:sz w:val="22"/>
                <w:szCs w:val="22"/>
                <w:lang w:val="en-US" w:eastAsia="en-US" w:bidi="en-US"/>
              </w:rPr>
            </w:pPr>
            <w:r w:rsidRPr="00A50BD4">
              <w:rPr>
                <w:rFonts w:eastAsia="Times New Roman"/>
                <w:szCs w:val="24"/>
                <w:lang w:eastAsia="en-US" w:bidi="en-US"/>
              </w:rPr>
              <w:t>М</w:t>
            </w:r>
            <w:proofErr w:type="gramStart"/>
            <w:r w:rsidRPr="00A50BD4">
              <w:rPr>
                <w:rFonts w:eastAsia="Times New Roman"/>
                <w:szCs w:val="24"/>
                <w:vertAlign w:val="superscript"/>
                <w:lang w:eastAsia="en-US" w:bidi="en-US"/>
              </w:rPr>
              <w:t>2</w:t>
            </w:r>
            <w:proofErr w:type="gramEnd"/>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760</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Площадь проездов и тротуаров магазина строительных материалов</w:t>
            </w:r>
          </w:p>
        </w:tc>
        <w:tc>
          <w:tcPr>
            <w:tcW w:w="1134" w:type="dxa"/>
            <w:shd w:val="clear" w:color="auto" w:fill="auto"/>
            <w:vAlign w:val="center"/>
          </w:tcPr>
          <w:p w:rsidR="00D969AA" w:rsidRPr="00A50BD4" w:rsidRDefault="00D969AA" w:rsidP="00D969AA">
            <w:pPr>
              <w:spacing w:after="200" w:line="276" w:lineRule="auto"/>
              <w:rPr>
                <w:rFonts w:eastAsia="Times New Roman"/>
                <w:szCs w:val="24"/>
                <w:lang w:eastAsia="en-US" w:bidi="en-US"/>
              </w:rPr>
            </w:pPr>
            <w:r w:rsidRPr="00A50BD4">
              <w:rPr>
                <w:rFonts w:eastAsia="Times New Roman"/>
                <w:szCs w:val="24"/>
                <w:lang w:eastAsia="en-US" w:bidi="en-US"/>
              </w:rPr>
              <w:t>М</w:t>
            </w:r>
            <w:proofErr w:type="gramStart"/>
            <w:r w:rsidRPr="00A50BD4">
              <w:rPr>
                <w:rFonts w:eastAsia="Times New Roman"/>
                <w:szCs w:val="24"/>
                <w:vertAlign w:val="superscript"/>
                <w:lang w:eastAsia="en-US" w:bidi="en-US"/>
              </w:rPr>
              <w:t>2</w:t>
            </w:r>
            <w:proofErr w:type="gramEnd"/>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422</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Площадь площадок для парковки</w:t>
            </w:r>
          </w:p>
        </w:tc>
        <w:tc>
          <w:tcPr>
            <w:tcW w:w="1134" w:type="dxa"/>
            <w:shd w:val="clear" w:color="auto" w:fill="auto"/>
            <w:vAlign w:val="center"/>
          </w:tcPr>
          <w:p w:rsidR="00D969AA" w:rsidRPr="00A50BD4" w:rsidRDefault="00D969AA" w:rsidP="00D969AA">
            <w:pPr>
              <w:spacing w:after="200" w:line="276" w:lineRule="auto"/>
              <w:rPr>
                <w:rFonts w:eastAsia="Times New Roman"/>
                <w:sz w:val="22"/>
                <w:szCs w:val="22"/>
                <w:lang w:val="en-US" w:eastAsia="en-US" w:bidi="en-US"/>
              </w:rPr>
            </w:pPr>
            <w:r w:rsidRPr="00A50BD4">
              <w:rPr>
                <w:rFonts w:eastAsia="Times New Roman"/>
                <w:szCs w:val="24"/>
                <w:lang w:eastAsia="en-US" w:bidi="en-US"/>
              </w:rPr>
              <w:t>М</w:t>
            </w:r>
            <w:proofErr w:type="gramStart"/>
            <w:r w:rsidRPr="00A50BD4">
              <w:rPr>
                <w:rFonts w:eastAsia="Times New Roman"/>
                <w:szCs w:val="24"/>
                <w:vertAlign w:val="superscript"/>
                <w:lang w:eastAsia="en-US" w:bidi="en-US"/>
              </w:rPr>
              <w:t>2</w:t>
            </w:r>
            <w:proofErr w:type="gramEnd"/>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475</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Площадь площадок для парковки магазина строительных материалов</w:t>
            </w:r>
          </w:p>
        </w:tc>
        <w:tc>
          <w:tcPr>
            <w:tcW w:w="1134" w:type="dxa"/>
            <w:shd w:val="clear" w:color="auto" w:fill="auto"/>
            <w:vAlign w:val="center"/>
          </w:tcPr>
          <w:p w:rsidR="00D969AA" w:rsidRPr="00A50BD4" w:rsidRDefault="00D969AA" w:rsidP="00D969AA">
            <w:pPr>
              <w:spacing w:after="200" w:line="276" w:lineRule="auto"/>
              <w:rPr>
                <w:rFonts w:eastAsia="Times New Roman"/>
                <w:szCs w:val="24"/>
                <w:lang w:eastAsia="en-US" w:bidi="en-US"/>
              </w:rPr>
            </w:pPr>
            <w:r w:rsidRPr="00A50BD4">
              <w:rPr>
                <w:rFonts w:eastAsia="Times New Roman"/>
                <w:szCs w:val="24"/>
                <w:lang w:eastAsia="en-US" w:bidi="en-US"/>
              </w:rPr>
              <w:t>М</w:t>
            </w:r>
            <w:proofErr w:type="gramStart"/>
            <w:r w:rsidRPr="00A50BD4">
              <w:rPr>
                <w:rFonts w:eastAsia="Times New Roman"/>
                <w:szCs w:val="24"/>
                <w:vertAlign w:val="superscript"/>
                <w:lang w:eastAsia="en-US" w:bidi="en-US"/>
              </w:rPr>
              <w:t>2</w:t>
            </w:r>
            <w:proofErr w:type="gramEnd"/>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100</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val="en-US" w:eastAsia="en-US" w:bidi="en-US"/>
              </w:rPr>
            </w:pPr>
            <w:proofErr w:type="spellStart"/>
            <w:r w:rsidRPr="00A50BD4">
              <w:rPr>
                <w:rFonts w:eastAsia="Times New Roman"/>
                <w:szCs w:val="24"/>
                <w:lang w:val="en-US" w:eastAsia="en-US" w:bidi="en-US"/>
              </w:rPr>
              <w:t>Площадь</w:t>
            </w:r>
            <w:proofErr w:type="spellEnd"/>
            <w:r w:rsidRPr="00A50BD4">
              <w:rPr>
                <w:rFonts w:eastAsia="Times New Roman"/>
                <w:szCs w:val="24"/>
                <w:lang w:val="en-US" w:eastAsia="en-US" w:bidi="en-US"/>
              </w:rPr>
              <w:t xml:space="preserve"> </w:t>
            </w:r>
            <w:proofErr w:type="spellStart"/>
            <w:r w:rsidRPr="00A50BD4">
              <w:rPr>
                <w:rFonts w:eastAsia="Times New Roman"/>
                <w:szCs w:val="24"/>
                <w:lang w:val="en-US" w:eastAsia="en-US" w:bidi="en-US"/>
              </w:rPr>
              <w:t>озеленения</w:t>
            </w:r>
            <w:proofErr w:type="spellEnd"/>
          </w:p>
        </w:tc>
        <w:tc>
          <w:tcPr>
            <w:tcW w:w="1134" w:type="dxa"/>
            <w:shd w:val="clear" w:color="auto" w:fill="auto"/>
            <w:vAlign w:val="center"/>
          </w:tcPr>
          <w:p w:rsidR="00D969AA" w:rsidRPr="00A50BD4" w:rsidRDefault="00D969AA" w:rsidP="00D969AA">
            <w:pPr>
              <w:spacing w:after="200" w:line="276" w:lineRule="auto"/>
              <w:rPr>
                <w:rFonts w:eastAsia="Times New Roman"/>
                <w:sz w:val="22"/>
                <w:szCs w:val="22"/>
                <w:lang w:val="en-US" w:eastAsia="en-US" w:bidi="en-US"/>
              </w:rPr>
            </w:pPr>
            <w:r w:rsidRPr="00A50BD4">
              <w:rPr>
                <w:rFonts w:eastAsia="Times New Roman"/>
                <w:szCs w:val="24"/>
                <w:lang w:eastAsia="en-US" w:bidi="en-US"/>
              </w:rPr>
              <w:t>га</w:t>
            </w:r>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val="en-US" w:eastAsia="en-US" w:bidi="en-US"/>
              </w:rPr>
              <w:t>0,</w:t>
            </w:r>
            <w:r w:rsidRPr="00A50BD4">
              <w:rPr>
                <w:rFonts w:eastAsia="Times New Roman"/>
                <w:szCs w:val="24"/>
                <w:lang w:eastAsia="en-US" w:bidi="en-US"/>
              </w:rPr>
              <w:t>078</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val="en-US" w:eastAsia="en-US" w:bidi="en-US"/>
              </w:rPr>
            </w:pPr>
            <w:proofErr w:type="spellStart"/>
            <w:r w:rsidRPr="00A50BD4">
              <w:rPr>
                <w:rFonts w:eastAsia="Times New Roman"/>
                <w:szCs w:val="24"/>
                <w:lang w:val="en-US" w:eastAsia="en-US" w:bidi="en-US"/>
              </w:rPr>
              <w:t>Коэффициент</w:t>
            </w:r>
            <w:proofErr w:type="spellEnd"/>
            <w:r w:rsidRPr="00A50BD4">
              <w:rPr>
                <w:rFonts w:eastAsia="Times New Roman"/>
                <w:szCs w:val="24"/>
                <w:lang w:val="en-US" w:eastAsia="en-US" w:bidi="en-US"/>
              </w:rPr>
              <w:t xml:space="preserve"> </w:t>
            </w:r>
            <w:proofErr w:type="spellStart"/>
            <w:r w:rsidRPr="00A50BD4">
              <w:rPr>
                <w:rFonts w:eastAsia="Times New Roman"/>
                <w:szCs w:val="24"/>
                <w:lang w:val="en-US" w:eastAsia="en-US" w:bidi="en-US"/>
              </w:rPr>
              <w:t>застройки</w:t>
            </w:r>
            <w:proofErr w:type="spellEnd"/>
          </w:p>
        </w:tc>
        <w:tc>
          <w:tcPr>
            <w:tcW w:w="1134" w:type="dxa"/>
            <w:shd w:val="clear" w:color="auto" w:fill="auto"/>
            <w:vAlign w:val="center"/>
          </w:tcPr>
          <w:p w:rsidR="00D969AA" w:rsidRPr="00A50BD4" w:rsidRDefault="00D969AA" w:rsidP="00D969AA">
            <w:pPr>
              <w:spacing w:after="200" w:line="276" w:lineRule="auto"/>
              <w:ind w:right="141"/>
              <w:rPr>
                <w:rFonts w:eastAsia="Times New Roman"/>
                <w:szCs w:val="24"/>
                <w:lang w:val="en-US" w:eastAsia="en-US" w:bidi="en-US"/>
              </w:rPr>
            </w:pPr>
            <w:r w:rsidRPr="00A50BD4">
              <w:rPr>
                <w:rFonts w:eastAsia="Times New Roman"/>
                <w:szCs w:val="24"/>
                <w:lang w:val="en-US" w:eastAsia="en-US" w:bidi="en-US"/>
              </w:rPr>
              <w:t>%</w:t>
            </w:r>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30</w:t>
            </w:r>
          </w:p>
        </w:tc>
      </w:tr>
      <w:tr w:rsidR="00D969AA" w:rsidRPr="00A50BD4" w:rsidTr="00D969AA">
        <w:tc>
          <w:tcPr>
            <w:tcW w:w="4820" w:type="dxa"/>
            <w:shd w:val="clear" w:color="auto" w:fill="auto"/>
            <w:vAlign w:val="center"/>
          </w:tcPr>
          <w:p w:rsidR="00D969AA" w:rsidRPr="00A50BD4" w:rsidRDefault="00D969AA" w:rsidP="00D969AA">
            <w:pPr>
              <w:spacing w:after="200" w:line="276" w:lineRule="auto"/>
              <w:ind w:right="141"/>
              <w:rPr>
                <w:rFonts w:eastAsia="Times New Roman"/>
                <w:szCs w:val="24"/>
                <w:lang w:val="en-US" w:eastAsia="en-US" w:bidi="en-US"/>
              </w:rPr>
            </w:pPr>
            <w:proofErr w:type="spellStart"/>
            <w:r w:rsidRPr="00A50BD4">
              <w:rPr>
                <w:rFonts w:eastAsia="Times New Roman"/>
                <w:szCs w:val="24"/>
                <w:lang w:val="en-US" w:eastAsia="en-US" w:bidi="en-US"/>
              </w:rPr>
              <w:t>Коэффициент</w:t>
            </w:r>
            <w:proofErr w:type="spellEnd"/>
            <w:r w:rsidRPr="00A50BD4">
              <w:rPr>
                <w:rFonts w:eastAsia="Times New Roman"/>
                <w:szCs w:val="24"/>
                <w:lang w:val="en-US" w:eastAsia="en-US" w:bidi="en-US"/>
              </w:rPr>
              <w:t xml:space="preserve"> </w:t>
            </w:r>
            <w:proofErr w:type="spellStart"/>
            <w:r w:rsidRPr="00A50BD4">
              <w:rPr>
                <w:rFonts w:eastAsia="Times New Roman"/>
                <w:szCs w:val="24"/>
                <w:lang w:val="en-US" w:eastAsia="en-US" w:bidi="en-US"/>
              </w:rPr>
              <w:t>озеленения</w:t>
            </w:r>
            <w:proofErr w:type="spellEnd"/>
          </w:p>
        </w:tc>
        <w:tc>
          <w:tcPr>
            <w:tcW w:w="1134" w:type="dxa"/>
            <w:shd w:val="clear" w:color="auto" w:fill="auto"/>
            <w:vAlign w:val="center"/>
          </w:tcPr>
          <w:p w:rsidR="00D969AA" w:rsidRPr="00A50BD4" w:rsidRDefault="00D969AA" w:rsidP="00D969AA">
            <w:pPr>
              <w:spacing w:after="200" w:line="276" w:lineRule="auto"/>
              <w:ind w:right="141"/>
              <w:rPr>
                <w:rFonts w:eastAsia="Times New Roman"/>
                <w:szCs w:val="24"/>
                <w:lang w:val="en-US" w:eastAsia="en-US" w:bidi="en-US"/>
              </w:rPr>
            </w:pPr>
            <w:r w:rsidRPr="00A50BD4">
              <w:rPr>
                <w:rFonts w:eastAsia="Times New Roman"/>
                <w:szCs w:val="24"/>
                <w:lang w:val="en-US" w:eastAsia="en-US" w:bidi="en-US"/>
              </w:rPr>
              <w:t>%</w:t>
            </w:r>
          </w:p>
        </w:tc>
        <w:tc>
          <w:tcPr>
            <w:tcW w:w="1843" w:type="dxa"/>
            <w:shd w:val="clear" w:color="auto" w:fill="auto"/>
            <w:vAlign w:val="center"/>
          </w:tcPr>
          <w:p w:rsidR="00D969AA" w:rsidRPr="00A50BD4" w:rsidRDefault="00D969AA" w:rsidP="00D969AA">
            <w:pPr>
              <w:spacing w:after="200" w:line="276" w:lineRule="auto"/>
              <w:ind w:right="141"/>
              <w:rPr>
                <w:rFonts w:eastAsia="Times New Roman"/>
                <w:szCs w:val="24"/>
                <w:lang w:eastAsia="en-US" w:bidi="en-US"/>
              </w:rPr>
            </w:pPr>
            <w:r w:rsidRPr="00A50BD4">
              <w:rPr>
                <w:rFonts w:eastAsia="Times New Roman"/>
                <w:szCs w:val="24"/>
                <w:lang w:eastAsia="en-US" w:bidi="en-US"/>
              </w:rPr>
              <w:t>20,3</w:t>
            </w:r>
          </w:p>
        </w:tc>
      </w:tr>
    </w:tbl>
    <w:p w:rsidR="00A50BD4" w:rsidRDefault="00A50BD4" w:rsidP="00352677">
      <w:pPr>
        <w:pStyle w:val="12"/>
        <w:jc w:val="both"/>
      </w:pPr>
    </w:p>
    <w:p w:rsidR="004D0E4C" w:rsidRDefault="004D0E4C" w:rsidP="008B0395">
      <w:pPr>
        <w:pStyle w:val="12"/>
      </w:pPr>
    </w:p>
    <w:p w:rsidR="004D0E4C" w:rsidRDefault="004D0E4C"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Default="00A50BD4" w:rsidP="008B0395">
      <w:pPr>
        <w:pStyle w:val="12"/>
      </w:pPr>
    </w:p>
    <w:p w:rsidR="00A50BD4" w:rsidRPr="00A50BD4" w:rsidRDefault="00A50BD4" w:rsidP="00A50BD4">
      <w:pPr>
        <w:pStyle w:val="12"/>
        <w:rPr>
          <w:b/>
        </w:rPr>
      </w:pPr>
      <w:r w:rsidRPr="00A50BD4">
        <w:rPr>
          <w:b/>
        </w:rPr>
        <w:t>6 Вертикальная планировка</w:t>
      </w:r>
    </w:p>
    <w:p w:rsidR="00A50BD4" w:rsidRDefault="00A50BD4" w:rsidP="00A50BD4">
      <w:pPr>
        <w:pStyle w:val="12"/>
      </w:pPr>
    </w:p>
    <w:p w:rsidR="00A50BD4" w:rsidRDefault="00A50BD4" w:rsidP="00A50BD4">
      <w:pPr>
        <w:pStyle w:val="12"/>
        <w:jc w:val="both"/>
      </w:pPr>
      <w:r>
        <w:t>Вертикальная планировка выполнена на основании генплана с учетом существующего рельефа и существующего подъезда. Проектные отметки назначены из условия максимального сохранения окружающего рельефа. Водоотвод от зданий осуществляется по спланированной поверхности на проезды.</w:t>
      </w:r>
    </w:p>
    <w:p w:rsidR="00A50BD4" w:rsidRDefault="00A50BD4" w:rsidP="00A50BD4">
      <w:pPr>
        <w:pStyle w:val="12"/>
        <w:jc w:val="both"/>
      </w:pPr>
    </w:p>
    <w:p w:rsidR="00A50BD4" w:rsidRPr="00A50BD4" w:rsidRDefault="00A50BD4" w:rsidP="00A50BD4">
      <w:pPr>
        <w:pStyle w:val="12"/>
        <w:jc w:val="both"/>
        <w:rPr>
          <w:u w:val="single"/>
        </w:rPr>
      </w:pPr>
      <w:r w:rsidRPr="00A50BD4">
        <w:rPr>
          <w:u w:val="single"/>
        </w:rPr>
        <w:t xml:space="preserve">Расчет требуемого количества </w:t>
      </w:r>
      <w:proofErr w:type="spellStart"/>
      <w:r w:rsidRPr="00A50BD4">
        <w:rPr>
          <w:u w:val="single"/>
        </w:rPr>
        <w:t>машино</w:t>
      </w:r>
      <w:proofErr w:type="spellEnd"/>
      <w:r w:rsidRPr="00A50BD4">
        <w:rPr>
          <w:u w:val="single"/>
        </w:rPr>
        <w:t>-мест на автостоянках</w:t>
      </w:r>
    </w:p>
    <w:p w:rsidR="00A50BD4" w:rsidRDefault="00A50BD4" w:rsidP="00A50BD4">
      <w:pPr>
        <w:pStyle w:val="12"/>
        <w:jc w:val="both"/>
      </w:pPr>
    </w:p>
    <w:p w:rsidR="00A50BD4" w:rsidRDefault="00A50BD4" w:rsidP="00A50BD4">
      <w:pPr>
        <w:pStyle w:val="12"/>
        <w:jc w:val="both"/>
      </w:pPr>
      <w:r>
        <w:t xml:space="preserve">Для обеспечения нормальных санитарно-гигиенических условий, на территории, проектом предусмотрено устройство открытых автостоянок для временного хранения легковых автомобилей, согласно СП 42.13330.2011. </w:t>
      </w:r>
    </w:p>
    <w:p w:rsidR="00A50BD4" w:rsidRDefault="00A50BD4" w:rsidP="00A50BD4">
      <w:pPr>
        <w:pStyle w:val="12"/>
        <w:jc w:val="both"/>
      </w:pPr>
      <w:r>
        <w:t>Согласно действующи</w:t>
      </w:r>
      <w:r w:rsidR="001E4699">
        <w:t>м</w:t>
      </w:r>
      <w:r>
        <w:t xml:space="preserve"> норматив</w:t>
      </w:r>
      <w:r w:rsidR="001E4699">
        <w:t>ам</w:t>
      </w:r>
      <w:r>
        <w:t>, на 100 м</w:t>
      </w:r>
      <w:proofErr w:type="gramStart"/>
      <w:r>
        <w:t>2</w:t>
      </w:r>
      <w:proofErr w:type="gramEnd"/>
      <w:r>
        <w:t xml:space="preserve"> торговых площадей предусматривается 5÷7 </w:t>
      </w:r>
      <w:proofErr w:type="spellStart"/>
      <w:r>
        <w:t>машино</w:t>
      </w:r>
      <w:proofErr w:type="spellEnd"/>
      <w:r>
        <w:t xml:space="preserve">-мест. Поэтому для проектируемого магазина предусмотрено 38 </w:t>
      </w:r>
      <w:proofErr w:type="spellStart"/>
      <w:r>
        <w:t>машино</w:t>
      </w:r>
      <w:proofErr w:type="spellEnd"/>
      <w:r>
        <w:t xml:space="preserve">-мест, из которых 3 </w:t>
      </w:r>
      <w:proofErr w:type="spellStart"/>
      <w:r>
        <w:t>машино</w:t>
      </w:r>
      <w:proofErr w:type="spellEnd"/>
      <w:r>
        <w:t xml:space="preserve">-места предусмотрено для инвалидов. </w:t>
      </w:r>
    </w:p>
    <w:p w:rsidR="00A50BD4" w:rsidRDefault="00A50BD4" w:rsidP="00A50BD4">
      <w:pPr>
        <w:pStyle w:val="12"/>
        <w:jc w:val="both"/>
      </w:pPr>
      <w:r>
        <w:t xml:space="preserve">Для магазина строительных материалов предусмотрено 8 </w:t>
      </w:r>
      <w:proofErr w:type="spellStart"/>
      <w:r>
        <w:t>машино</w:t>
      </w:r>
      <w:proofErr w:type="spellEnd"/>
      <w:r>
        <w:t xml:space="preserve">-мест, из которых 2 </w:t>
      </w:r>
      <w:proofErr w:type="spellStart"/>
      <w:r>
        <w:t>машино</w:t>
      </w:r>
      <w:proofErr w:type="spellEnd"/>
      <w:r>
        <w:t xml:space="preserve">-места предусмотрено для инвалидов. </w:t>
      </w:r>
    </w:p>
    <w:p w:rsidR="00A50BD4" w:rsidRDefault="00A50BD4" w:rsidP="00A50BD4">
      <w:pPr>
        <w:pStyle w:val="12"/>
        <w:jc w:val="both"/>
      </w:pPr>
    </w:p>
    <w:p w:rsidR="00A50BD4" w:rsidRDefault="00A50BD4" w:rsidP="00A50BD4">
      <w:pPr>
        <w:pStyle w:val="12"/>
        <w:jc w:val="both"/>
      </w:pPr>
      <w:r>
        <w:t xml:space="preserve">Для безопасного передвижения пешеходов вдоль главного фасада проектируемого магазина, предлагается проложить пешеходный тротуар. </w:t>
      </w:r>
    </w:p>
    <w:p w:rsidR="00A50BD4" w:rsidRDefault="00A50BD4" w:rsidP="00A50BD4">
      <w:pPr>
        <w:pStyle w:val="12"/>
        <w:jc w:val="both"/>
      </w:pPr>
    </w:p>
    <w:p w:rsidR="00A50BD4" w:rsidRDefault="00A50BD4" w:rsidP="00A50BD4">
      <w:pPr>
        <w:pStyle w:val="12"/>
        <w:jc w:val="both"/>
      </w:pPr>
      <w:r>
        <w:t>Свободная от застройки и использования территория в районе проектируемых магазинов, озеленяется созданием устойчивого газона из многолетних трав по слою растительного грунта. На газонах предусматривается посадка декоративных кустарников и деревьев, устройство цветников.</w:t>
      </w:r>
    </w:p>
    <w:p w:rsidR="00A50BD4" w:rsidRDefault="00A50BD4" w:rsidP="00A50BD4">
      <w:pPr>
        <w:pStyle w:val="12"/>
        <w:jc w:val="both"/>
      </w:pPr>
      <w:r>
        <w:t xml:space="preserve">Для сбора мусора </w:t>
      </w:r>
      <w:proofErr w:type="spellStart"/>
      <w:r>
        <w:t>мусоросборные</w:t>
      </w:r>
      <w:proofErr w:type="spellEnd"/>
      <w:r>
        <w:t xml:space="preserve"> контейнеры для магазина строительных материалов предусмотрены с южной стороны участка, за зданием магазина. Согласно расчетам, необходимое число </w:t>
      </w:r>
      <w:proofErr w:type="spellStart"/>
      <w:r>
        <w:t>евроконтейнеров</w:t>
      </w:r>
      <w:proofErr w:type="spellEnd"/>
      <w:r>
        <w:t xml:space="preserve"> </w:t>
      </w:r>
      <w:proofErr w:type="gramStart"/>
      <w:r>
        <w:t>оцинкованных</w:t>
      </w:r>
      <w:proofErr w:type="gramEnd"/>
      <w:r>
        <w:t xml:space="preserve"> объемом 1,1 м3 составляет 1 шт. </w:t>
      </w:r>
    </w:p>
    <w:p w:rsidR="00A50BD4" w:rsidRDefault="00A50BD4" w:rsidP="00A50BD4">
      <w:pPr>
        <w:pStyle w:val="12"/>
        <w:jc w:val="both"/>
      </w:pPr>
      <w:r>
        <w:t>Размещение площадки соответствует требованиям СП 42.13330.2011  «Градостроительство. Планировка и застройка городских и сельских поселений» п.7.5, с учетом обеспечения удобства ее использования.</w:t>
      </w:r>
    </w:p>
    <w:p w:rsidR="00A50BD4" w:rsidRDefault="00A50BD4" w:rsidP="00A50BD4">
      <w:pPr>
        <w:pStyle w:val="12"/>
        <w:jc w:val="both"/>
      </w:pPr>
      <w:r>
        <w:t>В проекте предусмотрены условия беспрепятственного и удобного передвижения МГН на входах в проектируемые здания, а также обеспечены условия для удобного передвижения МГН по тротуарам, предусмотрены пандусы для беспрепятственного их заезда с проезда.</w:t>
      </w:r>
    </w:p>
    <w:p w:rsidR="00A50BD4" w:rsidRDefault="00A50BD4" w:rsidP="00A50BD4">
      <w:pPr>
        <w:pStyle w:val="12"/>
        <w:jc w:val="both"/>
      </w:pPr>
    </w:p>
    <w:p w:rsidR="00A50BD4" w:rsidRPr="00A50BD4" w:rsidRDefault="00A50BD4" w:rsidP="00A50BD4">
      <w:pPr>
        <w:pStyle w:val="12"/>
        <w:jc w:val="both"/>
        <w:rPr>
          <w:b/>
        </w:rPr>
      </w:pPr>
      <w:r w:rsidRPr="00A50BD4">
        <w:rPr>
          <w:b/>
        </w:rPr>
        <w:t>7 Благоустройство и озеленение</w:t>
      </w:r>
    </w:p>
    <w:p w:rsidR="00A50BD4" w:rsidRDefault="00A50BD4" w:rsidP="00A50BD4">
      <w:pPr>
        <w:pStyle w:val="12"/>
        <w:jc w:val="both"/>
      </w:pPr>
    </w:p>
    <w:p w:rsidR="00A50BD4" w:rsidRDefault="00A50BD4" w:rsidP="00A50BD4">
      <w:pPr>
        <w:pStyle w:val="12"/>
        <w:jc w:val="both"/>
      </w:pPr>
      <w:r>
        <w:t>Территория проектируемых магазинов благоустраивается и озеленяется. Тротуарные дорожки и проходы выполняются из бетонной плитки. Все проезды запроектированы с твердым асфальтобетонным покрытием. Территория озеленения представлена газонами, посадкой кустарников.</w:t>
      </w:r>
    </w:p>
    <w:p w:rsidR="00A50BD4" w:rsidRDefault="00A50BD4" w:rsidP="00A50BD4">
      <w:pPr>
        <w:pStyle w:val="12"/>
        <w:jc w:val="both"/>
      </w:pPr>
    </w:p>
    <w:p w:rsidR="00A50BD4" w:rsidRPr="00A50BD4" w:rsidRDefault="00A50BD4" w:rsidP="00A50BD4">
      <w:pPr>
        <w:pStyle w:val="12"/>
        <w:jc w:val="both"/>
        <w:rPr>
          <w:b/>
        </w:rPr>
      </w:pPr>
      <w:r w:rsidRPr="00A50BD4">
        <w:rPr>
          <w:b/>
        </w:rPr>
        <w:t>8 Природоохранные и санитарно-эпидемиологические мероприятия</w:t>
      </w:r>
    </w:p>
    <w:p w:rsidR="00A50BD4" w:rsidRDefault="00A50BD4" w:rsidP="00A50BD4">
      <w:pPr>
        <w:pStyle w:val="12"/>
        <w:jc w:val="both"/>
      </w:pPr>
    </w:p>
    <w:p w:rsidR="00A50BD4" w:rsidRDefault="00A50BD4" w:rsidP="00A50BD4">
      <w:pPr>
        <w:pStyle w:val="12"/>
        <w:jc w:val="both"/>
      </w:pPr>
      <w:r>
        <w:t>В целях защиты почвы и атмосферного воздуха от загрязнений в зоне строительства проектом предусмотрены следующие мероприятия:</w:t>
      </w:r>
    </w:p>
    <w:p w:rsidR="00A50BD4" w:rsidRDefault="00A50BD4" w:rsidP="00A50BD4">
      <w:pPr>
        <w:pStyle w:val="12"/>
        <w:jc w:val="both"/>
      </w:pPr>
      <w:r>
        <w:t>- отвод дождевых и талых вод осуществляется на рельеф.</w:t>
      </w:r>
    </w:p>
    <w:p w:rsidR="00A50BD4" w:rsidRDefault="00A50BD4" w:rsidP="00A50BD4">
      <w:pPr>
        <w:pStyle w:val="12"/>
        <w:jc w:val="both"/>
      </w:pPr>
      <w:r>
        <w:t>- хозяйственно-бытовая канализация проектируемых зданий предполагает врезку в существующие сети хозяйственно-бытовых стоков;</w:t>
      </w:r>
    </w:p>
    <w:p w:rsidR="00A50BD4" w:rsidRDefault="00A50BD4" w:rsidP="00A50BD4">
      <w:pPr>
        <w:pStyle w:val="12"/>
        <w:jc w:val="both"/>
      </w:pPr>
      <w:r>
        <w:t xml:space="preserve">- водоснабжение предусматривается водой питьевого качества по ГОСТ </w:t>
      </w:r>
      <w:proofErr w:type="gramStart"/>
      <w:r>
        <w:t>Р</w:t>
      </w:r>
      <w:proofErr w:type="gramEnd"/>
      <w:r>
        <w:t xml:space="preserve"> 51232-98 согласно технических условий.</w:t>
      </w:r>
    </w:p>
    <w:p w:rsidR="00A50BD4" w:rsidRDefault="00A50BD4" w:rsidP="00A50BD4">
      <w:pPr>
        <w:pStyle w:val="12"/>
        <w:jc w:val="both"/>
      </w:pPr>
      <w:r>
        <w:t xml:space="preserve">Твердые бытовые отходы скапливаются на специально отведенной площадке с </w:t>
      </w:r>
      <w:proofErr w:type="spellStart"/>
      <w:r>
        <w:t>евроконтейнерами</w:t>
      </w:r>
      <w:proofErr w:type="spellEnd"/>
      <w:r>
        <w:t xml:space="preserve"> </w:t>
      </w:r>
      <w:proofErr w:type="gramStart"/>
      <w:r>
        <w:t>оцинкованными</w:t>
      </w:r>
      <w:proofErr w:type="gramEnd"/>
      <w:r>
        <w:t xml:space="preserve"> объемом 1,1 м3 для мусора. Норма накопления бытовых отходов принята по СНиП 2.07.01-89*.</w:t>
      </w:r>
    </w:p>
    <w:p w:rsidR="00A50BD4" w:rsidRDefault="00A50BD4" w:rsidP="00A50BD4">
      <w:pPr>
        <w:pStyle w:val="12"/>
        <w:jc w:val="both"/>
      </w:pPr>
      <w:r>
        <w:t>Норма накопления ТБО имеет тенденцию к росту в пределах 0,6-1,2 % в год по объему образования и в перспективе, исходя из существующей нормы накопления в городе, составит 1,5 м3/чел. в год с учетом охвата общественных зданий и сооружений, объектов торговли и сервиса.</w:t>
      </w:r>
    </w:p>
    <w:p w:rsidR="00A50BD4" w:rsidRDefault="00A50BD4" w:rsidP="00A50BD4">
      <w:pPr>
        <w:pStyle w:val="12"/>
        <w:jc w:val="both"/>
      </w:pPr>
      <w:r>
        <w:t xml:space="preserve">Удаление мусора должно проводиться регулярно на территории всего города при использовании мусоросборников (контейнеров) и </w:t>
      </w:r>
      <w:proofErr w:type="spellStart"/>
      <w:r>
        <w:t>спецавтотранспорта</w:t>
      </w:r>
      <w:proofErr w:type="spellEnd"/>
      <w:r>
        <w:t>.</w:t>
      </w:r>
    </w:p>
    <w:p w:rsidR="00A50BD4" w:rsidRDefault="00A50BD4" w:rsidP="00A50BD4">
      <w:pPr>
        <w:pStyle w:val="12"/>
        <w:jc w:val="both"/>
      </w:pPr>
      <w:r>
        <w:t>Размещение и устройство контейнерных площадок обеспечивают чистоту дворовых территорий, свободный подъезд контейнерных машин и создание условий для погрузочно-разгрузочных работ.</w:t>
      </w:r>
    </w:p>
    <w:p w:rsidR="00A50BD4" w:rsidRDefault="00A50BD4" w:rsidP="00A50BD4">
      <w:pPr>
        <w:pStyle w:val="12"/>
        <w:jc w:val="both"/>
      </w:pPr>
      <w:r>
        <w:t>Площадки для контейнеров удалены от жилых домов, детских учреждений, мест отдыха на расстояние не менее 20 м. Она ограждена зелеными насаждениями или другими (кирпичное, бетонное и т.п.) ограждениями.</w:t>
      </w:r>
    </w:p>
    <w:p w:rsidR="00A50BD4" w:rsidRDefault="00A50BD4" w:rsidP="00A50BD4">
      <w:pPr>
        <w:pStyle w:val="12"/>
        <w:jc w:val="both"/>
      </w:pPr>
      <w:r>
        <w:t xml:space="preserve">Для вывоза указанного количества отходов потребуется 1 мусоровоз средней вместимости (16-26 м3) типа КО-427. </w:t>
      </w:r>
    </w:p>
    <w:p w:rsidR="00A50BD4" w:rsidRDefault="00A50BD4" w:rsidP="00A50BD4">
      <w:pPr>
        <w:pStyle w:val="12"/>
        <w:jc w:val="both"/>
      </w:pPr>
      <w:r>
        <w:t xml:space="preserve"> </w:t>
      </w:r>
    </w:p>
    <w:p w:rsidR="00A50BD4" w:rsidRDefault="00A50BD4" w:rsidP="00A50BD4">
      <w:pPr>
        <w:pStyle w:val="12"/>
        <w:jc w:val="both"/>
      </w:pPr>
      <w:r>
        <w:t>Растительный грунт, сохранившийся на территории застройки, перед началом земляных работ снимается, складируется и используется после окончания строительства для нужд рекультивации и под озеленение.</w:t>
      </w:r>
    </w:p>
    <w:p w:rsidR="00A50BD4" w:rsidRDefault="00A50BD4" w:rsidP="00A50BD4">
      <w:pPr>
        <w:pStyle w:val="12"/>
        <w:jc w:val="both"/>
      </w:pPr>
      <w:r>
        <w:t>Подъезд и прилегающая площадка имеют твердое покрытие, исключающее пылеобразование.</w:t>
      </w:r>
    </w:p>
    <w:p w:rsidR="004D0E4C" w:rsidRDefault="00A50BD4" w:rsidP="00A50BD4">
      <w:pPr>
        <w:pStyle w:val="12"/>
        <w:jc w:val="both"/>
      </w:pPr>
      <w:r>
        <w:t>Свободная территория озеленяется.</w:t>
      </w:r>
    </w:p>
    <w:p w:rsidR="00CB7C26" w:rsidRDefault="00CB7C26" w:rsidP="00A50BD4">
      <w:pPr>
        <w:pStyle w:val="12"/>
        <w:jc w:val="both"/>
      </w:pPr>
    </w:p>
    <w:p w:rsidR="00A50BD4" w:rsidRPr="00A50BD4" w:rsidRDefault="00A50BD4" w:rsidP="00A50BD4">
      <w:pPr>
        <w:pStyle w:val="12"/>
        <w:jc w:val="both"/>
        <w:rPr>
          <w:b/>
        </w:rPr>
      </w:pPr>
      <w:r w:rsidRPr="00A50BD4">
        <w:rPr>
          <w:b/>
        </w:rPr>
        <w:t>9 Конструктивно-строительные решения</w:t>
      </w:r>
    </w:p>
    <w:p w:rsidR="00A50BD4" w:rsidRDefault="00A50BD4" w:rsidP="00A50BD4">
      <w:pPr>
        <w:pStyle w:val="12"/>
        <w:jc w:val="both"/>
      </w:pPr>
    </w:p>
    <w:p w:rsidR="00A50BD4" w:rsidRDefault="00A50BD4" w:rsidP="00A50BD4">
      <w:pPr>
        <w:pStyle w:val="12"/>
        <w:jc w:val="both"/>
      </w:pPr>
      <w:r>
        <w:t>Исходные данные:</w:t>
      </w:r>
    </w:p>
    <w:p w:rsidR="00A50BD4" w:rsidRDefault="00A50BD4" w:rsidP="00A50BD4">
      <w:pPr>
        <w:pStyle w:val="12"/>
        <w:jc w:val="both"/>
      </w:pPr>
      <w:r>
        <w:t>Расчетная зимняя температура наружного воздуха равна средней температуре наиболее холодной пятидневки обеспеченностью 0,92 по СНиП 23-01-99 - минус 27ºС.</w:t>
      </w:r>
    </w:p>
    <w:p w:rsidR="00A50BD4" w:rsidRDefault="00A50BD4" w:rsidP="00A50BD4">
      <w:pPr>
        <w:pStyle w:val="12"/>
        <w:jc w:val="both"/>
      </w:pPr>
      <w:r>
        <w:t xml:space="preserve">Расчетное значение веса снегового покрова на 1 м2 горизонтальной поверхности земли </w:t>
      </w:r>
      <w:proofErr w:type="gramStart"/>
      <w:r>
        <w:t>р</w:t>
      </w:r>
      <w:proofErr w:type="gramEnd"/>
      <w:r>
        <w:t xml:space="preserve"> = 180 кгс/м2.</w:t>
      </w:r>
    </w:p>
    <w:p w:rsidR="00A50BD4" w:rsidRDefault="00A50BD4" w:rsidP="00A50BD4">
      <w:pPr>
        <w:pStyle w:val="12"/>
        <w:jc w:val="both"/>
      </w:pPr>
      <w:r>
        <w:t xml:space="preserve">Нормативное значение ветрового давления </w:t>
      </w:r>
      <w:proofErr w:type="spellStart"/>
      <w:r>
        <w:t>ωо</w:t>
      </w:r>
      <w:proofErr w:type="spellEnd"/>
      <w:r>
        <w:t xml:space="preserve"> = 23 кгс/м</w:t>
      </w:r>
      <w:proofErr w:type="gramStart"/>
      <w:r>
        <w:t>2</w:t>
      </w:r>
      <w:proofErr w:type="gramEnd"/>
      <w:r>
        <w:t>.</w:t>
      </w:r>
    </w:p>
    <w:p w:rsidR="00A50BD4" w:rsidRDefault="00A50BD4" w:rsidP="00A50BD4">
      <w:pPr>
        <w:pStyle w:val="12"/>
        <w:jc w:val="both"/>
      </w:pPr>
      <w:r>
        <w:t xml:space="preserve">Нормативная глубина сезонного промерзания грунта - 1,4 м. </w:t>
      </w:r>
    </w:p>
    <w:p w:rsidR="00A50BD4" w:rsidRDefault="00A50BD4" w:rsidP="00A50BD4">
      <w:pPr>
        <w:pStyle w:val="12"/>
        <w:jc w:val="both"/>
      </w:pPr>
      <w:r>
        <w:t>Грунты основания - см. «Технический отчет об инженерно-геологических изысканиях» выполненных МУЛ ГТС г. Калуги» в мае 2005г.</w:t>
      </w:r>
    </w:p>
    <w:p w:rsidR="00A50BD4" w:rsidRDefault="00A50BD4" w:rsidP="00A50BD4">
      <w:pPr>
        <w:pStyle w:val="12"/>
        <w:jc w:val="both"/>
      </w:pPr>
    </w:p>
    <w:p w:rsidR="00A50BD4" w:rsidRPr="00A50BD4" w:rsidRDefault="00A50BD4" w:rsidP="00A50BD4">
      <w:pPr>
        <w:pStyle w:val="12"/>
        <w:jc w:val="both"/>
        <w:rPr>
          <w:b/>
        </w:rPr>
      </w:pPr>
      <w:r w:rsidRPr="00A50BD4">
        <w:rPr>
          <w:b/>
        </w:rPr>
        <w:t>Конструкция зданий</w:t>
      </w:r>
    </w:p>
    <w:p w:rsidR="00A50BD4" w:rsidRDefault="00A50BD4" w:rsidP="00A50BD4">
      <w:pPr>
        <w:pStyle w:val="12"/>
        <w:jc w:val="both"/>
      </w:pPr>
    </w:p>
    <w:p w:rsidR="00A50BD4" w:rsidRDefault="00A50BD4" w:rsidP="00A50BD4">
      <w:pPr>
        <w:pStyle w:val="12"/>
        <w:jc w:val="both"/>
      </w:pPr>
      <w:r>
        <w:t xml:space="preserve">Фундамент здания магазина - столбчатые </w:t>
      </w:r>
      <w:proofErr w:type="spellStart"/>
      <w:proofErr w:type="gramStart"/>
      <w:r>
        <w:t>ж.б</w:t>
      </w:r>
      <w:proofErr w:type="spellEnd"/>
      <w:proofErr w:type="gramEnd"/>
      <w:r>
        <w:t xml:space="preserve">. из бетона B20 F35 W8. </w:t>
      </w:r>
    </w:p>
    <w:p w:rsidR="00A50BD4" w:rsidRDefault="00A50BD4" w:rsidP="00A50BD4">
      <w:pPr>
        <w:pStyle w:val="12"/>
        <w:jc w:val="both"/>
      </w:pPr>
      <w:r>
        <w:t xml:space="preserve">Каркас </w:t>
      </w:r>
      <w:r w:rsidR="00C77597">
        <w:t>-</w:t>
      </w:r>
      <w:r>
        <w:t xml:space="preserve"> металлический.</w:t>
      </w:r>
    </w:p>
    <w:p w:rsidR="00A50BD4" w:rsidRDefault="00A50BD4" w:rsidP="00A50BD4">
      <w:pPr>
        <w:pStyle w:val="12"/>
        <w:jc w:val="both"/>
      </w:pPr>
      <w:r>
        <w:t>Ограждения конструкции (стены, кровля)</w:t>
      </w:r>
      <w:r w:rsidR="00C77597">
        <w:t xml:space="preserve"> </w:t>
      </w:r>
      <w:r>
        <w:t>- сэндвич панели.</w:t>
      </w:r>
    </w:p>
    <w:p w:rsidR="00A50BD4" w:rsidRDefault="00A50BD4" w:rsidP="00A50BD4">
      <w:pPr>
        <w:pStyle w:val="12"/>
        <w:jc w:val="both"/>
      </w:pPr>
      <w:r>
        <w:t xml:space="preserve">Окна </w:t>
      </w:r>
      <w:r w:rsidR="00C77597">
        <w:t>-</w:t>
      </w:r>
      <w:r>
        <w:t xml:space="preserve"> ПВХ, двухкамерные.</w:t>
      </w:r>
    </w:p>
    <w:p w:rsidR="00A50BD4" w:rsidRDefault="00C77597" w:rsidP="00A50BD4">
      <w:pPr>
        <w:pStyle w:val="12"/>
        <w:jc w:val="both"/>
      </w:pPr>
      <w:r>
        <w:t xml:space="preserve">Двери: </w:t>
      </w:r>
      <w:r w:rsidR="00A50BD4">
        <w:t xml:space="preserve">входные </w:t>
      </w:r>
      <w:r>
        <w:t>-</w:t>
      </w:r>
      <w:r w:rsidR="00A50BD4">
        <w:t xml:space="preserve"> стальные, остекленные; внутренние </w:t>
      </w:r>
      <w:r>
        <w:t>-</w:t>
      </w:r>
      <w:r w:rsidR="00A50BD4">
        <w:t xml:space="preserve"> МДФ.</w:t>
      </w:r>
    </w:p>
    <w:p w:rsidR="00A50BD4" w:rsidRDefault="00A50BD4" w:rsidP="00A50BD4">
      <w:pPr>
        <w:pStyle w:val="12"/>
        <w:jc w:val="both"/>
      </w:pPr>
    </w:p>
    <w:p w:rsidR="00A50BD4" w:rsidRPr="00C77597" w:rsidRDefault="00A50BD4" w:rsidP="00A50BD4">
      <w:pPr>
        <w:pStyle w:val="12"/>
        <w:jc w:val="both"/>
      </w:pPr>
      <w:r w:rsidRPr="00C77597">
        <w:t xml:space="preserve">Фундамент здания магазина строительных материалов </w:t>
      </w:r>
      <w:r w:rsidR="00C77597">
        <w:t>-</w:t>
      </w:r>
      <w:r w:rsidRPr="00C77597">
        <w:t xml:space="preserve"> монолитная желез</w:t>
      </w:r>
      <w:r w:rsidR="00C77597">
        <w:t>обетонная плита толщиной 500 мм</w:t>
      </w:r>
      <w:r w:rsidRPr="00C77597">
        <w:t>.</w:t>
      </w:r>
    </w:p>
    <w:p w:rsidR="00A50BD4" w:rsidRPr="00C77597" w:rsidRDefault="00A50BD4" w:rsidP="00A50BD4">
      <w:pPr>
        <w:pStyle w:val="12"/>
        <w:jc w:val="both"/>
      </w:pPr>
      <w:r w:rsidRPr="00C77597">
        <w:t xml:space="preserve">Наружные стены </w:t>
      </w:r>
      <w:r w:rsidR="00C77597">
        <w:t>-</w:t>
      </w:r>
      <w:r w:rsidRPr="00C77597">
        <w:t xml:space="preserve"> </w:t>
      </w:r>
      <w:proofErr w:type="spellStart"/>
      <w:r w:rsidRPr="00C77597">
        <w:t>пеноблоки</w:t>
      </w:r>
      <w:proofErr w:type="spellEnd"/>
      <w:r w:rsidRPr="00C77597">
        <w:t>, облицованные с наружной стороны кассетными панелями.</w:t>
      </w:r>
    </w:p>
    <w:p w:rsidR="00A50BD4" w:rsidRPr="00C77597" w:rsidRDefault="00A50BD4" w:rsidP="00A50BD4">
      <w:pPr>
        <w:pStyle w:val="12"/>
        <w:jc w:val="both"/>
      </w:pPr>
      <w:r w:rsidRPr="00C77597">
        <w:t xml:space="preserve">Окна </w:t>
      </w:r>
      <w:r w:rsidR="00C77597">
        <w:t>-</w:t>
      </w:r>
      <w:r w:rsidRPr="00C77597">
        <w:t xml:space="preserve"> ПВХ, двухкамерные.</w:t>
      </w:r>
    </w:p>
    <w:p w:rsidR="00A50BD4" w:rsidRPr="00C77597" w:rsidRDefault="00A50BD4" w:rsidP="00A50BD4">
      <w:pPr>
        <w:pStyle w:val="12"/>
        <w:jc w:val="both"/>
      </w:pPr>
      <w:r w:rsidRPr="00C77597">
        <w:t>Кро</w:t>
      </w:r>
      <w:r w:rsidR="00C77597">
        <w:t>вля - мягкая</w:t>
      </w:r>
      <w:r w:rsidRPr="00C77597">
        <w:t>.</w:t>
      </w:r>
    </w:p>
    <w:p w:rsidR="00A50BD4" w:rsidRDefault="00A50BD4" w:rsidP="00A50BD4">
      <w:pPr>
        <w:pStyle w:val="12"/>
        <w:jc w:val="both"/>
      </w:pPr>
      <w:r w:rsidRPr="00C77597">
        <w:t>Двери: входные – стальные, остекленные; внутренние – МДФ.</w:t>
      </w:r>
    </w:p>
    <w:p w:rsidR="00E45F9E" w:rsidRDefault="00E45F9E" w:rsidP="00A50BD4">
      <w:pPr>
        <w:pStyle w:val="12"/>
        <w:jc w:val="both"/>
      </w:pPr>
    </w:p>
    <w:p w:rsidR="00A50BD4" w:rsidRPr="00E45F9E" w:rsidRDefault="001E4699" w:rsidP="00A50BD4">
      <w:pPr>
        <w:pStyle w:val="12"/>
        <w:jc w:val="both"/>
        <w:rPr>
          <w:b/>
        </w:rPr>
      </w:pPr>
      <w:r>
        <w:rPr>
          <w:b/>
        </w:rPr>
        <w:t xml:space="preserve">Устройство </w:t>
      </w:r>
      <w:proofErr w:type="spellStart"/>
      <w:r>
        <w:rPr>
          <w:b/>
        </w:rPr>
        <w:t>отмостки</w:t>
      </w:r>
      <w:proofErr w:type="spellEnd"/>
    </w:p>
    <w:p w:rsidR="00A50BD4" w:rsidRDefault="00A50BD4" w:rsidP="00A50BD4">
      <w:pPr>
        <w:pStyle w:val="12"/>
        <w:jc w:val="both"/>
      </w:pPr>
      <w:r>
        <w:t xml:space="preserve">По периметру здания выполнить </w:t>
      </w:r>
      <w:proofErr w:type="spellStart"/>
      <w:r>
        <w:t>отмостку</w:t>
      </w:r>
      <w:proofErr w:type="spellEnd"/>
      <w:r>
        <w:t xml:space="preserve"> шириной 700 мм из асфальтобетона по бетону класса В3,5 на песчаном основании.</w:t>
      </w:r>
    </w:p>
    <w:p w:rsidR="00C77597" w:rsidRDefault="00C77597" w:rsidP="00A50BD4">
      <w:pPr>
        <w:pStyle w:val="12"/>
        <w:jc w:val="both"/>
      </w:pPr>
    </w:p>
    <w:p w:rsidR="00A50BD4" w:rsidRPr="00E45F9E" w:rsidRDefault="00A50BD4" w:rsidP="00A50BD4">
      <w:pPr>
        <w:pStyle w:val="12"/>
        <w:jc w:val="both"/>
        <w:rPr>
          <w:b/>
        </w:rPr>
      </w:pPr>
      <w:r w:rsidRPr="00E45F9E">
        <w:rPr>
          <w:b/>
        </w:rPr>
        <w:t>Мероприятия по антикоррозийной защите</w:t>
      </w:r>
    </w:p>
    <w:p w:rsidR="00E45F9E" w:rsidRDefault="00E45F9E" w:rsidP="00A50BD4">
      <w:pPr>
        <w:pStyle w:val="12"/>
        <w:jc w:val="both"/>
      </w:pPr>
    </w:p>
    <w:p w:rsidR="00A50BD4" w:rsidRDefault="00A50BD4" w:rsidP="00A50BD4">
      <w:pPr>
        <w:pStyle w:val="12"/>
        <w:jc w:val="both"/>
      </w:pPr>
      <w:r>
        <w:t>1.</w:t>
      </w:r>
      <w:r>
        <w:tab/>
        <w:t>Все металлические элементы на фасаде здания (уголки перемычек, балки и т.д.) окрасить эмалью ПФ-115 по ГОСТ 6465-76 по грунтовке ГФ-021 по ГОСТ 25129-82</w:t>
      </w:r>
      <w:r w:rsidR="006D1FF0">
        <w:t>.</w:t>
      </w:r>
    </w:p>
    <w:p w:rsidR="00A2204E" w:rsidRDefault="00A50BD4" w:rsidP="00A50BD4">
      <w:pPr>
        <w:pStyle w:val="12"/>
        <w:jc w:val="both"/>
      </w:pPr>
      <w:r>
        <w:t>2.</w:t>
      </w:r>
      <w:r>
        <w:tab/>
        <w:t>Все конструкции ниже уровня земли обработать горячим битумом за 2 раза.</w:t>
      </w:r>
    </w:p>
    <w:p w:rsidR="00A2204E" w:rsidRDefault="00A2204E" w:rsidP="00A50BD4">
      <w:pPr>
        <w:pStyle w:val="12"/>
        <w:jc w:val="both"/>
      </w:pPr>
    </w:p>
    <w:p w:rsidR="00E45F9E" w:rsidRPr="00E45F9E" w:rsidRDefault="00E45F9E" w:rsidP="00E45F9E">
      <w:pPr>
        <w:pStyle w:val="12"/>
        <w:jc w:val="both"/>
        <w:rPr>
          <w:b/>
        </w:rPr>
      </w:pPr>
      <w:r w:rsidRPr="00E45F9E">
        <w:rPr>
          <w:b/>
        </w:rPr>
        <w:t>10 Инженерные коммуникации</w:t>
      </w:r>
    </w:p>
    <w:p w:rsidR="00E45F9E" w:rsidRDefault="00E45F9E" w:rsidP="00E45F9E">
      <w:pPr>
        <w:pStyle w:val="12"/>
        <w:jc w:val="both"/>
      </w:pPr>
    </w:p>
    <w:p w:rsidR="00E45F9E" w:rsidRPr="00E45F9E" w:rsidRDefault="00E45F9E" w:rsidP="00E45F9E">
      <w:pPr>
        <w:pStyle w:val="12"/>
        <w:jc w:val="both"/>
        <w:rPr>
          <w:b/>
        </w:rPr>
      </w:pPr>
      <w:r w:rsidRPr="00E45F9E">
        <w:rPr>
          <w:b/>
        </w:rPr>
        <w:t>10.1 Водопровод и канализация</w:t>
      </w:r>
    </w:p>
    <w:p w:rsidR="00E45F9E" w:rsidRDefault="00E45F9E" w:rsidP="00E45F9E">
      <w:pPr>
        <w:pStyle w:val="12"/>
        <w:jc w:val="both"/>
      </w:pPr>
    </w:p>
    <w:p w:rsidR="00E45F9E" w:rsidRDefault="00E45F9E" w:rsidP="00E45F9E">
      <w:pPr>
        <w:pStyle w:val="12"/>
        <w:jc w:val="both"/>
      </w:pPr>
      <w:r>
        <w:t>Настоящий проект выполнен в соответствии с действующими строительными нормами и правилами и государственными стандартами:</w:t>
      </w:r>
    </w:p>
    <w:p w:rsidR="00E45F9E" w:rsidRDefault="00E45F9E" w:rsidP="00E45F9E">
      <w:pPr>
        <w:pStyle w:val="12"/>
        <w:jc w:val="both"/>
      </w:pPr>
      <w:r>
        <w:t>СНиП</w:t>
      </w:r>
      <w:proofErr w:type="gramStart"/>
      <w:r>
        <w:t>2</w:t>
      </w:r>
      <w:proofErr w:type="gramEnd"/>
      <w:r>
        <w:t>.04.01-85* «Внутренний водопровод и канализация зданий». Изд.</w:t>
      </w:r>
    </w:p>
    <w:p w:rsidR="00E45F9E" w:rsidRDefault="00E45F9E" w:rsidP="00E45F9E">
      <w:pPr>
        <w:pStyle w:val="12"/>
        <w:jc w:val="both"/>
      </w:pPr>
      <w:r>
        <w:t>СНиП</w:t>
      </w:r>
      <w:proofErr w:type="gramStart"/>
      <w:r>
        <w:t>2</w:t>
      </w:r>
      <w:proofErr w:type="gramEnd"/>
      <w:r>
        <w:t>.04.02-84* «Водоснабжение. Наружные сети и сооружения». Изд.</w:t>
      </w:r>
    </w:p>
    <w:p w:rsidR="00E45F9E" w:rsidRDefault="00E45F9E" w:rsidP="00E45F9E">
      <w:pPr>
        <w:pStyle w:val="12"/>
        <w:jc w:val="both"/>
      </w:pPr>
      <w:r>
        <w:t>СНиП</w:t>
      </w:r>
      <w:proofErr w:type="gramStart"/>
      <w:r>
        <w:t>2</w:t>
      </w:r>
      <w:proofErr w:type="gramEnd"/>
      <w:r>
        <w:t>.04.03-85 «Канализация. Наружные сети и сооружения». Изд.</w:t>
      </w:r>
    </w:p>
    <w:p w:rsidR="00E45F9E" w:rsidRDefault="00E45F9E" w:rsidP="00E45F9E">
      <w:pPr>
        <w:pStyle w:val="12"/>
        <w:jc w:val="both"/>
      </w:pPr>
      <w:r>
        <w:t xml:space="preserve">СП 40-102-2000 «Свод правил по проектированию и монтажу сетей водопровода и канализации из полиэтиленовых труб» </w:t>
      </w:r>
    </w:p>
    <w:p w:rsidR="00E45F9E" w:rsidRDefault="00E45F9E" w:rsidP="00E45F9E">
      <w:pPr>
        <w:pStyle w:val="12"/>
        <w:jc w:val="both"/>
      </w:pPr>
      <w:r>
        <w:t xml:space="preserve">СП 40-103-98 «Проектирование и монтаж трубопроводов систем холодного и горячего водоснабжение с использованием </w:t>
      </w:r>
      <w:proofErr w:type="spellStart"/>
      <w:r>
        <w:t>металлополимерных</w:t>
      </w:r>
      <w:proofErr w:type="spellEnd"/>
      <w:r>
        <w:t xml:space="preserve"> труб».</w:t>
      </w:r>
    </w:p>
    <w:p w:rsidR="00363FE8" w:rsidRDefault="00363FE8" w:rsidP="00A50BD4">
      <w:pPr>
        <w:pStyle w:val="12"/>
        <w:jc w:val="both"/>
      </w:pPr>
    </w:p>
    <w:p w:rsidR="00E45F9E" w:rsidRPr="00DC4BEE" w:rsidRDefault="00E45F9E" w:rsidP="00E45F9E">
      <w:pPr>
        <w:pStyle w:val="12"/>
        <w:jc w:val="both"/>
        <w:rPr>
          <w:b/>
          <w:u w:val="single"/>
        </w:rPr>
      </w:pPr>
      <w:r w:rsidRPr="00DC4BEE">
        <w:rPr>
          <w:b/>
          <w:u w:val="single"/>
        </w:rPr>
        <w:t>Наружные сети водопровода и канализации</w:t>
      </w:r>
    </w:p>
    <w:p w:rsidR="00E45F9E" w:rsidRDefault="00E45F9E" w:rsidP="00E45F9E">
      <w:pPr>
        <w:pStyle w:val="12"/>
        <w:jc w:val="both"/>
      </w:pPr>
    </w:p>
    <w:p w:rsidR="00E45F9E" w:rsidRDefault="00E45F9E" w:rsidP="00E45F9E">
      <w:pPr>
        <w:pStyle w:val="12"/>
        <w:jc w:val="both"/>
      </w:pPr>
      <w:r>
        <w:t xml:space="preserve">Проект предусматривает прокладку сетей водопровода, хоз. фекальной  канализации. </w:t>
      </w:r>
    </w:p>
    <w:p w:rsidR="00E45F9E" w:rsidRDefault="00E45F9E" w:rsidP="00E45F9E">
      <w:pPr>
        <w:pStyle w:val="12"/>
        <w:jc w:val="both"/>
      </w:pPr>
      <w:r>
        <w:t>Перед началом строительства необходимо разработать проект выноса из пятна застройки существующего водопровода dy159 мм. Проект согласовать с УМП «Водоканал» г. Малоярославец.</w:t>
      </w:r>
    </w:p>
    <w:p w:rsidR="00E45F9E" w:rsidRDefault="00E45F9E" w:rsidP="00E45F9E">
      <w:pPr>
        <w:pStyle w:val="12"/>
        <w:jc w:val="both"/>
      </w:pPr>
      <w:r>
        <w:t>Водопроводную сеть из полиэтиленовых труб монтировать из длинномерных труб в бухтах, катушках или барабанах Соединение трубопроводов водопровода в траншее, при необходимости, производить на сварке, в колодцах - на фланцах. На углах поворотов прокладку напорных трубопроводов разрешается выполнять по пологой кривой, при этом радиус кривизны должен быть не менее 30D.</w:t>
      </w:r>
    </w:p>
    <w:p w:rsidR="00E45F9E" w:rsidRDefault="00E45F9E" w:rsidP="00E45F9E">
      <w:pPr>
        <w:pStyle w:val="12"/>
        <w:jc w:val="both"/>
      </w:pPr>
      <w:r>
        <w:t>Трубопроводы водопровода укладываются на выровненное естественное основание без твердых включений. При обратной засыпке пластмассовых трубопроводов над верхом трубопровода следует предусматривать защитный слой толщиной 30 см из мягкого местного грунта, не содержащего твердых включений (щебня, камней, кирпичей и т.д.). В зимнее время устройство защитного слоя должно производиться не замерзшим грунтом. Гидравлическое испытание водопроводной сети производить избыточным давлением 0.9 МПа. Согласно СП 40-102-2000 испытание должно производиться в 2 этапа: предварительное и окончательное. Стальные футляры изолировать 2 слоями липкой полимерной лентой «ПИЛ» по битумной грунтовке БН-70/30. Стальные фасонные части резинобитумной мастикой в 3 слоя.</w:t>
      </w:r>
    </w:p>
    <w:p w:rsidR="00E45F9E" w:rsidRDefault="00E45F9E" w:rsidP="00E45F9E">
      <w:pPr>
        <w:pStyle w:val="12"/>
        <w:jc w:val="both"/>
      </w:pPr>
      <w:r>
        <w:t>Наружное пожаротушение осуществляется от существующих емкостей пожаротушения и  пожарных гидрантов, установленных на уличной водопроводной сети.</w:t>
      </w:r>
    </w:p>
    <w:p w:rsidR="00E45F9E" w:rsidRDefault="00E45F9E" w:rsidP="00E45F9E">
      <w:pPr>
        <w:pStyle w:val="12"/>
        <w:jc w:val="both"/>
      </w:pPr>
      <w:r>
        <w:t>Трубопроводы хоз. фекальной канализации  запроектированы из ПВХ безнапорных труб по ГОСТ 1839-80*.</w:t>
      </w:r>
    </w:p>
    <w:p w:rsidR="00E45F9E" w:rsidRDefault="00E45F9E" w:rsidP="00E45F9E">
      <w:pPr>
        <w:pStyle w:val="12"/>
        <w:jc w:val="both"/>
      </w:pPr>
      <w:r>
        <w:t>Колодцы на сетях водопровода и канализации запроектированы сборных железобетонных элементов по серии 3.900-3. Выпуск-7. Гидроизоляцию колодцев, за исключением «ливневых», выполнять на полную глубину. Конструкцию изоляции принять по типовым проектам для мокрых грунтов. При проходе трубопроводов через стенки колодцев трубопроводы  заключить в футляры. Пространство между трубой и футлярами заделать эластичным водонепроницаемым материалом Согласно СП 40-102-2000 и 8.2,8.3 предварительное испытательное (избыточное) гидравлическое давление при испытании на прочность водопроводных сетей выполняется до засыпки траншеи и установки арматуры и должно быть равно расчетному рабочему давлению, умноженному на коэффициент 1,5 (1.5 МПА).</w:t>
      </w:r>
    </w:p>
    <w:p w:rsidR="00E45F9E" w:rsidRDefault="00E45F9E" w:rsidP="00E45F9E">
      <w:pPr>
        <w:pStyle w:val="12"/>
        <w:jc w:val="both"/>
      </w:pPr>
      <w:r>
        <w:t xml:space="preserve">Окончательное испытательное гидравлическое давление на плотность, выполняется после засыпки траншей и равно рабочему давлению, умноженному на коэффициент 1.3 (1.3 МПА). </w:t>
      </w:r>
    </w:p>
    <w:p w:rsidR="00E45F9E" w:rsidRDefault="00E45F9E" w:rsidP="00E45F9E">
      <w:pPr>
        <w:pStyle w:val="12"/>
        <w:jc w:val="both"/>
      </w:pPr>
      <w:r>
        <w:t xml:space="preserve">Траншеи на участках пересечения с дорожным полотном и в местах пересечения с инженерными коммуникациями или кабелями, проложенными в глубине траншеи должны засыпаться песчаным грунтом на всю глубину траншеи с послойным </w:t>
      </w:r>
      <w:proofErr w:type="spellStart"/>
      <w:r>
        <w:t>трамбованием</w:t>
      </w:r>
      <w:proofErr w:type="spellEnd"/>
      <w:r>
        <w:t xml:space="preserve">. Все сети привязаны к осям здания. В период весеннего снеготаяния и выпадения обильных дождей в почвенно-растительном слое на короткое время повсеместно появляется верховодка. Защита здания от подземных вод на время эксплуатации решается путем устройства </w:t>
      </w:r>
      <w:proofErr w:type="spellStart"/>
      <w:r>
        <w:t>пристенного</w:t>
      </w:r>
      <w:proofErr w:type="spellEnd"/>
      <w:r>
        <w:t xml:space="preserve"> дренажа. В качестве трубчатых дрен используются перфорированные асбоцементные трубы </w:t>
      </w:r>
      <w:r>
        <w:t> 200 по ГОСТ 1839-80*. Присоединение дренажных трубопроводов к сети ливневой канализации должно быть выполнено обязательно с установкой обратного клапана типа «</w:t>
      </w:r>
      <w:proofErr w:type="spellStart"/>
      <w:r>
        <w:t>Захлопка</w:t>
      </w:r>
      <w:proofErr w:type="spellEnd"/>
      <w:r>
        <w:t xml:space="preserve">». Колодцы на сетях </w:t>
      </w:r>
      <w:proofErr w:type="spellStart"/>
      <w:r>
        <w:t>пристенного</w:t>
      </w:r>
      <w:proofErr w:type="spellEnd"/>
      <w:r>
        <w:t xml:space="preserve"> дренажа запроектированы из сборных железобетонных элементов по серии 3.900-3. Выпуск - 7. Гидроизоляцию колодцев, за исключением «ливневых», выполнять на полную глубину. Конструкцию изоляции принять по типовым проектам для мокрых грунтов. При проходе трубопроводов через стенки колодцев трубопроводы заключить в футляры. Пространство между трубой и футлярами заделать эластичным водонепроницаемым материалом. До начала производства работ определить точное месторасположение и отметки существующих инженерных коммуникаций и кабелей с обязательным вызовом представителей эксплуатирующих организаций.</w:t>
      </w:r>
    </w:p>
    <w:p w:rsidR="00363FE8" w:rsidRDefault="00E45F9E" w:rsidP="00E45F9E">
      <w:pPr>
        <w:pStyle w:val="12"/>
        <w:jc w:val="both"/>
      </w:pPr>
      <w:r>
        <w:t>Производство работ по укладке трубопроводов и устройству колодцев и гидравлическое испытание напорных и самотечных трубопроводов выполнять согласно СНиП 3.05.04-88*, СНиП 12.03-2001, СНиП 12.04-2002 «Безопасность труда в строительстве» 4.1 и 2 и СП40-102-2000 «Свод правил по проектированию и монтажу сетей водопровода и канализации из полиэтиленовых труб".</w:t>
      </w:r>
    </w:p>
    <w:p w:rsidR="00363FE8" w:rsidRDefault="00363FE8" w:rsidP="000C5C32">
      <w:pPr>
        <w:pStyle w:val="12"/>
      </w:pPr>
    </w:p>
    <w:p w:rsidR="00E45F9E" w:rsidRPr="00DC4BEE" w:rsidRDefault="00E45F9E" w:rsidP="00E45F9E">
      <w:pPr>
        <w:pStyle w:val="12"/>
        <w:rPr>
          <w:b/>
          <w:u w:val="single"/>
        </w:rPr>
      </w:pPr>
      <w:r w:rsidRPr="00DC4BEE">
        <w:rPr>
          <w:b/>
          <w:u w:val="single"/>
        </w:rPr>
        <w:t>Охрана окружающей среды</w:t>
      </w:r>
    </w:p>
    <w:p w:rsidR="00E45F9E" w:rsidRDefault="00E45F9E" w:rsidP="00E45F9E">
      <w:pPr>
        <w:pStyle w:val="12"/>
      </w:pPr>
    </w:p>
    <w:p w:rsidR="00E45F9E" w:rsidRDefault="00E45F9E" w:rsidP="00E45F9E">
      <w:pPr>
        <w:pStyle w:val="12"/>
        <w:jc w:val="both"/>
      </w:pPr>
      <w:r>
        <w:t xml:space="preserve">При строительстве трасс водопровода и канализации земляные работы выполнять с минимальным нарушением залегающих грунтов. При производстве земляных работ </w:t>
      </w:r>
      <w:proofErr w:type="spellStart"/>
      <w:r>
        <w:t>почвенно</w:t>
      </w:r>
      <w:proofErr w:type="spellEnd"/>
      <w:r>
        <w:t xml:space="preserve"> - растительный слой срезать по всей ширине полосы трассы строительства, складировать его в буртах в специально отведенных местах и использовать вновь для рекультивации нарушенных участков. Принятые в проекте трубопроводы не дают вредных выделений в почву. Вырубка зеленых насаждений проектом не предусматривается. Нарушенное благоустройство подлежит восстановлению.</w:t>
      </w:r>
    </w:p>
    <w:p w:rsidR="00C77597" w:rsidRDefault="00C77597" w:rsidP="000C5C32">
      <w:pPr>
        <w:pStyle w:val="12"/>
      </w:pPr>
    </w:p>
    <w:p w:rsidR="00E45F9E" w:rsidRPr="00E45F9E" w:rsidRDefault="00E45F9E" w:rsidP="00E45F9E">
      <w:pPr>
        <w:pStyle w:val="12"/>
        <w:rPr>
          <w:b/>
        </w:rPr>
      </w:pPr>
      <w:r w:rsidRPr="00E45F9E">
        <w:rPr>
          <w:b/>
        </w:rPr>
        <w:t>10.2 Мероприятия по энергосбережению</w:t>
      </w:r>
    </w:p>
    <w:p w:rsidR="00E45F9E" w:rsidRDefault="00E45F9E" w:rsidP="00E45F9E">
      <w:pPr>
        <w:pStyle w:val="12"/>
      </w:pPr>
    </w:p>
    <w:p w:rsidR="00E45F9E" w:rsidRDefault="00E45F9E" w:rsidP="00E45F9E">
      <w:pPr>
        <w:pStyle w:val="12"/>
        <w:jc w:val="both"/>
      </w:pPr>
      <w:r>
        <w:t>1.</w:t>
      </w:r>
      <w:r>
        <w:tab/>
        <w:t>В целях сокращения потерь тепла в зимний период предусмотрено утепление наружных ограждающих конструкций.</w:t>
      </w:r>
    </w:p>
    <w:p w:rsidR="00E45F9E" w:rsidRDefault="00E45F9E" w:rsidP="00E45F9E">
      <w:pPr>
        <w:pStyle w:val="12"/>
        <w:jc w:val="both"/>
      </w:pPr>
      <w:r>
        <w:t>2.</w:t>
      </w:r>
      <w:r>
        <w:tab/>
        <w:t>Окна применены с 3-м остеклением и регулируемыми оконными створками.</w:t>
      </w:r>
    </w:p>
    <w:p w:rsidR="00E45F9E" w:rsidRDefault="00E45F9E" w:rsidP="00E45F9E">
      <w:pPr>
        <w:pStyle w:val="12"/>
        <w:jc w:val="both"/>
      </w:pPr>
      <w:r>
        <w:t>3.</w:t>
      </w:r>
      <w:r>
        <w:tab/>
        <w:t>Площадь световых проёмов не превышает нормированное значение коэффициента естественной освещённости.</w:t>
      </w:r>
    </w:p>
    <w:p w:rsidR="00E45F9E" w:rsidRDefault="00E45F9E" w:rsidP="000C5C32">
      <w:pPr>
        <w:pStyle w:val="12"/>
      </w:pPr>
    </w:p>
    <w:p w:rsidR="00E45F9E" w:rsidRPr="00E45F9E" w:rsidRDefault="00E45F9E" w:rsidP="00E45F9E">
      <w:pPr>
        <w:pStyle w:val="12"/>
        <w:rPr>
          <w:b/>
        </w:rPr>
      </w:pPr>
      <w:r w:rsidRPr="00E45F9E">
        <w:rPr>
          <w:b/>
        </w:rPr>
        <w:t>10.</w:t>
      </w:r>
      <w:r w:rsidR="00DC4BEE">
        <w:rPr>
          <w:b/>
        </w:rPr>
        <w:t>3</w:t>
      </w:r>
      <w:r w:rsidRPr="00E45F9E">
        <w:rPr>
          <w:b/>
        </w:rPr>
        <w:t xml:space="preserve"> Электроснабжение</w:t>
      </w:r>
    </w:p>
    <w:p w:rsidR="00E45F9E" w:rsidRDefault="00E45F9E" w:rsidP="00E45F9E">
      <w:pPr>
        <w:pStyle w:val="12"/>
        <w:jc w:val="both"/>
      </w:pPr>
    </w:p>
    <w:p w:rsidR="00E45F9E" w:rsidRDefault="00E45F9E" w:rsidP="00E45F9E">
      <w:pPr>
        <w:pStyle w:val="12"/>
        <w:jc w:val="both"/>
      </w:pPr>
      <w:r>
        <w:t>Проект выполнен в соответствии с действующими строительными нормами и правилами:</w:t>
      </w:r>
    </w:p>
    <w:p w:rsidR="00E45F9E" w:rsidRDefault="00E45F9E" w:rsidP="00E45F9E">
      <w:pPr>
        <w:pStyle w:val="12"/>
        <w:jc w:val="both"/>
      </w:pPr>
      <w:r>
        <w:t xml:space="preserve">-ПУЭ «Правила устройства электроустановок». </w:t>
      </w:r>
    </w:p>
    <w:p w:rsidR="00E45F9E" w:rsidRDefault="00E45F9E" w:rsidP="00E45F9E">
      <w:pPr>
        <w:pStyle w:val="12"/>
        <w:jc w:val="both"/>
      </w:pPr>
      <w:r>
        <w:t xml:space="preserve">-СНиП-3.05.06-85 «Электротехнические устройства»; </w:t>
      </w:r>
    </w:p>
    <w:p w:rsidR="00E45F9E" w:rsidRDefault="00E45F9E" w:rsidP="00E45F9E">
      <w:pPr>
        <w:pStyle w:val="12"/>
        <w:jc w:val="both"/>
      </w:pPr>
      <w:r>
        <w:t>-ГОСТ 13109-97 «Нормы качества электрической энергии в системах электроснабжения общего назначения»;</w:t>
      </w:r>
    </w:p>
    <w:p w:rsidR="00E45F9E" w:rsidRDefault="00E45F9E" w:rsidP="00E45F9E">
      <w:pPr>
        <w:pStyle w:val="12"/>
        <w:jc w:val="both"/>
      </w:pPr>
      <w:r>
        <w:t>-СП 31-110-2003 «Проектирование и монтаж электроустановок жилых и общественных зданий»;</w:t>
      </w:r>
    </w:p>
    <w:p w:rsidR="00E45F9E" w:rsidRDefault="00E45F9E" w:rsidP="00E45F9E">
      <w:pPr>
        <w:pStyle w:val="12"/>
        <w:jc w:val="both"/>
      </w:pPr>
      <w:r>
        <w:t xml:space="preserve">-ГОСТ </w:t>
      </w:r>
      <w:proofErr w:type="gramStart"/>
      <w:r>
        <w:t>Р</w:t>
      </w:r>
      <w:proofErr w:type="gramEnd"/>
      <w:r>
        <w:t xml:space="preserve"> 50571.20-2000 «Электроустановки зданий. Требования по обеспечению безопасности»;</w:t>
      </w:r>
    </w:p>
    <w:p w:rsidR="00E45F9E" w:rsidRDefault="00E45F9E" w:rsidP="00E45F9E">
      <w:pPr>
        <w:pStyle w:val="12"/>
        <w:jc w:val="both"/>
      </w:pPr>
      <w:r>
        <w:t>-ГОСТ 21.613-88 «Силовое электрооборудование. Рабочие чертежи»; ГОСТ 12.1.030-81* «Электробезопасность. Защитное заземление, зануление»;</w:t>
      </w:r>
    </w:p>
    <w:p w:rsidR="00E45F9E" w:rsidRDefault="00E45F9E" w:rsidP="00E45F9E">
      <w:pPr>
        <w:pStyle w:val="12"/>
        <w:jc w:val="both"/>
      </w:pPr>
      <w:r>
        <w:t xml:space="preserve">-ГОСТ 30331.1-95 «Электроустановки зданий. Основные положения»; ГОСТ </w:t>
      </w:r>
      <w:proofErr w:type="gramStart"/>
      <w:r>
        <w:t>Р</w:t>
      </w:r>
      <w:proofErr w:type="gramEnd"/>
      <w:r>
        <w:t xml:space="preserve"> 50571.15-97 «Электроустановки зданий. Выбор и монтаж электрооборудования. Электропроводки»;</w:t>
      </w:r>
    </w:p>
    <w:p w:rsidR="00E45F9E" w:rsidRDefault="00E45F9E" w:rsidP="00E45F9E">
      <w:pPr>
        <w:pStyle w:val="12"/>
        <w:jc w:val="both"/>
      </w:pPr>
      <w:r>
        <w:t>-ПОТ РМ - 016 - 2001 РД153 - 34.0 - 03.150 - 00 «Межотраслевые правила по охране труда (правила безопасности) при эксплуатации электроустановок».</w:t>
      </w:r>
    </w:p>
    <w:p w:rsidR="00E45F9E" w:rsidRDefault="00E45F9E" w:rsidP="00E45F9E">
      <w:pPr>
        <w:pStyle w:val="12"/>
        <w:jc w:val="both"/>
      </w:pPr>
    </w:p>
    <w:p w:rsidR="00E45F9E" w:rsidRDefault="00E45F9E" w:rsidP="00E45F9E">
      <w:pPr>
        <w:pStyle w:val="12"/>
        <w:jc w:val="both"/>
      </w:pPr>
      <w:r>
        <w:t xml:space="preserve">Расчетная нагрузка магазина по вводу составляет </w:t>
      </w:r>
      <w:proofErr w:type="spellStart"/>
      <w:r>
        <w:t>Ррг</w:t>
      </w:r>
      <w:proofErr w:type="spellEnd"/>
      <w:r>
        <w:t xml:space="preserve"> = 70 кВт.</w:t>
      </w:r>
    </w:p>
    <w:p w:rsidR="00E45F9E" w:rsidRDefault="00E45F9E" w:rsidP="00E45F9E">
      <w:pPr>
        <w:pStyle w:val="12"/>
        <w:jc w:val="both"/>
      </w:pPr>
      <w:r>
        <w:t xml:space="preserve">Расчетная нагрузка магазина строительных материалов составляет </w:t>
      </w:r>
      <w:proofErr w:type="spellStart"/>
      <w:r>
        <w:t>Ррг</w:t>
      </w:r>
      <w:proofErr w:type="spellEnd"/>
      <w:r>
        <w:t xml:space="preserve"> = 25 кВт.</w:t>
      </w:r>
    </w:p>
    <w:p w:rsidR="00E45F9E" w:rsidRDefault="00E45F9E" w:rsidP="00E45F9E">
      <w:pPr>
        <w:pStyle w:val="12"/>
        <w:jc w:val="both"/>
      </w:pPr>
    </w:p>
    <w:p w:rsidR="00E45F9E" w:rsidRPr="00E45F9E" w:rsidRDefault="00E45F9E" w:rsidP="00E45F9E">
      <w:pPr>
        <w:pStyle w:val="12"/>
        <w:jc w:val="both"/>
        <w:rPr>
          <w:b/>
          <w:u w:val="single"/>
        </w:rPr>
      </w:pPr>
      <w:r w:rsidRPr="00E45F9E">
        <w:rPr>
          <w:b/>
          <w:u w:val="single"/>
        </w:rPr>
        <w:t>Категория электроснабжения</w:t>
      </w:r>
    </w:p>
    <w:p w:rsidR="00E45F9E" w:rsidRDefault="00E45F9E" w:rsidP="00E45F9E">
      <w:pPr>
        <w:pStyle w:val="12"/>
        <w:jc w:val="both"/>
      </w:pPr>
      <w:r>
        <w:t>По степени надежности электроснабжения здание относится к потребителям III категории.</w:t>
      </w:r>
    </w:p>
    <w:p w:rsidR="00E45F9E" w:rsidRDefault="00E45F9E" w:rsidP="00E45F9E">
      <w:pPr>
        <w:pStyle w:val="12"/>
        <w:jc w:val="both"/>
      </w:pPr>
    </w:p>
    <w:p w:rsidR="00E45F9E" w:rsidRPr="00E45F9E" w:rsidRDefault="00E45F9E" w:rsidP="00E45F9E">
      <w:pPr>
        <w:pStyle w:val="12"/>
        <w:jc w:val="both"/>
        <w:rPr>
          <w:b/>
          <w:u w:val="single"/>
        </w:rPr>
      </w:pPr>
      <w:r w:rsidRPr="00E45F9E">
        <w:rPr>
          <w:b/>
          <w:u w:val="single"/>
        </w:rPr>
        <w:t>Схема питания</w:t>
      </w:r>
    </w:p>
    <w:p w:rsidR="00E45F9E" w:rsidRDefault="00E45F9E" w:rsidP="00E45F9E">
      <w:pPr>
        <w:pStyle w:val="12"/>
        <w:jc w:val="both"/>
      </w:pPr>
    </w:p>
    <w:p w:rsidR="00E45F9E" w:rsidRDefault="00E45F9E" w:rsidP="00E45F9E">
      <w:pPr>
        <w:pStyle w:val="12"/>
        <w:jc w:val="both"/>
      </w:pPr>
      <w:r>
        <w:t xml:space="preserve">Электроснабжение проектируемого магазина предусмотрено </w:t>
      </w:r>
      <w:r w:rsidRPr="001E4699">
        <w:t>от ТП-27</w:t>
      </w:r>
      <w:r>
        <w:t xml:space="preserve"> на напряжение 0,4 </w:t>
      </w:r>
      <w:proofErr w:type="spellStart"/>
      <w:r>
        <w:t>кВ.</w:t>
      </w:r>
      <w:proofErr w:type="spellEnd"/>
    </w:p>
    <w:p w:rsidR="00E45F9E" w:rsidRDefault="00E45F9E" w:rsidP="00E45F9E">
      <w:pPr>
        <w:pStyle w:val="12"/>
        <w:jc w:val="both"/>
      </w:pPr>
      <w:r>
        <w:t xml:space="preserve">Электроснабжение проектируемого магазина строительных материалов предусмотрено от существующей </w:t>
      </w:r>
      <w:proofErr w:type="gramStart"/>
      <w:r>
        <w:t>ВЛ</w:t>
      </w:r>
      <w:proofErr w:type="gramEnd"/>
      <w:r>
        <w:t xml:space="preserve"> на напряжение 0,4 </w:t>
      </w:r>
      <w:proofErr w:type="spellStart"/>
      <w:r>
        <w:t>кВ.</w:t>
      </w:r>
      <w:proofErr w:type="spellEnd"/>
    </w:p>
    <w:p w:rsidR="00E45F9E" w:rsidRDefault="00E45F9E" w:rsidP="00E45F9E">
      <w:pPr>
        <w:pStyle w:val="12"/>
        <w:jc w:val="both"/>
      </w:pPr>
      <w:proofErr w:type="gramStart"/>
      <w:r>
        <w:t xml:space="preserve">Для электроснабжения проектируемого магазина необходимо получить дополнительные ТУ, обеспечивающие расчетную мощность и </w:t>
      </w:r>
      <w:proofErr w:type="spellStart"/>
      <w:r>
        <w:t>категорийность</w:t>
      </w:r>
      <w:proofErr w:type="spellEnd"/>
      <w:r>
        <w:t xml:space="preserve"> по электроснабжению данного объекта. </w:t>
      </w:r>
      <w:proofErr w:type="gramEnd"/>
    </w:p>
    <w:p w:rsidR="00E45F9E" w:rsidRDefault="00E45F9E" w:rsidP="00E45F9E">
      <w:pPr>
        <w:pStyle w:val="12"/>
        <w:jc w:val="both"/>
      </w:pPr>
      <w:r>
        <w:t>При пересечении с подземными коммуникациями и автодорогами и при прокладке кабеля ближе 2,0 м от стволов деревьев кабели проклад</w:t>
      </w:r>
      <w:r w:rsidR="00DC4BEE">
        <w:t>ывать в асбестоцементной трубе</w:t>
      </w:r>
      <w:r>
        <w:t xml:space="preserve"> 100 мм. Пересечения с существующими коммуникациями производить с разрешения и в присутствии представителя эксплуатирующей организации. Разбивку трассы производить с разрешения и в присутствии представителя организации, эксплуатирующей подземные коммуникации.</w:t>
      </w:r>
    </w:p>
    <w:p w:rsidR="00E45F9E" w:rsidRPr="004825F9" w:rsidRDefault="00E45F9E" w:rsidP="00E45F9E">
      <w:pPr>
        <w:pStyle w:val="12"/>
        <w:jc w:val="both"/>
      </w:pPr>
    </w:p>
    <w:p w:rsidR="00DC4BEE" w:rsidRPr="00DC4BEE" w:rsidRDefault="00DC4BEE" w:rsidP="00DC4BEE">
      <w:pPr>
        <w:pStyle w:val="12"/>
        <w:rPr>
          <w:b/>
          <w:u w:val="single"/>
        </w:rPr>
      </w:pPr>
      <w:r w:rsidRPr="00DC4BEE">
        <w:rPr>
          <w:b/>
          <w:u w:val="single"/>
        </w:rPr>
        <w:t>Охрана труда, техника безопасности, правила эксплуатации,</w:t>
      </w:r>
      <w:r w:rsidR="006D1FF0">
        <w:rPr>
          <w:b/>
          <w:u w:val="single"/>
        </w:rPr>
        <w:t xml:space="preserve"> </w:t>
      </w:r>
      <w:r w:rsidRPr="00DC4BEE">
        <w:rPr>
          <w:b/>
          <w:u w:val="single"/>
        </w:rPr>
        <w:t>противопожарные мероприятия и пожарная зашита</w:t>
      </w:r>
    </w:p>
    <w:p w:rsidR="00DC4BEE" w:rsidRDefault="00DC4BEE" w:rsidP="00DC4BEE">
      <w:pPr>
        <w:pStyle w:val="12"/>
      </w:pPr>
    </w:p>
    <w:p w:rsidR="00DC4BEE" w:rsidRDefault="00DC4BEE" w:rsidP="00DC4BEE">
      <w:pPr>
        <w:pStyle w:val="12"/>
        <w:jc w:val="both"/>
      </w:pPr>
      <w:r>
        <w:t xml:space="preserve">Охрана труда и техника безопасности в строительстве и эксплуатации проектируемых объектов обеспечивается принятием всех проектных решений в строгом соответствии с «Межотраслевыми правилами по охране труда (правил безопасности) при эксплуатации электроустановок ПОТ </w:t>
      </w:r>
      <w:proofErr w:type="gramStart"/>
      <w:r>
        <w:t>Р</w:t>
      </w:r>
      <w:proofErr w:type="gramEnd"/>
      <w:r>
        <w:t xml:space="preserve"> М - 016 - 2001 РД 153 - 34.0 - 03.150 - 00», «Правилами техники безопасности при производстве электромонтажных работ на объектах Минэнерго СССР», требования которых учитывают условия безопасности труда, предупреждения производственного травматизма, профессиональных заболеваний, пожаров и взрывов.</w:t>
      </w:r>
    </w:p>
    <w:p w:rsidR="00DC4BEE" w:rsidRDefault="00DC4BEE" w:rsidP="00DC4BEE">
      <w:pPr>
        <w:pStyle w:val="12"/>
        <w:jc w:val="both"/>
      </w:pPr>
      <w:r>
        <w:t>Для обеспечения охраны труда и техники безопасности проектом предусмотрено:</w:t>
      </w:r>
    </w:p>
    <w:p w:rsidR="00DC4BEE" w:rsidRDefault="00DC4BEE" w:rsidP="00DC4BEE">
      <w:pPr>
        <w:pStyle w:val="12"/>
        <w:jc w:val="both"/>
      </w:pPr>
      <w:r>
        <w:rPr>
          <w:rFonts w:ascii="Arial" w:hAnsi="Arial"/>
        </w:rPr>
        <w:t>■</w:t>
      </w:r>
      <w:r>
        <w:tab/>
      </w:r>
      <w:r>
        <w:rPr>
          <w:rFonts w:cs="ISOCPEUR"/>
        </w:rPr>
        <w:t>Использование</w:t>
      </w:r>
      <w:r>
        <w:t xml:space="preserve"> </w:t>
      </w:r>
      <w:r>
        <w:rPr>
          <w:rFonts w:cs="ISOCPEUR"/>
        </w:rPr>
        <w:t>технически</w:t>
      </w:r>
      <w:r>
        <w:t xml:space="preserve"> </w:t>
      </w:r>
      <w:r>
        <w:rPr>
          <w:rFonts w:cs="ISOCPEUR"/>
        </w:rPr>
        <w:t>совершенных</w:t>
      </w:r>
      <w:r>
        <w:t xml:space="preserve"> </w:t>
      </w:r>
      <w:r>
        <w:rPr>
          <w:rFonts w:cs="ISOCPEUR"/>
        </w:rPr>
        <w:t>изделий</w:t>
      </w:r>
      <w:r>
        <w:t>;</w:t>
      </w:r>
    </w:p>
    <w:p w:rsidR="00DC4BEE" w:rsidRDefault="00DC4BEE" w:rsidP="00DC4BEE">
      <w:pPr>
        <w:pStyle w:val="12"/>
        <w:jc w:val="both"/>
      </w:pPr>
      <w:r>
        <w:rPr>
          <w:rFonts w:ascii="Arial" w:hAnsi="Arial"/>
        </w:rPr>
        <w:t>■</w:t>
      </w:r>
      <w:r>
        <w:tab/>
      </w:r>
      <w:r>
        <w:rPr>
          <w:rFonts w:cs="ISOCPEUR"/>
        </w:rPr>
        <w:t>Использование</w:t>
      </w:r>
      <w:r>
        <w:t xml:space="preserve"> </w:t>
      </w:r>
      <w:r>
        <w:rPr>
          <w:rFonts w:cs="ISOCPEUR"/>
        </w:rPr>
        <w:t>заземляющих</w:t>
      </w:r>
      <w:r>
        <w:t xml:space="preserve"> </w:t>
      </w:r>
      <w:r>
        <w:rPr>
          <w:rFonts w:cs="ISOCPEUR"/>
        </w:rPr>
        <w:t>устройств</w:t>
      </w:r>
      <w:r>
        <w:t xml:space="preserve"> </w:t>
      </w:r>
      <w:r>
        <w:rPr>
          <w:rFonts w:cs="ISOCPEUR"/>
        </w:rPr>
        <w:t>элементов</w:t>
      </w:r>
      <w:r>
        <w:t xml:space="preserve"> </w:t>
      </w:r>
      <w:r>
        <w:rPr>
          <w:rFonts w:cs="ISOCPEUR"/>
        </w:rPr>
        <w:t>электроустановок</w:t>
      </w:r>
      <w:r>
        <w:t xml:space="preserve"> до 10 </w:t>
      </w:r>
      <w:proofErr w:type="spellStart"/>
      <w:r>
        <w:t>кВ</w:t>
      </w:r>
      <w:proofErr w:type="spellEnd"/>
      <w:r>
        <w:t xml:space="preserve"> включительно с нормированной ПУЭ величиной сопротивления и конструкцией, соответствующей требованиям СНиП 3.05.06-85 «Электротехнические устройства»;</w:t>
      </w:r>
    </w:p>
    <w:p w:rsidR="00DC4BEE" w:rsidRDefault="00DC4BEE" w:rsidP="00DC4BEE">
      <w:pPr>
        <w:pStyle w:val="12"/>
        <w:jc w:val="both"/>
      </w:pPr>
      <w:r>
        <w:rPr>
          <w:rFonts w:ascii="Arial" w:hAnsi="Arial"/>
        </w:rPr>
        <w:t>■</w:t>
      </w:r>
      <w:r>
        <w:tab/>
      </w:r>
      <w:r>
        <w:rPr>
          <w:rFonts w:cs="ISOCPEUR"/>
        </w:rPr>
        <w:t>Использование</w:t>
      </w:r>
      <w:r>
        <w:t xml:space="preserve"> </w:t>
      </w:r>
      <w:r>
        <w:rPr>
          <w:rFonts w:cs="ISOCPEUR"/>
        </w:rPr>
        <w:t>при</w:t>
      </w:r>
      <w:r>
        <w:t xml:space="preserve"> </w:t>
      </w:r>
      <w:r>
        <w:rPr>
          <w:rFonts w:cs="ISOCPEUR"/>
        </w:rPr>
        <w:t>выполнении</w:t>
      </w:r>
      <w:r>
        <w:t xml:space="preserve"> </w:t>
      </w:r>
      <w:r>
        <w:rPr>
          <w:rFonts w:cs="ISOCPEUR"/>
        </w:rPr>
        <w:t>строительно</w:t>
      </w:r>
      <w:r>
        <w:t>-</w:t>
      </w:r>
      <w:r>
        <w:rPr>
          <w:rFonts w:cs="ISOCPEUR"/>
        </w:rPr>
        <w:t>монтажных</w:t>
      </w:r>
      <w:r>
        <w:t xml:space="preserve"> </w:t>
      </w:r>
      <w:r>
        <w:rPr>
          <w:rFonts w:cs="ISOCPEUR"/>
        </w:rPr>
        <w:t>работ</w:t>
      </w:r>
      <w:r>
        <w:t xml:space="preserve"> </w:t>
      </w:r>
      <w:r>
        <w:rPr>
          <w:rFonts w:cs="ISOCPEUR"/>
        </w:rPr>
        <w:t>машин</w:t>
      </w:r>
      <w:r>
        <w:t xml:space="preserve"> </w:t>
      </w:r>
      <w:r>
        <w:rPr>
          <w:rFonts w:cs="ISOCPEUR"/>
        </w:rPr>
        <w:t>и</w:t>
      </w:r>
      <w:r>
        <w:t xml:space="preserve"> </w:t>
      </w:r>
      <w:r>
        <w:rPr>
          <w:rFonts w:cs="ISOCPEUR"/>
        </w:rPr>
        <w:t>механизмов</w:t>
      </w:r>
      <w:r>
        <w:t xml:space="preserve">, </w:t>
      </w:r>
      <w:r>
        <w:rPr>
          <w:rFonts w:cs="ISOCPEUR"/>
        </w:rPr>
        <w:t>в</w:t>
      </w:r>
      <w:r>
        <w:t xml:space="preserve"> </w:t>
      </w:r>
      <w:r>
        <w:rPr>
          <w:rFonts w:cs="ISOCPEUR"/>
        </w:rPr>
        <w:t>конструкции</w:t>
      </w:r>
      <w:r>
        <w:t xml:space="preserve"> </w:t>
      </w:r>
      <w:r>
        <w:rPr>
          <w:rFonts w:cs="ISOCPEUR"/>
        </w:rPr>
        <w:t>кото</w:t>
      </w:r>
      <w:r>
        <w:t>рых заложены принципы охраны труда;</w:t>
      </w:r>
    </w:p>
    <w:p w:rsidR="00DC4BEE" w:rsidRDefault="00DC4BEE" w:rsidP="00DC4BEE">
      <w:pPr>
        <w:pStyle w:val="12"/>
        <w:jc w:val="both"/>
      </w:pPr>
      <w:r>
        <w:rPr>
          <w:rFonts w:ascii="Arial" w:hAnsi="Arial"/>
        </w:rPr>
        <w:t>■</w:t>
      </w:r>
      <w:r>
        <w:tab/>
      </w:r>
      <w:r>
        <w:rPr>
          <w:rFonts w:cs="ISOCPEUR"/>
        </w:rPr>
        <w:t>Высокая</w:t>
      </w:r>
      <w:r>
        <w:t xml:space="preserve"> </w:t>
      </w:r>
      <w:r>
        <w:rPr>
          <w:rFonts w:cs="ISOCPEUR"/>
        </w:rPr>
        <w:t>степень</w:t>
      </w:r>
      <w:r>
        <w:t xml:space="preserve"> </w:t>
      </w:r>
      <w:r>
        <w:rPr>
          <w:rFonts w:cs="ISOCPEUR"/>
        </w:rPr>
        <w:t>механизации</w:t>
      </w:r>
      <w:r>
        <w:t xml:space="preserve"> </w:t>
      </w:r>
      <w:r>
        <w:rPr>
          <w:rFonts w:cs="ISOCPEUR"/>
        </w:rPr>
        <w:t>строительно</w:t>
      </w:r>
      <w:r>
        <w:t>-</w:t>
      </w:r>
      <w:r>
        <w:rPr>
          <w:rFonts w:cs="ISOCPEUR"/>
        </w:rPr>
        <w:t>монтажных</w:t>
      </w:r>
      <w:r>
        <w:t xml:space="preserve"> </w:t>
      </w:r>
      <w:r>
        <w:rPr>
          <w:rFonts w:cs="ISOCPEUR"/>
        </w:rPr>
        <w:t>работ</w:t>
      </w:r>
      <w:r>
        <w:t xml:space="preserve">. </w:t>
      </w:r>
      <w:r>
        <w:rPr>
          <w:rFonts w:cs="ISOCPEUR"/>
        </w:rPr>
        <w:t>Для</w:t>
      </w:r>
      <w:r>
        <w:t xml:space="preserve"> </w:t>
      </w:r>
      <w:r>
        <w:rPr>
          <w:rFonts w:cs="ISOCPEUR"/>
        </w:rPr>
        <w:t>обеспечения</w:t>
      </w:r>
      <w:r>
        <w:t xml:space="preserve"> </w:t>
      </w:r>
      <w:r>
        <w:rPr>
          <w:rFonts w:cs="ISOCPEUR"/>
        </w:rPr>
        <w:t>охраны</w:t>
      </w:r>
      <w:r>
        <w:t xml:space="preserve"> </w:t>
      </w:r>
      <w:r>
        <w:rPr>
          <w:rFonts w:cs="ISOCPEUR"/>
        </w:rPr>
        <w:t>труда</w:t>
      </w:r>
      <w:r>
        <w:t xml:space="preserve">, </w:t>
      </w:r>
      <w:r>
        <w:rPr>
          <w:rFonts w:cs="ISOCPEUR"/>
        </w:rPr>
        <w:t>техники</w:t>
      </w:r>
      <w:r>
        <w:t xml:space="preserve"> </w:t>
      </w:r>
      <w:r>
        <w:rPr>
          <w:rFonts w:cs="ISOCPEUR"/>
        </w:rPr>
        <w:t>безопасности</w:t>
      </w:r>
      <w:r>
        <w:t xml:space="preserve"> </w:t>
      </w:r>
      <w:r>
        <w:rPr>
          <w:rFonts w:cs="ISOCPEUR"/>
        </w:rPr>
        <w:t>необходимо</w:t>
      </w:r>
      <w:r>
        <w:t xml:space="preserve"> </w:t>
      </w:r>
      <w:r>
        <w:rPr>
          <w:rFonts w:cs="ISOCPEUR"/>
        </w:rPr>
        <w:t>также</w:t>
      </w:r>
      <w:r>
        <w:t xml:space="preserve">, </w:t>
      </w:r>
      <w:r>
        <w:rPr>
          <w:rFonts w:cs="ISOCPEUR"/>
        </w:rPr>
        <w:t>чтобы</w:t>
      </w:r>
      <w:r>
        <w:t xml:space="preserve"> </w:t>
      </w:r>
      <w:r>
        <w:rPr>
          <w:rFonts w:cs="ISOCPEUR"/>
        </w:rPr>
        <w:t>строительные</w:t>
      </w:r>
      <w:r>
        <w:t xml:space="preserve">, </w:t>
      </w:r>
      <w:r>
        <w:rPr>
          <w:rFonts w:cs="ISOCPEUR"/>
        </w:rPr>
        <w:t>монтажные</w:t>
      </w:r>
      <w:r>
        <w:t xml:space="preserve"> </w:t>
      </w:r>
      <w:r>
        <w:rPr>
          <w:rFonts w:cs="ISOCPEUR"/>
        </w:rPr>
        <w:t>и</w:t>
      </w:r>
      <w:r>
        <w:t xml:space="preserve"> </w:t>
      </w:r>
      <w:r>
        <w:rPr>
          <w:rFonts w:cs="ISOCPEUR"/>
        </w:rPr>
        <w:t>наладочные</w:t>
      </w:r>
      <w:r>
        <w:t xml:space="preserve"> </w:t>
      </w:r>
      <w:r>
        <w:rPr>
          <w:rFonts w:cs="ISOCPEUR"/>
        </w:rPr>
        <w:t>работы</w:t>
      </w:r>
      <w:r>
        <w:t xml:space="preserve"> </w:t>
      </w:r>
      <w:r>
        <w:rPr>
          <w:rFonts w:cs="ISOCPEUR"/>
        </w:rPr>
        <w:t>и</w:t>
      </w:r>
      <w:r>
        <w:t xml:space="preserve"> </w:t>
      </w:r>
      <w:r>
        <w:rPr>
          <w:rFonts w:cs="ISOCPEUR"/>
        </w:rPr>
        <w:t>эксплуатация</w:t>
      </w:r>
      <w:r>
        <w:t xml:space="preserve"> </w:t>
      </w:r>
      <w:r>
        <w:rPr>
          <w:rFonts w:cs="ISOCPEUR"/>
        </w:rPr>
        <w:t>производились</w:t>
      </w:r>
      <w:r>
        <w:t xml:space="preserve"> </w:t>
      </w:r>
      <w:r>
        <w:rPr>
          <w:rFonts w:cs="ISOCPEUR"/>
        </w:rPr>
        <w:t>в</w:t>
      </w:r>
      <w:r>
        <w:t xml:space="preserve"> </w:t>
      </w:r>
      <w:r>
        <w:rPr>
          <w:rFonts w:cs="ISOCPEUR"/>
        </w:rPr>
        <w:t>соответстви</w:t>
      </w:r>
      <w:r>
        <w:t>и с ПТБ, ПТЭ и СНиП 12-03-2001.</w:t>
      </w:r>
    </w:p>
    <w:p w:rsidR="00DC4BEE" w:rsidRDefault="00DC4BEE" w:rsidP="00DC4BEE">
      <w:pPr>
        <w:pStyle w:val="12"/>
        <w:jc w:val="both"/>
      </w:pPr>
      <w:r>
        <w:rPr>
          <w:rFonts w:ascii="Arial" w:hAnsi="Arial"/>
        </w:rPr>
        <w:t>■</w:t>
      </w:r>
      <w:r>
        <w:tab/>
      </w:r>
      <w:r>
        <w:rPr>
          <w:rFonts w:cs="ISOCPEUR"/>
        </w:rPr>
        <w:t>Эксплуатация</w:t>
      </w:r>
      <w:r>
        <w:t xml:space="preserve"> </w:t>
      </w:r>
      <w:r>
        <w:rPr>
          <w:rFonts w:cs="ISOCPEUR"/>
        </w:rPr>
        <w:t>проектируемых</w:t>
      </w:r>
      <w:r>
        <w:t xml:space="preserve"> </w:t>
      </w:r>
      <w:r>
        <w:rPr>
          <w:rFonts w:cs="ISOCPEUR"/>
        </w:rPr>
        <w:t>объектов</w:t>
      </w:r>
      <w:r>
        <w:t xml:space="preserve"> </w:t>
      </w:r>
      <w:r>
        <w:rPr>
          <w:rFonts w:cs="ISOCPEUR"/>
        </w:rPr>
        <w:t>производится</w:t>
      </w:r>
      <w:r>
        <w:t xml:space="preserve"> </w:t>
      </w:r>
      <w:r>
        <w:rPr>
          <w:rFonts w:cs="ISOCPEUR"/>
        </w:rPr>
        <w:t>по</w:t>
      </w:r>
      <w:r>
        <w:t xml:space="preserve"> </w:t>
      </w:r>
      <w:r>
        <w:rPr>
          <w:rFonts w:cs="ISOCPEUR"/>
        </w:rPr>
        <w:t>существующим</w:t>
      </w:r>
      <w:r>
        <w:t xml:space="preserve"> </w:t>
      </w:r>
      <w:r>
        <w:rPr>
          <w:rFonts w:cs="ISOCPEUR"/>
        </w:rPr>
        <w:t>нормам</w:t>
      </w:r>
      <w:r>
        <w:t xml:space="preserve">, </w:t>
      </w:r>
      <w:r>
        <w:rPr>
          <w:rFonts w:cs="ISOCPEUR"/>
        </w:rPr>
        <w:t>разработанным</w:t>
      </w:r>
      <w:r>
        <w:t xml:space="preserve"> </w:t>
      </w:r>
      <w:r>
        <w:rPr>
          <w:rFonts w:cs="ISOCPEUR"/>
        </w:rPr>
        <w:t>в</w:t>
      </w:r>
      <w:r>
        <w:t xml:space="preserve"> </w:t>
      </w:r>
      <w:r>
        <w:rPr>
          <w:rFonts w:cs="ISOCPEUR"/>
        </w:rPr>
        <w:t>соответствии</w:t>
      </w:r>
      <w:r>
        <w:t xml:space="preserve"> </w:t>
      </w:r>
      <w:r>
        <w:rPr>
          <w:rFonts w:cs="ISOCPEUR"/>
        </w:rPr>
        <w:t>с</w:t>
      </w:r>
      <w:r>
        <w:t xml:space="preserve"> </w:t>
      </w:r>
      <w:r>
        <w:rPr>
          <w:rFonts w:cs="ISOCPEUR"/>
        </w:rPr>
        <w:t>ПУЭ</w:t>
      </w:r>
      <w:r>
        <w:t xml:space="preserve"> </w:t>
      </w:r>
      <w:r>
        <w:rPr>
          <w:rFonts w:cs="ISOCPEUR"/>
        </w:rPr>
        <w:t>и</w:t>
      </w:r>
      <w:r>
        <w:t xml:space="preserve"> </w:t>
      </w:r>
      <w:r>
        <w:rPr>
          <w:rFonts w:cs="ISOCPEUR"/>
        </w:rPr>
        <w:t>правилами</w:t>
      </w:r>
      <w:r>
        <w:t xml:space="preserve"> </w:t>
      </w:r>
      <w:r>
        <w:rPr>
          <w:rFonts w:cs="ISOCPEUR"/>
        </w:rPr>
        <w:t>техники</w:t>
      </w:r>
      <w:r>
        <w:t xml:space="preserve"> </w:t>
      </w:r>
      <w:r>
        <w:rPr>
          <w:rFonts w:cs="ISOCPEUR"/>
        </w:rPr>
        <w:t>безопасности</w:t>
      </w:r>
      <w:r>
        <w:t xml:space="preserve"> </w:t>
      </w:r>
      <w:r>
        <w:rPr>
          <w:rFonts w:cs="ISOCPEUR"/>
        </w:rPr>
        <w:t>при</w:t>
      </w:r>
      <w:r>
        <w:t xml:space="preserve"> </w:t>
      </w:r>
      <w:r>
        <w:rPr>
          <w:rFonts w:cs="ISOCPEUR"/>
        </w:rPr>
        <w:t>эксплуатации</w:t>
      </w:r>
      <w:r>
        <w:t>.</w:t>
      </w:r>
    </w:p>
    <w:p w:rsidR="00DC4BEE" w:rsidRDefault="00DC4BEE" w:rsidP="00DC4BEE">
      <w:pPr>
        <w:pStyle w:val="12"/>
        <w:jc w:val="both"/>
      </w:pPr>
      <w:r>
        <w:rPr>
          <w:rFonts w:ascii="Arial" w:hAnsi="Arial"/>
        </w:rPr>
        <w:t>■</w:t>
      </w:r>
      <w:r>
        <w:tab/>
      </w:r>
      <w:r>
        <w:rPr>
          <w:rFonts w:cs="ISOCPEUR"/>
        </w:rPr>
        <w:t>Пожарная</w:t>
      </w:r>
      <w:r>
        <w:t xml:space="preserve"> </w:t>
      </w:r>
      <w:r>
        <w:rPr>
          <w:rFonts w:cs="ISOCPEUR"/>
        </w:rPr>
        <w:t>безопасность</w:t>
      </w:r>
      <w:r>
        <w:t xml:space="preserve"> </w:t>
      </w:r>
      <w:r>
        <w:rPr>
          <w:rFonts w:cs="ISOCPEUR"/>
        </w:rPr>
        <w:t>проектируемых</w:t>
      </w:r>
      <w:r>
        <w:t xml:space="preserve"> </w:t>
      </w:r>
      <w:r>
        <w:rPr>
          <w:rFonts w:cs="ISOCPEUR"/>
        </w:rPr>
        <w:t>объектов</w:t>
      </w:r>
      <w:r>
        <w:t xml:space="preserve"> </w:t>
      </w:r>
      <w:r>
        <w:rPr>
          <w:rFonts w:cs="ISOCPEUR"/>
        </w:rPr>
        <w:t>обеспечивается</w:t>
      </w:r>
      <w:r>
        <w:t xml:space="preserve"> применением несгораемых конструкций, их заземлением, автоматическим отключением ЛЭП от токов короткого замыкания.</w:t>
      </w:r>
    </w:p>
    <w:p w:rsidR="00DC4BEE" w:rsidRDefault="00DC4BEE" w:rsidP="00DC4BEE">
      <w:pPr>
        <w:pStyle w:val="12"/>
        <w:jc w:val="both"/>
      </w:pPr>
    </w:p>
    <w:p w:rsidR="00A2204E" w:rsidRDefault="00DC4BEE" w:rsidP="00DC4BEE">
      <w:pPr>
        <w:pStyle w:val="12"/>
        <w:jc w:val="both"/>
      </w:pPr>
      <w:r>
        <w:t>Указанный в настоящем проекте технологический процесс является безотходным и не сопровождается вредными выбросами в окружающую природную среду (как воздушную, так и водную).</w:t>
      </w:r>
    </w:p>
    <w:p w:rsidR="00DC4BEE" w:rsidRDefault="00DC4BEE" w:rsidP="00DC4BEE">
      <w:pPr>
        <w:pStyle w:val="12"/>
        <w:jc w:val="both"/>
      </w:pPr>
    </w:p>
    <w:p w:rsidR="00DC4BEE" w:rsidRPr="00DC4BEE" w:rsidRDefault="00DC4BEE" w:rsidP="00DC4BEE">
      <w:pPr>
        <w:pStyle w:val="12"/>
        <w:jc w:val="both"/>
        <w:rPr>
          <w:b/>
          <w:u w:val="single"/>
        </w:rPr>
      </w:pPr>
      <w:r w:rsidRPr="00DC4BEE">
        <w:rPr>
          <w:b/>
          <w:u w:val="single"/>
        </w:rPr>
        <w:t>Учет электроэнергии</w:t>
      </w:r>
    </w:p>
    <w:p w:rsidR="00DC4BEE" w:rsidRDefault="00DC4BEE" w:rsidP="00DC4BEE">
      <w:pPr>
        <w:pStyle w:val="12"/>
        <w:jc w:val="both"/>
      </w:pPr>
    </w:p>
    <w:p w:rsidR="00DC4BEE" w:rsidRDefault="00DC4BEE" w:rsidP="00DC4BEE">
      <w:pPr>
        <w:pStyle w:val="12"/>
        <w:jc w:val="both"/>
      </w:pPr>
      <w:r>
        <w:t>Цепи учета выполнить гибким медным проводом сечением 2,5 мм</w:t>
      </w:r>
      <w:proofErr w:type="gramStart"/>
      <w:r>
        <w:t>2</w:t>
      </w:r>
      <w:proofErr w:type="gramEnd"/>
      <w:r>
        <w:t xml:space="preserve">, маркируются, прокладываются единым жгутом, без разрывов. В жгуте необходимо проложить 2 </w:t>
      </w:r>
      <w:proofErr w:type="gramStart"/>
      <w:r>
        <w:t>дополнительных</w:t>
      </w:r>
      <w:proofErr w:type="gramEnd"/>
      <w:r>
        <w:t xml:space="preserve"> (резервных) проводника. Цепи учета должны быть защищены от механических повреждений (</w:t>
      </w:r>
      <w:proofErr w:type="spellStart"/>
      <w:r>
        <w:t>металлорукав</w:t>
      </w:r>
      <w:proofErr w:type="spellEnd"/>
      <w:r>
        <w:t>, короб, ПВХ трубка)</w:t>
      </w:r>
      <w:r w:rsidR="006D1FF0">
        <w:t>.</w:t>
      </w:r>
    </w:p>
    <w:p w:rsidR="00DC4BEE" w:rsidRDefault="00DC4BEE" w:rsidP="00DC4BEE">
      <w:pPr>
        <w:pStyle w:val="12"/>
        <w:jc w:val="both"/>
      </w:pPr>
    </w:p>
    <w:p w:rsidR="00DC4BEE" w:rsidRPr="00DC4BEE" w:rsidRDefault="00DC4BEE" w:rsidP="00DC4BEE">
      <w:pPr>
        <w:pStyle w:val="12"/>
        <w:jc w:val="both"/>
        <w:rPr>
          <w:b/>
          <w:u w:val="single"/>
        </w:rPr>
      </w:pPr>
      <w:r w:rsidRPr="00DC4BEE">
        <w:rPr>
          <w:b/>
          <w:u w:val="single"/>
        </w:rPr>
        <w:t xml:space="preserve">Заземление и </w:t>
      </w:r>
      <w:proofErr w:type="spellStart"/>
      <w:r w:rsidRPr="00DC4BEE">
        <w:rPr>
          <w:b/>
          <w:u w:val="single"/>
        </w:rPr>
        <w:t>молниезащита</w:t>
      </w:r>
      <w:proofErr w:type="spellEnd"/>
    </w:p>
    <w:p w:rsidR="00DC4BEE" w:rsidRDefault="00DC4BEE" w:rsidP="00DC4BEE">
      <w:pPr>
        <w:pStyle w:val="12"/>
        <w:jc w:val="both"/>
      </w:pPr>
    </w:p>
    <w:p w:rsidR="00DC4BEE" w:rsidRDefault="00DC4BEE" w:rsidP="00DC4BEE">
      <w:pPr>
        <w:pStyle w:val="12"/>
        <w:jc w:val="both"/>
      </w:pPr>
      <w:r>
        <w:t>Для заземления электрооборудования принята система заземления типа TN- C-S. В здании должны быть соединены между собой следующие проводящие части:</w:t>
      </w:r>
    </w:p>
    <w:p w:rsidR="00DC4BEE" w:rsidRDefault="00DC4BEE" w:rsidP="00DC4BEE">
      <w:pPr>
        <w:pStyle w:val="12"/>
        <w:jc w:val="both"/>
      </w:pPr>
      <w:r>
        <w:t>-заземляющий проводник, присоединенный к заземлителю повторного заземления на вводе в здание;</w:t>
      </w:r>
    </w:p>
    <w:p w:rsidR="00DC4BEE" w:rsidRDefault="00DC4BEE" w:rsidP="00DC4BEE">
      <w:pPr>
        <w:pStyle w:val="12"/>
        <w:jc w:val="both"/>
      </w:pPr>
      <w:r>
        <w:t>-металлические трубы коммуникаций, входящих в здание: горячего и холодного водоснабжения, канализации, отопления, газоснабжения. Если трубопровод газоснабжения имеет изолирующую вставку на вводе в здание, к основной системе уравнивания потенциалов присоединяется только та часть трубопровода, которая находится относительно изолирующей вставки со стороны здания;</w:t>
      </w:r>
    </w:p>
    <w:p w:rsidR="00DC4BEE" w:rsidRDefault="00DC4BEE" w:rsidP="00DC4BEE">
      <w:pPr>
        <w:pStyle w:val="12"/>
        <w:jc w:val="both"/>
      </w:pPr>
      <w:r>
        <w:t>-заземляющее устройство системы молниезащиты;</w:t>
      </w:r>
    </w:p>
    <w:p w:rsidR="00DC4BEE" w:rsidRDefault="00DC4BEE" w:rsidP="00DC4BEE">
      <w:pPr>
        <w:pStyle w:val="12"/>
        <w:jc w:val="both"/>
      </w:pPr>
      <w:r>
        <w:t>-заземляющий проводник функционального (рабочего) заземления.</w:t>
      </w:r>
    </w:p>
    <w:p w:rsidR="00DC4BEE" w:rsidRDefault="00DC4BEE" w:rsidP="00DC4BEE">
      <w:pPr>
        <w:pStyle w:val="12"/>
        <w:jc w:val="both"/>
      </w:pPr>
      <w:r>
        <w:t>Проводящие части, входящие в здание извне, должны быть соединены как можно ближе к точке их ввода в здание.</w:t>
      </w:r>
    </w:p>
    <w:p w:rsidR="00DC4BEE" w:rsidRDefault="00DC4BEE" w:rsidP="00DC4BEE">
      <w:pPr>
        <w:pStyle w:val="12"/>
        <w:jc w:val="both"/>
      </w:pPr>
      <w:r>
        <w:t xml:space="preserve">Соединения с основной системой уравнивания потенциалов все указанные части должны быть присоединены к главной заземляющей шине. В качестве главной заземляющей шины </w:t>
      </w:r>
      <w:proofErr w:type="gramStart"/>
      <w:r>
        <w:t>используется РЕ шина ВРУ</w:t>
      </w:r>
      <w:proofErr w:type="gramEnd"/>
      <w:r>
        <w:t>.</w:t>
      </w:r>
    </w:p>
    <w:p w:rsidR="00DC4BEE" w:rsidRDefault="00DC4BEE" w:rsidP="00DC4BEE">
      <w:pPr>
        <w:pStyle w:val="12"/>
        <w:jc w:val="both"/>
      </w:pPr>
      <w:r>
        <w:t>Система дополнительного уравнивания потенциалов должна соединять между собой все одновременно доступные прикосновению открытые проводящие части стационарного электрооборудования и сторонние проводящие части, включая доступные прикосновению металлические части строительных конструкций здания, а также нулевые защитные проводники, включая защитные проводники штепсельных розеток.</w:t>
      </w:r>
    </w:p>
    <w:p w:rsidR="00DC4BEE" w:rsidRDefault="00DC4BEE" w:rsidP="00DC4BEE">
      <w:pPr>
        <w:pStyle w:val="12"/>
        <w:jc w:val="both"/>
      </w:pPr>
      <w:r>
        <w:t>Электроды контура заземления выполнить из стальных уголков сечением 50x50x5 мм, длиной 3,0 м; горизонтальные заземлители выполнить из стальной полосы сечением 40x4 мм. Ввод в здание от контура заземления выполнить стальной полосой сечением 25x4 мм.</w:t>
      </w:r>
    </w:p>
    <w:p w:rsidR="00DC4BEE" w:rsidRDefault="00DC4BEE" w:rsidP="00DC4BEE">
      <w:pPr>
        <w:pStyle w:val="12"/>
        <w:jc w:val="both"/>
      </w:pPr>
      <w:r>
        <w:t xml:space="preserve">В качестве </w:t>
      </w:r>
      <w:proofErr w:type="spellStart"/>
      <w:r>
        <w:t>молниеприемника</w:t>
      </w:r>
      <w:proofErr w:type="spellEnd"/>
      <w:r>
        <w:t xml:space="preserve"> используется сетка из стали d= 8 мм, укладываемая на кровлю здания.</w:t>
      </w:r>
    </w:p>
    <w:p w:rsidR="00DC4BEE" w:rsidRDefault="00DC4BEE" w:rsidP="00DC4BEE">
      <w:pPr>
        <w:pStyle w:val="12"/>
        <w:jc w:val="both"/>
      </w:pPr>
      <w:r>
        <w:t xml:space="preserve">Спуски от </w:t>
      </w:r>
      <w:proofErr w:type="spellStart"/>
      <w:r>
        <w:t>молниеприемной</w:t>
      </w:r>
      <w:proofErr w:type="spellEnd"/>
      <w:r>
        <w:t xml:space="preserve"> сетки к заземляющему устройству выполнить круглой сталью d=8 мм.</w:t>
      </w:r>
    </w:p>
    <w:p w:rsidR="00DC4BEE" w:rsidRDefault="00DC4BEE" w:rsidP="00DC4BEE">
      <w:pPr>
        <w:pStyle w:val="12"/>
        <w:jc w:val="both"/>
      </w:pPr>
    </w:p>
    <w:p w:rsidR="00DC4BEE" w:rsidRDefault="00DC4BEE" w:rsidP="00DC4BEE">
      <w:pPr>
        <w:pStyle w:val="12"/>
        <w:jc w:val="both"/>
      </w:pPr>
    </w:p>
    <w:p w:rsidR="00DC4BEE" w:rsidRDefault="00DC4BEE" w:rsidP="00DC4BEE">
      <w:pPr>
        <w:pStyle w:val="12"/>
        <w:jc w:val="both"/>
      </w:pPr>
    </w:p>
    <w:p w:rsidR="00DC4BEE" w:rsidRDefault="00DC4BEE" w:rsidP="00DC4BEE">
      <w:pPr>
        <w:pStyle w:val="12"/>
        <w:jc w:val="both"/>
      </w:pPr>
    </w:p>
    <w:p w:rsidR="00DC4BEE" w:rsidRDefault="00DC4BEE" w:rsidP="00DC4BEE">
      <w:pPr>
        <w:pStyle w:val="12"/>
        <w:jc w:val="both"/>
      </w:pPr>
    </w:p>
    <w:p w:rsidR="00DC4BEE" w:rsidRDefault="00DC4BEE" w:rsidP="00DC4BEE">
      <w:pPr>
        <w:pStyle w:val="12"/>
        <w:jc w:val="both"/>
      </w:pPr>
    </w:p>
    <w:p w:rsidR="00DC4BEE" w:rsidRDefault="00DC4BEE" w:rsidP="00DC4BEE">
      <w:pPr>
        <w:pStyle w:val="12"/>
        <w:jc w:val="both"/>
      </w:pPr>
    </w:p>
    <w:p w:rsidR="00DC4BEE" w:rsidRDefault="00DC4BEE" w:rsidP="00DC4BEE">
      <w:pPr>
        <w:pStyle w:val="12"/>
        <w:jc w:val="both"/>
      </w:pPr>
    </w:p>
    <w:tbl>
      <w:tblPr>
        <w:tblpPr w:leftFromText="180" w:rightFromText="180" w:vertAnchor="text" w:horzAnchor="margin" w:tblpXSpec="center" w:tblpY="-53"/>
        <w:tblW w:w="0" w:type="auto"/>
        <w:tblLayout w:type="fixed"/>
        <w:tblLook w:val="0000" w:firstRow="0" w:lastRow="0" w:firstColumn="0" w:lastColumn="0" w:noHBand="0" w:noVBand="0"/>
      </w:tblPr>
      <w:tblGrid>
        <w:gridCol w:w="696"/>
        <w:gridCol w:w="851"/>
        <w:gridCol w:w="851"/>
        <w:gridCol w:w="851"/>
        <w:gridCol w:w="908"/>
        <w:gridCol w:w="852"/>
        <w:gridCol w:w="851"/>
        <w:gridCol w:w="851"/>
        <w:gridCol w:w="838"/>
      </w:tblGrid>
      <w:tr w:rsidR="00363FE8" w:rsidRPr="001B4E52" w:rsidTr="00B27A4C">
        <w:tc>
          <w:tcPr>
            <w:tcW w:w="7549" w:type="dxa"/>
            <w:gridSpan w:val="9"/>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bCs/>
                <w:i w:val="0"/>
                <w:lang w:eastAsia="en-US"/>
              </w:rPr>
            </w:pPr>
            <w:r w:rsidRPr="001B4E52">
              <w:rPr>
                <w:rFonts w:eastAsia="Arial Unicode MS" w:cs="Arial"/>
                <w:bCs/>
                <w:lang w:eastAsia="en-US"/>
              </w:rPr>
              <w:t>Таблица регистрации изменений</w:t>
            </w:r>
          </w:p>
        </w:tc>
      </w:tr>
      <w:tr w:rsidR="00363FE8" w:rsidRPr="001B4E52" w:rsidTr="00B27A4C">
        <w:tc>
          <w:tcPr>
            <w:tcW w:w="696"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Изм.</w:t>
            </w:r>
          </w:p>
        </w:tc>
        <w:tc>
          <w:tcPr>
            <w:tcW w:w="3461" w:type="dxa"/>
            <w:gridSpan w:val="4"/>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Номера листов (страниц)</w:t>
            </w:r>
          </w:p>
        </w:tc>
        <w:tc>
          <w:tcPr>
            <w:tcW w:w="852"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1E2F0B">
            <w:pPr>
              <w:snapToGrid w:val="0"/>
              <w:spacing w:before="40" w:line="276" w:lineRule="auto"/>
              <w:ind w:right="-79"/>
              <w:jc w:val="center"/>
              <w:rPr>
                <w:rFonts w:eastAsia="Arial Unicode MS" w:cs="Arial"/>
                <w:i w:val="0"/>
                <w:lang w:eastAsia="en-US"/>
              </w:rPr>
            </w:pPr>
            <w:r w:rsidRPr="001B4E52">
              <w:rPr>
                <w:rFonts w:eastAsia="Arial Unicode MS" w:cs="Arial"/>
                <w:lang w:eastAsia="en-US"/>
              </w:rPr>
              <w:t>Всего листов (стра</w:t>
            </w:r>
            <w:r w:rsidRPr="001B4E52">
              <w:rPr>
                <w:rFonts w:eastAsia="Arial Unicode MS" w:cs="Arial"/>
                <w:lang w:eastAsia="en-US"/>
              </w:rPr>
              <w:softHyphen/>
              <w:t>ниц) в док.</w:t>
            </w:r>
          </w:p>
        </w:tc>
        <w:tc>
          <w:tcPr>
            <w:tcW w:w="851"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Номер докум.</w:t>
            </w:r>
          </w:p>
        </w:tc>
        <w:tc>
          <w:tcPr>
            <w:tcW w:w="851"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Подп.</w:t>
            </w:r>
          </w:p>
        </w:tc>
        <w:tc>
          <w:tcPr>
            <w:tcW w:w="838"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Дата</w:t>
            </w:r>
          </w:p>
        </w:tc>
      </w:tr>
      <w:tr w:rsidR="00363FE8" w:rsidRPr="001B4E52" w:rsidTr="00B27A4C">
        <w:tc>
          <w:tcPr>
            <w:tcW w:w="696"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c>
          <w:tcPr>
            <w:tcW w:w="851" w:type="dxa"/>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ind w:left="-57" w:right="-57"/>
              <w:jc w:val="center"/>
              <w:rPr>
                <w:rFonts w:eastAsia="Arial Unicode MS" w:cs="Arial"/>
                <w:i w:val="0"/>
                <w:lang w:eastAsia="en-US"/>
              </w:rPr>
            </w:pPr>
            <w:r w:rsidRPr="001B4E52">
              <w:rPr>
                <w:rFonts w:eastAsia="Arial Unicode MS" w:cs="Arial"/>
                <w:lang w:eastAsia="en-US"/>
              </w:rPr>
              <w:t>изме</w:t>
            </w:r>
            <w:r w:rsidRPr="001B4E52">
              <w:rPr>
                <w:rFonts w:eastAsia="Arial Unicode MS" w:cs="Arial"/>
                <w:lang w:eastAsia="en-US"/>
              </w:rPr>
              <w:softHyphen/>
              <w:t>ненных</w:t>
            </w:r>
          </w:p>
        </w:tc>
        <w:tc>
          <w:tcPr>
            <w:tcW w:w="851" w:type="dxa"/>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ind w:left="-57" w:right="-57"/>
              <w:jc w:val="center"/>
              <w:rPr>
                <w:rFonts w:eastAsia="Arial Unicode MS" w:cs="Arial"/>
                <w:i w:val="0"/>
                <w:lang w:eastAsia="en-US"/>
              </w:rPr>
            </w:pPr>
            <w:proofErr w:type="gramStart"/>
            <w:r w:rsidRPr="001B4E52">
              <w:rPr>
                <w:rFonts w:eastAsia="Arial Unicode MS" w:cs="Arial"/>
                <w:lang w:eastAsia="en-US"/>
              </w:rPr>
              <w:t>заме</w:t>
            </w:r>
            <w:r w:rsidRPr="001B4E52">
              <w:rPr>
                <w:rFonts w:eastAsia="Arial Unicode MS" w:cs="Arial"/>
                <w:lang w:eastAsia="en-US"/>
              </w:rPr>
              <w:softHyphen/>
              <w:t>ненных</w:t>
            </w:r>
            <w:proofErr w:type="gramEnd"/>
          </w:p>
        </w:tc>
        <w:tc>
          <w:tcPr>
            <w:tcW w:w="851" w:type="dxa"/>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ind w:left="-57" w:right="-57"/>
              <w:jc w:val="center"/>
              <w:rPr>
                <w:rFonts w:eastAsia="Arial Unicode MS" w:cs="Arial"/>
                <w:i w:val="0"/>
                <w:lang w:eastAsia="en-US"/>
              </w:rPr>
            </w:pPr>
            <w:r w:rsidRPr="001B4E52">
              <w:rPr>
                <w:rFonts w:eastAsia="Arial Unicode MS" w:cs="Arial"/>
                <w:lang w:eastAsia="en-US"/>
              </w:rPr>
              <w:t>новых</w:t>
            </w:r>
          </w:p>
        </w:tc>
        <w:tc>
          <w:tcPr>
            <w:tcW w:w="908" w:type="dxa"/>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ind w:left="-57" w:right="-57"/>
              <w:jc w:val="center"/>
              <w:rPr>
                <w:rFonts w:eastAsia="Arial Unicode MS" w:cs="Arial"/>
                <w:i w:val="0"/>
                <w:lang w:eastAsia="en-US"/>
              </w:rPr>
            </w:pPr>
            <w:r w:rsidRPr="001B4E52">
              <w:rPr>
                <w:rFonts w:eastAsia="Arial Unicode MS" w:cs="Arial"/>
                <w:lang w:eastAsia="en-US"/>
              </w:rPr>
              <w:t>аннули</w:t>
            </w:r>
            <w:r w:rsidRPr="001B4E52">
              <w:rPr>
                <w:rFonts w:eastAsia="Arial Unicode MS" w:cs="Arial"/>
                <w:lang w:eastAsia="en-US"/>
              </w:rPr>
              <w:softHyphen/>
              <w:t>рован</w:t>
            </w:r>
            <w:r w:rsidRPr="001B4E52">
              <w:rPr>
                <w:rFonts w:eastAsia="Arial Unicode MS" w:cs="Arial"/>
                <w:lang w:eastAsia="en-US"/>
              </w:rPr>
              <w:softHyphen/>
              <w:t>ных</w:t>
            </w:r>
          </w:p>
        </w:tc>
        <w:tc>
          <w:tcPr>
            <w:tcW w:w="852"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c>
          <w:tcPr>
            <w:tcW w:w="851"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c>
          <w:tcPr>
            <w:tcW w:w="851"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c>
          <w:tcPr>
            <w:tcW w:w="838"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r>
      <w:tr w:rsidR="00363FE8" w:rsidRPr="001B4E52" w:rsidTr="00B27A4C">
        <w:tc>
          <w:tcPr>
            <w:tcW w:w="696"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tcPr>
          <w:p w:rsidR="00363FE8" w:rsidRPr="001B4E52" w:rsidRDefault="00363FE8" w:rsidP="00B27A4C">
            <w:pPr>
              <w:snapToGrid w:val="0"/>
              <w:spacing w:before="40" w:line="276" w:lineRule="auto"/>
              <w:ind w:left="-61" w:right="-154"/>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tcPr>
          <w:p w:rsidR="00363FE8" w:rsidRPr="001B4E52" w:rsidRDefault="00363FE8" w:rsidP="00B27A4C">
            <w:pPr>
              <w:snapToGrid w:val="0"/>
              <w:spacing w:before="40" w:line="276" w:lineRule="auto"/>
              <w:ind w:left="-61" w:right="-154"/>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tcPr>
          <w:p w:rsidR="00363FE8" w:rsidRPr="001B4E52" w:rsidRDefault="00363FE8" w:rsidP="00B27A4C">
            <w:pPr>
              <w:snapToGrid w:val="0"/>
              <w:spacing w:before="40" w:line="276" w:lineRule="auto"/>
              <w:ind w:left="-61" w:right="-154"/>
              <w:rPr>
                <w:rFonts w:eastAsia="Arial Unicode MS" w:cs="Arial"/>
                <w:i w:val="0"/>
                <w:lang w:eastAsia="en-US"/>
              </w:rPr>
            </w:pPr>
          </w:p>
        </w:tc>
        <w:tc>
          <w:tcPr>
            <w:tcW w:w="908"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ind w:left="-61" w:right="-154"/>
              <w:rPr>
                <w:rFonts w:eastAsia="Arial Unicode MS" w:cs="Arial"/>
                <w:i w:val="0"/>
                <w:lang w:eastAsia="en-US"/>
              </w:rPr>
            </w:pPr>
          </w:p>
        </w:tc>
        <w:tc>
          <w:tcPr>
            <w:tcW w:w="852"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38"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r>
      <w:tr w:rsidR="00363FE8" w:rsidRPr="001B4E52" w:rsidTr="00B27A4C">
        <w:tc>
          <w:tcPr>
            <w:tcW w:w="696"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908"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2"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38"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r>
      <w:tr w:rsidR="00363FE8" w:rsidRPr="001B4E52" w:rsidTr="00B27A4C">
        <w:tc>
          <w:tcPr>
            <w:tcW w:w="696"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908"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2"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38"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r>
    </w:tbl>
    <w:p w:rsidR="00CB7C26" w:rsidRDefault="00CB7C26" w:rsidP="000C5C32">
      <w:pPr>
        <w:pStyle w:val="12"/>
      </w:pPr>
    </w:p>
    <w:p w:rsidR="00363FE8" w:rsidRDefault="00363FE8" w:rsidP="000C5C32">
      <w:pPr>
        <w:pStyle w:val="12"/>
      </w:pPr>
    </w:p>
    <w:sectPr w:rsidR="00363FE8" w:rsidSect="00672FA7">
      <w:footerReference w:type="default" r:id="rId20"/>
      <w:pgSz w:w="11906" w:h="16838" w:code="9"/>
      <w:pgMar w:top="232" w:right="454" w:bottom="454" w:left="1134" w:header="454" w:footer="454" w:gutter="0"/>
      <w:pgBorders>
        <w:top w:val="single" w:sz="12" w:space="0" w:color="auto"/>
        <w:left w:val="single" w:sz="12" w:space="0" w:color="auto"/>
        <w:bottom w:val="single" w:sz="12" w:space="0" w:color="auto"/>
        <w:right w:val="single" w:sz="12" w:space="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F75" w:rsidRDefault="006D7F75" w:rsidP="006B41AB">
      <w:r>
        <w:separator/>
      </w:r>
    </w:p>
  </w:endnote>
  <w:endnote w:type="continuationSeparator" w:id="0">
    <w:p w:rsidR="006D7F75" w:rsidRDefault="006D7F75" w:rsidP="006B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F75" w:rsidRDefault="006D7F75" w:rsidP="00E53B24">
    <w:pPr>
      <w:pStyle w:val="14"/>
    </w:pPr>
    <w:r>
      <w:t>КАЛУГА</w:t>
    </w:r>
  </w:p>
  <w:p w:rsidR="006D7F75" w:rsidRDefault="001C3A94" w:rsidP="00E53B24">
    <w:pPr>
      <w:pStyle w:val="14"/>
    </w:pPr>
    <w:sdt>
      <w:sdtPr>
        <w:alias w:val="Год"/>
        <w:tag w:val="Год"/>
        <w:id w:val="-2026392195"/>
        <w:lock w:val="sdtLocked"/>
        <w:placeholder>
          <w:docPart w:val="183BE1695F3D43A09CE3DECA694F3C84"/>
        </w:placeholder>
        <w:date>
          <w:dateFormat w:val="yyyy"/>
          <w:lid w:val="ru-RU"/>
          <w:storeMappedDataAs w:val="text"/>
          <w:calendar w:val="gregorian"/>
        </w:date>
      </w:sdtPr>
      <w:sdtEndPr/>
      <w:sdtContent>
        <w:r w:rsidR="006D7F75">
          <w:t>2016</w:t>
        </w:r>
      </w:sdtContent>
    </w:sdt>
    <w:r w:rsidR="006D7F75">
      <w:t xml:space="preserve"> г.</w:t>
    </w:r>
  </w:p>
  <w:p w:rsidR="006D7F75" w:rsidRPr="00022A2C" w:rsidRDefault="006D7F75" w:rsidP="00E53B24">
    <w:pPr>
      <w:pStyle w:val="14"/>
      <w:rPr>
        <w:sz w:val="6"/>
        <w:szCs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F75" w:rsidRDefault="006D7F75" w:rsidP="00BE4416">
    <w:pPr>
      <w:pStyle w:val="14"/>
    </w:pPr>
    <w:r w:rsidRPr="00F848EC">
      <w:t>КАЛУГА, 201</w:t>
    </w:r>
    <w:r>
      <w:t>2</w:t>
    </w:r>
  </w:p>
  <w:p w:rsidR="006D7F75" w:rsidRDefault="006D7F7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horzAnchor="margin" w:tblpX="58" w:tblpY="12277"/>
      <w:tblOverlap w:val="never"/>
      <w:tblW w:w="10331" w:type="dxa"/>
      <w:tblInd w:w="5" w:type="dxa"/>
      <w:tblBorders>
        <w:top w:val="single" w:sz="12" w:space="0" w:color="auto"/>
        <w:insideH w:val="single" w:sz="12" w:space="0" w:color="auto"/>
        <w:insideV w:val="single" w:sz="12" w:space="0" w:color="auto"/>
      </w:tblBorders>
      <w:tblLayout w:type="fixed"/>
      <w:tblCellMar>
        <w:left w:w="0" w:type="dxa"/>
        <w:right w:w="0" w:type="dxa"/>
      </w:tblCellMar>
      <w:tblLook w:val="0400" w:firstRow="0" w:lastRow="0" w:firstColumn="0" w:lastColumn="0" w:noHBand="0" w:noVBand="1"/>
    </w:tblPr>
    <w:tblGrid>
      <w:gridCol w:w="559"/>
      <w:gridCol w:w="559"/>
      <w:gridCol w:w="558"/>
      <w:gridCol w:w="558"/>
      <w:gridCol w:w="838"/>
      <w:gridCol w:w="558"/>
      <w:gridCol w:w="3908"/>
      <w:gridCol w:w="838"/>
      <w:gridCol w:w="838"/>
      <w:gridCol w:w="1117"/>
    </w:tblGrid>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6D7F75" w:rsidRPr="001C4715" w:rsidRDefault="006D7F75" w:rsidP="00761864">
          <w:pPr>
            <w:pStyle w:val="a5"/>
            <w:rPr>
              <w:rFonts w:ascii="Times New Roman" w:hAnsi="Times New Roman"/>
              <w:szCs w:val="24"/>
            </w:rPr>
          </w:pPr>
        </w:p>
      </w:tc>
    </w:tr>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6D7F75" w:rsidRPr="001C4715" w:rsidRDefault="006D7F75" w:rsidP="00761864">
          <w:pPr>
            <w:pStyle w:val="a5"/>
            <w:tabs>
              <w:tab w:val="left" w:pos="621"/>
            </w:tabs>
            <w:rPr>
              <w:rFonts w:ascii="Times New Roman" w:hAnsi="Times New Roman"/>
              <w:szCs w:val="24"/>
            </w:rPr>
          </w:pPr>
        </w:p>
      </w:tc>
    </w:tr>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vAlign w:val="center"/>
        </w:tcPr>
        <w:p w:rsidR="006D7F75" w:rsidRPr="001C4715" w:rsidRDefault="006D7F75" w:rsidP="00761864">
          <w:pPr>
            <w:pStyle w:val="0"/>
          </w:pPr>
          <w:r>
            <w:t>Инв. №</w:t>
          </w:r>
        </w:p>
      </w:tc>
    </w:tr>
    <w:tr w:rsidR="006D7F75" w:rsidRPr="00AC3FEE" w:rsidTr="00761864">
      <w:trPr>
        <w:cantSplit/>
        <w:trHeight w:hRule="exact" w:val="284"/>
      </w:trPr>
      <w:tc>
        <w:tcPr>
          <w:tcW w:w="10331" w:type="dxa"/>
          <w:gridSpan w:val="10"/>
          <w:tcBorders>
            <w:top w:val="nil"/>
            <w:bottom w:val="single" w:sz="12" w:space="0" w:color="auto"/>
          </w:tcBorders>
          <w:shd w:val="clear" w:color="auto" w:fill="auto"/>
          <w:tcMar>
            <w:left w:w="57" w:type="dxa"/>
            <w:right w:w="57" w:type="dxa"/>
          </w:tcMar>
        </w:tcPr>
        <w:p w:rsidR="006D7F75" w:rsidRPr="001C4715" w:rsidRDefault="006D7F75" w:rsidP="00761864">
          <w:pPr>
            <w:pStyle w:val="a5"/>
            <w:rPr>
              <w:rFonts w:ascii="Times New Roman" w:hAnsi="Times New Roman"/>
              <w:szCs w:val="24"/>
            </w:rPr>
          </w:pPr>
        </w:p>
      </w:tc>
    </w:tr>
    <w:tr w:rsidR="006D7F75" w:rsidRPr="00AC3FEE" w:rsidTr="00761864">
      <w:trPr>
        <w:cantSplit/>
        <w:trHeight w:hRule="exact" w:val="284"/>
      </w:trPr>
      <w:tc>
        <w:tcPr>
          <w:tcW w:w="559" w:type="dxa"/>
          <w:tcBorders>
            <w:top w:val="single" w:sz="12" w:space="0" w:color="auto"/>
          </w:tcBorders>
          <w:shd w:val="clear" w:color="auto" w:fill="auto"/>
        </w:tcPr>
        <w:p w:rsidR="006D7F75" w:rsidRPr="00AC3FEE" w:rsidRDefault="006D7F75" w:rsidP="00761864">
          <w:pPr>
            <w:pStyle w:val="ac"/>
          </w:pPr>
        </w:p>
      </w:tc>
      <w:tc>
        <w:tcPr>
          <w:tcW w:w="559" w:type="dxa"/>
          <w:tcBorders>
            <w:top w:val="single" w:sz="12" w:space="0" w:color="auto"/>
          </w:tcBorders>
          <w:shd w:val="clear" w:color="auto" w:fill="auto"/>
        </w:tcPr>
        <w:p w:rsidR="006D7F75" w:rsidRPr="00AC3FEE" w:rsidRDefault="006D7F75" w:rsidP="00761864">
          <w:pPr>
            <w:pStyle w:val="ac"/>
          </w:pPr>
        </w:p>
      </w:tc>
      <w:tc>
        <w:tcPr>
          <w:tcW w:w="558" w:type="dxa"/>
          <w:tcBorders>
            <w:top w:val="single" w:sz="12" w:space="0" w:color="auto"/>
          </w:tcBorders>
          <w:shd w:val="clear" w:color="auto" w:fill="auto"/>
        </w:tcPr>
        <w:p w:rsidR="006D7F75" w:rsidRPr="00AC3FEE" w:rsidRDefault="006D7F75" w:rsidP="00761864">
          <w:pPr>
            <w:pStyle w:val="ac"/>
          </w:pPr>
        </w:p>
      </w:tc>
      <w:tc>
        <w:tcPr>
          <w:tcW w:w="558" w:type="dxa"/>
          <w:tcBorders>
            <w:top w:val="single" w:sz="12" w:space="0" w:color="auto"/>
          </w:tcBorders>
          <w:shd w:val="clear" w:color="auto" w:fill="auto"/>
        </w:tcPr>
        <w:p w:rsidR="006D7F75" w:rsidRPr="00AC3FEE" w:rsidRDefault="006D7F75" w:rsidP="00761864">
          <w:pPr>
            <w:pStyle w:val="ac"/>
          </w:pPr>
        </w:p>
      </w:tc>
      <w:tc>
        <w:tcPr>
          <w:tcW w:w="838" w:type="dxa"/>
          <w:tcBorders>
            <w:top w:val="single" w:sz="12" w:space="0" w:color="auto"/>
          </w:tcBorders>
          <w:shd w:val="clear" w:color="auto" w:fill="auto"/>
        </w:tcPr>
        <w:p w:rsidR="006D7F75" w:rsidRPr="00AC3FEE" w:rsidRDefault="006D7F75" w:rsidP="00761864">
          <w:pPr>
            <w:pStyle w:val="ac"/>
          </w:pPr>
        </w:p>
      </w:tc>
      <w:tc>
        <w:tcPr>
          <w:tcW w:w="558" w:type="dxa"/>
          <w:tcBorders>
            <w:top w:val="single" w:sz="12" w:space="0" w:color="auto"/>
          </w:tcBorders>
          <w:shd w:val="clear" w:color="auto" w:fill="auto"/>
        </w:tcPr>
        <w:p w:rsidR="006D7F75" w:rsidRPr="00AC3FEE" w:rsidRDefault="006D7F75" w:rsidP="00761864">
          <w:pPr>
            <w:pStyle w:val="ac"/>
          </w:pPr>
        </w:p>
      </w:tc>
      <w:tc>
        <w:tcPr>
          <w:tcW w:w="6701" w:type="dxa"/>
          <w:gridSpan w:val="4"/>
          <w:vMerge w:val="restart"/>
          <w:tcBorders>
            <w:top w:val="single" w:sz="12" w:space="0" w:color="auto"/>
          </w:tcBorders>
          <w:shd w:val="clear" w:color="auto" w:fill="auto"/>
          <w:vAlign w:val="center"/>
        </w:tcPr>
        <w:p w:rsidR="006D7F75" w:rsidRPr="005F7540" w:rsidRDefault="006D7F75" w:rsidP="00761864">
          <w:pPr>
            <w:pStyle w:val="014"/>
            <w:framePr w:wrap="auto" w:hAnchor="text" w:xAlign="left" w:yAlign="inline"/>
            <w:suppressOverlap w:val="0"/>
          </w:pPr>
          <w:r w:rsidRPr="005F7540">
            <w:t>ТК</w:t>
          </w:r>
          <w:proofErr w:type="gramStart"/>
          <w:r w:rsidRPr="005F7540">
            <w:t>.С</w:t>
          </w:r>
          <w:proofErr w:type="gramEnd"/>
        </w:p>
      </w:tc>
    </w:tr>
    <w:tr w:rsidR="006D7F75" w:rsidRPr="00AC3FEE" w:rsidTr="00761864">
      <w:trPr>
        <w:cantSplit/>
        <w:trHeight w:hRule="exact" w:val="284"/>
      </w:trPr>
      <w:tc>
        <w:tcPr>
          <w:tcW w:w="559" w:type="dxa"/>
          <w:shd w:val="clear" w:color="auto" w:fill="auto"/>
        </w:tcPr>
        <w:p w:rsidR="006D7F75" w:rsidRPr="00AC3FEE" w:rsidRDefault="006D7F75" w:rsidP="00761864">
          <w:pPr>
            <w:pStyle w:val="ac"/>
          </w:pPr>
        </w:p>
      </w:tc>
      <w:tc>
        <w:tcPr>
          <w:tcW w:w="559" w:type="dxa"/>
          <w:shd w:val="clear" w:color="auto" w:fill="auto"/>
        </w:tcPr>
        <w:p w:rsidR="006D7F75" w:rsidRPr="00AC3FEE" w:rsidRDefault="006D7F75" w:rsidP="00761864">
          <w:pPr>
            <w:pStyle w:val="ac"/>
          </w:pPr>
        </w:p>
      </w:tc>
      <w:tc>
        <w:tcPr>
          <w:tcW w:w="558" w:type="dxa"/>
          <w:shd w:val="clear" w:color="auto" w:fill="auto"/>
        </w:tcPr>
        <w:p w:rsidR="006D7F75" w:rsidRPr="00AC3FEE" w:rsidRDefault="006D7F75" w:rsidP="00761864">
          <w:pPr>
            <w:pStyle w:val="ac"/>
          </w:pPr>
        </w:p>
      </w:tc>
      <w:tc>
        <w:tcPr>
          <w:tcW w:w="558" w:type="dxa"/>
          <w:shd w:val="clear" w:color="auto" w:fill="auto"/>
        </w:tcPr>
        <w:p w:rsidR="006D7F75" w:rsidRPr="00AC3FEE" w:rsidRDefault="006D7F75" w:rsidP="00761864">
          <w:pPr>
            <w:pStyle w:val="ac"/>
          </w:pPr>
        </w:p>
      </w:tc>
      <w:tc>
        <w:tcPr>
          <w:tcW w:w="838" w:type="dxa"/>
          <w:shd w:val="clear" w:color="auto" w:fill="auto"/>
        </w:tcPr>
        <w:p w:rsidR="006D7F75" w:rsidRPr="00AC3FEE" w:rsidRDefault="006D7F75" w:rsidP="00761864">
          <w:pPr>
            <w:pStyle w:val="ac"/>
          </w:pPr>
        </w:p>
      </w:tc>
      <w:tc>
        <w:tcPr>
          <w:tcW w:w="558" w:type="dxa"/>
          <w:shd w:val="clear" w:color="auto" w:fill="auto"/>
        </w:tcPr>
        <w:p w:rsidR="006D7F75" w:rsidRPr="00AC3FEE" w:rsidRDefault="006D7F75" w:rsidP="00761864">
          <w:pPr>
            <w:pStyle w:val="ac"/>
          </w:pPr>
        </w:p>
      </w:tc>
      <w:tc>
        <w:tcPr>
          <w:tcW w:w="6701" w:type="dxa"/>
          <w:gridSpan w:val="4"/>
          <w:vMerge/>
          <w:shd w:val="clear" w:color="auto" w:fill="auto"/>
        </w:tcPr>
        <w:p w:rsidR="006D7F75" w:rsidRPr="00AC3FEE" w:rsidRDefault="006D7F75" w:rsidP="00761864">
          <w:pPr>
            <w:pStyle w:val="a5"/>
            <w:rPr>
              <w:rFonts w:ascii="Times New Roman" w:hAnsi="Times New Roman"/>
            </w:rPr>
          </w:pPr>
        </w:p>
      </w:tc>
    </w:tr>
    <w:tr w:rsidR="006D7F75" w:rsidRPr="00AC3FEE" w:rsidTr="00761864">
      <w:trPr>
        <w:cantSplit/>
        <w:trHeight w:hRule="exact" w:val="284"/>
      </w:trPr>
      <w:tc>
        <w:tcPr>
          <w:tcW w:w="559" w:type="dxa"/>
          <w:shd w:val="clear" w:color="auto" w:fill="auto"/>
          <w:vAlign w:val="center"/>
        </w:tcPr>
        <w:p w:rsidR="006D7F75" w:rsidRPr="00364AA0" w:rsidRDefault="006D7F75" w:rsidP="00761864">
          <w:pPr>
            <w:pStyle w:val="ac"/>
            <w:rPr>
              <w:w w:val="80"/>
            </w:rPr>
          </w:pPr>
          <w:r w:rsidRPr="00364AA0">
            <w:rPr>
              <w:w w:val="80"/>
            </w:rPr>
            <w:t>Изм.</w:t>
          </w:r>
        </w:p>
      </w:tc>
      <w:tc>
        <w:tcPr>
          <w:tcW w:w="559" w:type="dxa"/>
          <w:shd w:val="clear" w:color="auto" w:fill="auto"/>
          <w:tcFitText/>
          <w:vAlign w:val="center"/>
        </w:tcPr>
        <w:p w:rsidR="006D7F75" w:rsidRPr="00364AA0" w:rsidRDefault="006D7F75" w:rsidP="00761864">
          <w:pPr>
            <w:pStyle w:val="ac"/>
            <w:rPr>
              <w:w w:val="80"/>
            </w:rPr>
          </w:pPr>
          <w:proofErr w:type="spellStart"/>
          <w:r w:rsidRPr="00364AA0">
            <w:rPr>
              <w:w w:val="80"/>
            </w:rPr>
            <w:t>Кол</w:t>
          </w:r>
          <w:proofErr w:type="gramStart"/>
          <w:r w:rsidRPr="00364AA0">
            <w:rPr>
              <w:w w:val="80"/>
            </w:rPr>
            <w:t>.у</w:t>
          </w:r>
          <w:proofErr w:type="gramEnd"/>
          <w:r w:rsidRPr="00364AA0">
            <w:rPr>
              <w:w w:val="80"/>
            </w:rPr>
            <w:t>ч</w:t>
          </w:r>
          <w:proofErr w:type="spellEnd"/>
        </w:p>
      </w:tc>
      <w:tc>
        <w:tcPr>
          <w:tcW w:w="558" w:type="dxa"/>
          <w:shd w:val="clear" w:color="auto" w:fill="auto"/>
          <w:vAlign w:val="center"/>
        </w:tcPr>
        <w:p w:rsidR="006D7F75" w:rsidRPr="00364AA0" w:rsidRDefault="006D7F75" w:rsidP="00761864">
          <w:pPr>
            <w:pStyle w:val="ac"/>
            <w:rPr>
              <w:w w:val="80"/>
            </w:rPr>
          </w:pPr>
          <w:r w:rsidRPr="00364AA0">
            <w:rPr>
              <w:w w:val="80"/>
            </w:rPr>
            <w:t>Лист</w:t>
          </w:r>
        </w:p>
      </w:tc>
      <w:tc>
        <w:tcPr>
          <w:tcW w:w="558" w:type="dxa"/>
          <w:shd w:val="clear" w:color="auto" w:fill="auto"/>
          <w:tcFitText/>
          <w:vAlign w:val="center"/>
        </w:tcPr>
        <w:p w:rsidR="006D7F75" w:rsidRPr="00364AA0" w:rsidRDefault="006D7F75" w:rsidP="00761864">
          <w:pPr>
            <w:pStyle w:val="ac"/>
            <w:rPr>
              <w:w w:val="80"/>
            </w:rPr>
          </w:pPr>
          <w:r w:rsidRPr="00364AA0">
            <w:rPr>
              <w:w w:val="75"/>
            </w:rPr>
            <w:t>№ док</w:t>
          </w:r>
          <w:r w:rsidRPr="00364AA0">
            <w:rPr>
              <w:spacing w:val="3"/>
              <w:w w:val="75"/>
            </w:rPr>
            <w:t>.</w:t>
          </w:r>
        </w:p>
      </w:tc>
      <w:tc>
        <w:tcPr>
          <w:tcW w:w="838" w:type="dxa"/>
          <w:shd w:val="clear" w:color="auto" w:fill="auto"/>
          <w:vAlign w:val="center"/>
        </w:tcPr>
        <w:p w:rsidR="006D7F75" w:rsidRPr="00364AA0" w:rsidRDefault="006D7F75" w:rsidP="00761864">
          <w:pPr>
            <w:pStyle w:val="ac"/>
            <w:rPr>
              <w:w w:val="80"/>
            </w:rPr>
          </w:pPr>
          <w:r w:rsidRPr="00364AA0">
            <w:rPr>
              <w:w w:val="80"/>
            </w:rPr>
            <w:t>Подпись</w:t>
          </w:r>
        </w:p>
      </w:tc>
      <w:tc>
        <w:tcPr>
          <w:tcW w:w="558" w:type="dxa"/>
          <w:shd w:val="clear" w:color="auto" w:fill="auto"/>
          <w:vAlign w:val="center"/>
        </w:tcPr>
        <w:p w:rsidR="006D7F75" w:rsidRPr="00364AA0" w:rsidRDefault="006D7F75" w:rsidP="00761864">
          <w:pPr>
            <w:pStyle w:val="ac"/>
            <w:rPr>
              <w:w w:val="80"/>
            </w:rPr>
          </w:pPr>
          <w:r w:rsidRPr="00364AA0">
            <w:rPr>
              <w:w w:val="80"/>
            </w:rPr>
            <w:t>Дата</w:t>
          </w:r>
        </w:p>
      </w:tc>
      <w:tc>
        <w:tcPr>
          <w:tcW w:w="6701" w:type="dxa"/>
          <w:gridSpan w:val="4"/>
          <w:vMerge/>
          <w:shd w:val="clear" w:color="auto" w:fill="auto"/>
        </w:tcPr>
        <w:p w:rsidR="006D7F75" w:rsidRPr="00AC3FEE" w:rsidRDefault="006D7F75" w:rsidP="00761864">
          <w:pPr>
            <w:pStyle w:val="a5"/>
            <w:rPr>
              <w:rFonts w:ascii="Times New Roman" w:hAnsi="Times New Roman"/>
            </w:rPr>
          </w:pPr>
        </w:p>
      </w:tc>
    </w:tr>
    <w:tr w:rsidR="006D7F75" w:rsidRPr="00AC3FEE" w:rsidTr="00761864">
      <w:trPr>
        <w:cantSplit/>
        <w:trHeight w:hRule="exact" w:val="284"/>
      </w:trPr>
      <w:tc>
        <w:tcPr>
          <w:tcW w:w="1118" w:type="dxa"/>
          <w:gridSpan w:val="2"/>
          <w:shd w:val="clear" w:color="auto" w:fill="auto"/>
          <w:noWrap/>
          <w:tcMar>
            <w:left w:w="57" w:type="dxa"/>
            <w:right w:w="57" w:type="dxa"/>
          </w:tcMar>
          <w:tcFitText/>
          <w:vAlign w:val="center"/>
        </w:tcPr>
        <w:p w:rsidR="006D7F75" w:rsidRPr="00364AA0" w:rsidRDefault="006D7F75" w:rsidP="00761864">
          <w:pPr>
            <w:pStyle w:val="ae"/>
          </w:pPr>
          <w:r w:rsidRPr="00364AA0">
            <w:rPr>
              <w:w w:val="81"/>
            </w:rPr>
            <w:t>Разработал</w:t>
          </w:r>
        </w:p>
      </w:tc>
      <w:tc>
        <w:tcPr>
          <w:tcW w:w="1116" w:type="dxa"/>
          <w:gridSpan w:val="2"/>
          <w:shd w:val="clear" w:color="auto" w:fill="auto"/>
          <w:tcMar>
            <w:left w:w="57" w:type="dxa"/>
            <w:right w:w="57" w:type="dxa"/>
          </w:tcMar>
        </w:tcPr>
        <w:p w:rsidR="006D7F75" w:rsidRPr="00AC3FEE" w:rsidRDefault="006D7F75" w:rsidP="00761864">
          <w:pPr>
            <w:pStyle w:val="ae"/>
            <w:rPr>
              <w:rFonts w:ascii="Times New Roman" w:hAnsi="Times New Roman"/>
            </w:rPr>
          </w:pPr>
        </w:p>
      </w:tc>
      <w:tc>
        <w:tcPr>
          <w:tcW w:w="838" w:type="dxa"/>
          <w:shd w:val="clear" w:color="auto" w:fill="auto"/>
          <w:tcMar>
            <w:left w:w="57" w:type="dxa"/>
            <w:right w:w="57" w:type="dxa"/>
          </w:tcMar>
        </w:tcPr>
        <w:p w:rsidR="006D7F75" w:rsidRPr="00AC3FEE" w:rsidRDefault="006D7F75" w:rsidP="00761864">
          <w:pPr>
            <w:pStyle w:val="a5"/>
            <w:rPr>
              <w:rFonts w:ascii="Times New Roman" w:hAnsi="Times New Roman"/>
            </w:rPr>
          </w:pPr>
        </w:p>
      </w:tc>
      <w:tc>
        <w:tcPr>
          <w:tcW w:w="558" w:type="dxa"/>
          <w:shd w:val="clear" w:color="auto" w:fill="auto"/>
          <w:tcMar>
            <w:left w:w="57" w:type="dxa"/>
            <w:right w:w="57" w:type="dxa"/>
          </w:tcMar>
        </w:tcPr>
        <w:p w:rsidR="006D7F75" w:rsidRPr="00AC3FEE" w:rsidRDefault="006D7F75" w:rsidP="00761864">
          <w:pPr>
            <w:pStyle w:val="ac"/>
          </w:pPr>
        </w:p>
      </w:tc>
      <w:tc>
        <w:tcPr>
          <w:tcW w:w="3908" w:type="dxa"/>
          <w:vMerge w:val="restart"/>
          <w:shd w:val="clear" w:color="auto" w:fill="auto"/>
          <w:vAlign w:val="center"/>
        </w:tcPr>
        <w:p w:rsidR="006D7F75" w:rsidRPr="001701C8" w:rsidRDefault="006D7F75" w:rsidP="00761864">
          <w:pPr>
            <w:pStyle w:val="ac"/>
          </w:pPr>
          <w:r w:rsidRPr="001701C8">
            <w:t>Содержание</w:t>
          </w:r>
        </w:p>
      </w:tc>
      <w:tc>
        <w:tcPr>
          <w:tcW w:w="838" w:type="dxa"/>
          <w:shd w:val="clear" w:color="auto" w:fill="auto"/>
          <w:vAlign w:val="center"/>
        </w:tcPr>
        <w:p w:rsidR="006D7F75" w:rsidRPr="001C4715" w:rsidRDefault="006D7F75" w:rsidP="00761864">
          <w:pPr>
            <w:pStyle w:val="ac"/>
          </w:pPr>
          <w:r>
            <w:t>Стадия</w:t>
          </w:r>
        </w:p>
      </w:tc>
      <w:tc>
        <w:tcPr>
          <w:tcW w:w="838" w:type="dxa"/>
          <w:shd w:val="clear" w:color="auto" w:fill="auto"/>
          <w:vAlign w:val="center"/>
        </w:tcPr>
        <w:p w:rsidR="006D7F75" w:rsidRPr="001C4715" w:rsidRDefault="006D7F75" w:rsidP="00761864">
          <w:pPr>
            <w:pStyle w:val="ac"/>
          </w:pPr>
          <w:r>
            <w:t>Лист</w:t>
          </w:r>
        </w:p>
      </w:tc>
      <w:tc>
        <w:tcPr>
          <w:tcW w:w="1117" w:type="dxa"/>
          <w:shd w:val="clear" w:color="auto" w:fill="auto"/>
          <w:vAlign w:val="center"/>
        </w:tcPr>
        <w:p w:rsidR="006D7F75" w:rsidRPr="001C4715" w:rsidRDefault="006D7F75" w:rsidP="00761864">
          <w:pPr>
            <w:pStyle w:val="ac"/>
          </w:pPr>
          <w:r>
            <w:t>Листов</w:t>
          </w:r>
        </w:p>
      </w:tc>
    </w:tr>
    <w:tr w:rsidR="006D7F75" w:rsidRPr="00AC3FEE" w:rsidTr="00761864">
      <w:trPr>
        <w:cantSplit/>
        <w:trHeight w:hRule="exact" w:val="284"/>
      </w:trPr>
      <w:tc>
        <w:tcPr>
          <w:tcW w:w="1118" w:type="dxa"/>
          <w:gridSpan w:val="2"/>
          <w:shd w:val="clear" w:color="auto" w:fill="auto"/>
          <w:tcMar>
            <w:left w:w="57" w:type="dxa"/>
            <w:right w:w="57" w:type="dxa"/>
          </w:tcMar>
          <w:vAlign w:val="center"/>
        </w:tcPr>
        <w:p w:rsidR="006D7F75" w:rsidRPr="00364AA0" w:rsidRDefault="006D7F75" w:rsidP="00761864">
          <w:pPr>
            <w:pStyle w:val="ae"/>
          </w:pPr>
          <w:r w:rsidRPr="00364AA0">
            <w:t>Проверил</w:t>
          </w:r>
        </w:p>
      </w:tc>
      <w:tc>
        <w:tcPr>
          <w:tcW w:w="1116" w:type="dxa"/>
          <w:gridSpan w:val="2"/>
          <w:shd w:val="clear" w:color="auto" w:fill="auto"/>
          <w:tcMar>
            <w:left w:w="57" w:type="dxa"/>
            <w:right w:w="57" w:type="dxa"/>
          </w:tcMar>
        </w:tcPr>
        <w:p w:rsidR="006D7F75" w:rsidRPr="00AC3FEE" w:rsidRDefault="006D7F75" w:rsidP="00761864">
          <w:pPr>
            <w:pStyle w:val="ae"/>
            <w:rPr>
              <w:rFonts w:ascii="Times New Roman" w:hAnsi="Times New Roman"/>
            </w:rPr>
          </w:pPr>
        </w:p>
      </w:tc>
      <w:tc>
        <w:tcPr>
          <w:tcW w:w="838" w:type="dxa"/>
          <w:shd w:val="clear" w:color="auto" w:fill="auto"/>
          <w:tcMar>
            <w:left w:w="57" w:type="dxa"/>
            <w:right w:w="57" w:type="dxa"/>
          </w:tcMar>
        </w:tcPr>
        <w:p w:rsidR="006D7F75" w:rsidRPr="00AC3FEE" w:rsidRDefault="006D7F75" w:rsidP="00761864">
          <w:pPr>
            <w:pStyle w:val="a5"/>
            <w:rPr>
              <w:rFonts w:ascii="Times New Roman" w:hAnsi="Times New Roman"/>
            </w:rPr>
          </w:pPr>
        </w:p>
      </w:tc>
      <w:tc>
        <w:tcPr>
          <w:tcW w:w="558" w:type="dxa"/>
          <w:shd w:val="clear" w:color="auto" w:fill="auto"/>
          <w:tcMar>
            <w:left w:w="57" w:type="dxa"/>
            <w:right w:w="57" w:type="dxa"/>
          </w:tcMar>
        </w:tcPr>
        <w:p w:rsidR="006D7F75" w:rsidRPr="00AC3FEE" w:rsidRDefault="006D7F75" w:rsidP="00761864">
          <w:pPr>
            <w:pStyle w:val="ac"/>
          </w:pPr>
        </w:p>
      </w:tc>
      <w:tc>
        <w:tcPr>
          <w:tcW w:w="3908" w:type="dxa"/>
          <w:vMerge/>
          <w:shd w:val="clear" w:color="auto" w:fill="auto"/>
        </w:tcPr>
        <w:p w:rsidR="006D7F75" w:rsidRPr="00AC3FEE" w:rsidRDefault="006D7F75" w:rsidP="00761864">
          <w:pPr>
            <w:pStyle w:val="a5"/>
            <w:rPr>
              <w:rFonts w:ascii="Times New Roman" w:hAnsi="Times New Roman"/>
            </w:rPr>
          </w:pPr>
        </w:p>
      </w:tc>
      <w:tc>
        <w:tcPr>
          <w:tcW w:w="838" w:type="dxa"/>
          <w:shd w:val="clear" w:color="auto" w:fill="auto"/>
          <w:vAlign w:val="center"/>
        </w:tcPr>
        <w:p w:rsidR="006D7F75" w:rsidRPr="003437CD" w:rsidRDefault="006D7F75" w:rsidP="00761864">
          <w:pPr>
            <w:pStyle w:val="ac"/>
          </w:pPr>
          <w:proofErr w:type="gramStart"/>
          <w:r w:rsidRPr="003437CD">
            <w:t>П</w:t>
          </w:r>
          <w:proofErr w:type="gramEnd"/>
        </w:p>
      </w:tc>
      <w:tc>
        <w:tcPr>
          <w:tcW w:w="838" w:type="dxa"/>
          <w:shd w:val="clear" w:color="auto" w:fill="auto"/>
          <w:vAlign w:val="center"/>
        </w:tcPr>
        <w:p w:rsidR="006D7F75" w:rsidRPr="003437CD" w:rsidRDefault="006D7F75" w:rsidP="00761864">
          <w:pPr>
            <w:pStyle w:val="ac"/>
          </w:pPr>
          <w:r w:rsidRPr="005B347E">
            <w:fldChar w:fldCharType="begin"/>
          </w:r>
          <w:r w:rsidRPr="005B347E">
            <w:instrText>PAGE   \* MERGEFORMAT</w:instrText>
          </w:r>
          <w:r w:rsidRPr="005B347E">
            <w:fldChar w:fldCharType="separate"/>
          </w:r>
          <w:r>
            <w:rPr>
              <w:noProof/>
            </w:rPr>
            <w:t>5</w:t>
          </w:r>
          <w:r w:rsidRPr="005B347E">
            <w:fldChar w:fldCharType="end"/>
          </w:r>
        </w:p>
      </w:tc>
      <w:tc>
        <w:tcPr>
          <w:tcW w:w="1117" w:type="dxa"/>
          <w:shd w:val="clear" w:color="auto" w:fill="auto"/>
          <w:vAlign w:val="center"/>
        </w:tcPr>
        <w:p w:rsidR="006D7F75" w:rsidRPr="003437CD" w:rsidRDefault="006D7F75" w:rsidP="00761864">
          <w:pPr>
            <w:pStyle w:val="ac"/>
          </w:pPr>
        </w:p>
      </w:tc>
    </w:tr>
    <w:tr w:rsidR="006D7F75" w:rsidRPr="00AC3FEE" w:rsidTr="00761864">
      <w:trPr>
        <w:cantSplit/>
        <w:trHeight w:hRule="exact" w:val="284"/>
      </w:trPr>
      <w:tc>
        <w:tcPr>
          <w:tcW w:w="1118" w:type="dxa"/>
          <w:gridSpan w:val="2"/>
          <w:shd w:val="clear" w:color="auto" w:fill="auto"/>
          <w:tcMar>
            <w:left w:w="57" w:type="dxa"/>
            <w:right w:w="57" w:type="dxa"/>
          </w:tcMar>
          <w:vAlign w:val="center"/>
        </w:tcPr>
        <w:p w:rsidR="006D7F75" w:rsidRPr="00364AA0" w:rsidRDefault="006D7F75" w:rsidP="00761864">
          <w:pPr>
            <w:pStyle w:val="ae"/>
          </w:pPr>
          <w:r w:rsidRPr="00364AA0">
            <w:t>Н. контр.</w:t>
          </w:r>
        </w:p>
      </w:tc>
      <w:tc>
        <w:tcPr>
          <w:tcW w:w="1116" w:type="dxa"/>
          <w:gridSpan w:val="2"/>
          <w:shd w:val="clear" w:color="auto" w:fill="auto"/>
          <w:tcMar>
            <w:left w:w="57" w:type="dxa"/>
            <w:right w:w="57" w:type="dxa"/>
          </w:tcMar>
        </w:tcPr>
        <w:p w:rsidR="006D7F75" w:rsidRPr="00AC3FEE" w:rsidRDefault="006D7F75" w:rsidP="00761864">
          <w:pPr>
            <w:pStyle w:val="ae"/>
            <w:rPr>
              <w:rFonts w:ascii="Times New Roman" w:hAnsi="Times New Roman"/>
            </w:rPr>
          </w:pPr>
        </w:p>
      </w:tc>
      <w:tc>
        <w:tcPr>
          <w:tcW w:w="838" w:type="dxa"/>
          <w:shd w:val="clear" w:color="auto" w:fill="auto"/>
          <w:tcMar>
            <w:left w:w="57" w:type="dxa"/>
            <w:right w:w="57" w:type="dxa"/>
          </w:tcMar>
        </w:tcPr>
        <w:p w:rsidR="006D7F75" w:rsidRPr="00AC3FEE" w:rsidRDefault="006D7F75" w:rsidP="00761864">
          <w:pPr>
            <w:pStyle w:val="a5"/>
            <w:rPr>
              <w:rFonts w:ascii="Times New Roman" w:hAnsi="Times New Roman"/>
            </w:rPr>
          </w:pPr>
        </w:p>
      </w:tc>
      <w:tc>
        <w:tcPr>
          <w:tcW w:w="558" w:type="dxa"/>
          <w:shd w:val="clear" w:color="auto" w:fill="auto"/>
          <w:tcMar>
            <w:left w:w="57" w:type="dxa"/>
            <w:right w:w="57" w:type="dxa"/>
          </w:tcMar>
        </w:tcPr>
        <w:p w:rsidR="006D7F75" w:rsidRPr="00AC3FEE" w:rsidRDefault="006D7F75" w:rsidP="00761864">
          <w:pPr>
            <w:pStyle w:val="ac"/>
          </w:pPr>
        </w:p>
      </w:tc>
      <w:tc>
        <w:tcPr>
          <w:tcW w:w="3908" w:type="dxa"/>
          <w:vMerge/>
          <w:shd w:val="clear" w:color="auto" w:fill="auto"/>
        </w:tcPr>
        <w:p w:rsidR="006D7F75" w:rsidRPr="00AC3FEE" w:rsidRDefault="006D7F75" w:rsidP="00761864">
          <w:pPr>
            <w:pStyle w:val="a5"/>
            <w:rPr>
              <w:rFonts w:ascii="Times New Roman" w:hAnsi="Times New Roman"/>
            </w:rPr>
          </w:pPr>
        </w:p>
      </w:tc>
      <w:tc>
        <w:tcPr>
          <w:tcW w:w="2793" w:type="dxa"/>
          <w:gridSpan w:val="3"/>
          <w:vMerge w:val="restart"/>
          <w:shd w:val="clear" w:color="auto" w:fill="auto"/>
          <w:vAlign w:val="center"/>
        </w:tcPr>
        <w:p w:rsidR="006D7F75" w:rsidRPr="006B6439" w:rsidRDefault="006D7F75" w:rsidP="00761864">
          <w:pPr>
            <w:pStyle w:val="ac"/>
          </w:pPr>
          <w:r w:rsidRPr="006B6439">
            <w:t>ООО "КАСКАД проект"</w:t>
          </w:r>
        </w:p>
        <w:p w:rsidR="006D7F75" w:rsidRPr="003437CD" w:rsidRDefault="006D7F75" w:rsidP="00761864">
          <w:pPr>
            <w:pStyle w:val="ac"/>
          </w:pPr>
          <w:r w:rsidRPr="006B6439">
            <w:t>г. Калуга</w:t>
          </w:r>
        </w:p>
      </w:tc>
    </w:tr>
    <w:tr w:rsidR="006D7F75" w:rsidRPr="00AC3FEE" w:rsidTr="00761864">
      <w:trPr>
        <w:cantSplit/>
        <w:trHeight w:hRule="exact" w:val="284"/>
      </w:trPr>
      <w:tc>
        <w:tcPr>
          <w:tcW w:w="1118" w:type="dxa"/>
          <w:gridSpan w:val="2"/>
          <w:shd w:val="clear" w:color="auto" w:fill="auto"/>
          <w:tcMar>
            <w:left w:w="57" w:type="dxa"/>
            <w:right w:w="57" w:type="dxa"/>
          </w:tcMar>
          <w:vAlign w:val="center"/>
        </w:tcPr>
        <w:p w:rsidR="006D7F75" w:rsidRPr="00364AA0" w:rsidRDefault="006D7F75" w:rsidP="00761864">
          <w:pPr>
            <w:pStyle w:val="ae"/>
          </w:pPr>
        </w:p>
      </w:tc>
      <w:tc>
        <w:tcPr>
          <w:tcW w:w="1116" w:type="dxa"/>
          <w:gridSpan w:val="2"/>
          <w:shd w:val="clear" w:color="auto" w:fill="auto"/>
          <w:tcMar>
            <w:left w:w="57" w:type="dxa"/>
            <w:right w:w="57" w:type="dxa"/>
          </w:tcMar>
        </w:tcPr>
        <w:p w:rsidR="006D7F75" w:rsidRPr="00AC3FEE" w:rsidRDefault="006D7F75" w:rsidP="00761864">
          <w:pPr>
            <w:pStyle w:val="ae"/>
            <w:rPr>
              <w:rFonts w:ascii="Times New Roman" w:hAnsi="Times New Roman"/>
            </w:rPr>
          </w:pPr>
        </w:p>
      </w:tc>
      <w:tc>
        <w:tcPr>
          <w:tcW w:w="838" w:type="dxa"/>
          <w:shd w:val="clear" w:color="auto" w:fill="auto"/>
          <w:tcMar>
            <w:left w:w="57" w:type="dxa"/>
            <w:right w:w="57" w:type="dxa"/>
          </w:tcMar>
        </w:tcPr>
        <w:p w:rsidR="006D7F75" w:rsidRPr="00AC3FEE" w:rsidRDefault="006D7F75" w:rsidP="00761864">
          <w:pPr>
            <w:pStyle w:val="a5"/>
            <w:rPr>
              <w:rFonts w:ascii="Times New Roman" w:hAnsi="Times New Roman"/>
            </w:rPr>
          </w:pPr>
        </w:p>
      </w:tc>
      <w:tc>
        <w:tcPr>
          <w:tcW w:w="558" w:type="dxa"/>
          <w:shd w:val="clear" w:color="auto" w:fill="auto"/>
          <w:tcMar>
            <w:left w:w="57" w:type="dxa"/>
            <w:right w:w="57" w:type="dxa"/>
          </w:tcMar>
        </w:tcPr>
        <w:p w:rsidR="006D7F75" w:rsidRPr="00AC3FEE" w:rsidRDefault="006D7F75" w:rsidP="00761864">
          <w:pPr>
            <w:pStyle w:val="ac"/>
          </w:pPr>
        </w:p>
      </w:tc>
      <w:tc>
        <w:tcPr>
          <w:tcW w:w="3908" w:type="dxa"/>
          <w:vMerge/>
          <w:shd w:val="clear" w:color="auto" w:fill="auto"/>
        </w:tcPr>
        <w:p w:rsidR="006D7F75" w:rsidRPr="00AC3FEE" w:rsidRDefault="006D7F75" w:rsidP="00761864">
          <w:pPr>
            <w:pStyle w:val="a5"/>
            <w:rPr>
              <w:rFonts w:ascii="Times New Roman" w:hAnsi="Times New Roman"/>
            </w:rPr>
          </w:pPr>
        </w:p>
      </w:tc>
      <w:tc>
        <w:tcPr>
          <w:tcW w:w="2793" w:type="dxa"/>
          <w:gridSpan w:val="3"/>
          <w:vMerge/>
          <w:shd w:val="clear" w:color="auto" w:fill="auto"/>
        </w:tcPr>
        <w:p w:rsidR="006D7F75" w:rsidRPr="00AC3FEE" w:rsidRDefault="006D7F75" w:rsidP="00761864">
          <w:pPr>
            <w:pStyle w:val="a5"/>
            <w:rPr>
              <w:rFonts w:ascii="Times New Roman" w:hAnsi="Times New Roman"/>
            </w:rPr>
          </w:pPr>
        </w:p>
      </w:tc>
    </w:tr>
    <w:tr w:rsidR="006D7F75" w:rsidRPr="00AC3FEE" w:rsidTr="00761864">
      <w:trPr>
        <w:cantSplit/>
        <w:trHeight w:hRule="exact" w:val="284"/>
      </w:trPr>
      <w:tc>
        <w:tcPr>
          <w:tcW w:w="1118" w:type="dxa"/>
          <w:gridSpan w:val="2"/>
          <w:shd w:val="clear" w:color="auto" w:fill="auto"/>
          <w:tcMar>
            <w:left w:w="57" w:type="dxa"/>
            <w:right w:w="57" w:type="dxa"/>
          </w:tcMar>
          <w:vAlign w:val="center"/>
        </w:tcPr>
        <w:p w:rsidR="006D7F75" w:rsidRPr="00364AA0" w:rsidRDefault="006D7F75" w:rsidP="00761864">
          <w:pPr>
            <w:pStyle w:val="ae"/>
          </w:pPr>
        </w:p>
      </w:tc>
      <w:tc>
        <w:tcPr>
          <w:tcW w:w="1116" w:type="dxa"/>
          <w:gridSpan w:val="2"/>
          <w:shd w:val="clear" w:color="auto" w:fill="auto"/>
          <w:tcMar>
            <w:left w:w="57" w:type="dxa"/>
            <w:right w:w="57" w:type="dxa"/>
          </w:tcMar>
        </w:tcPr>
        <w:p w:rsidR="006D7F75" w:rsidRPr="00AC3FEE" w:rsidRDefault="006D7F75" w:rsidP="00761864">
          <w:pPr>
            <w:pStyle w:val="ae"/>
            <w:rPr>
              <w:rFonts w:ascii="Times New Roman" w:hAnsi="Times New Roman"/>
            </w:rPr>
          </w:pPr>
        </w:p>
      </w:tc>
      <w:tc>
        <w:tcPr>
          <w:tcW w:w="838" w:type="dxa"/>
          <w:shd w:val="clear" w:color="auto" w:fill="auto"/>
          <w:tcMar>
            <w:left w:w="57" w:type="dxa"/>
            <w:right w:w="57" w:type="dxa"/>
          </w:tcMar>
        </w:tcPr>
        <w:p w:rsidR="006D7F75" w:rsidRPr="00AC3FEE" w:rsidRDefault="006D7F75" w:rsidP="00761864">
          <w:pPr>
            <w:pStyle w:val="a5"/>
            <w:rPr>
              <w:rFonts w:ascii="Times New Roman" w:hAnsi="Times New Roman"/>
            </w:rPr>
          </w:pPr>
        </w:p>
      </w:tc>
      <w:tc>
        <w:tcPr>
          <w:tcW w:w="558" w:type="dxa"/>
          <w:shd w:val="clear" w:color="auto" w:fill="auto"/>
          <w:tcMar>
            <w:left w:w="57" w:type="dxa"/>
            <w:right w:w="57" w:type="dxa"/>
          </w:tcMar>
        </w:tcPr>
        <w:p w:rsidR="006D7F75" w:rsidRPr="00AC3FEE" w:rsidRDefault="006D7F75" w:rsidP="00761864">
          <w:pPr>
            <w:pStyle w:val="ac"/>
          </w:pPr>
        </w:p>
      </w:tc>
      <w:tc>
        <w:tcPr>
          <w:tcW w:w="3908" w:type="dxa"/>
          <w:vMerge/>
          <w:shd w:val="clear" w:color="auto" w:fill="auto"/>
        </w:tcPr>
        <w:p w:rsidR="006D7F75" w:rsidRPr="00AC3FEE" w:rsidRDefault="006D7F75" w:rsidP="00761864">
          <w:pPr>
            <w:pStyle w:val="a5"/>
            <w:rPr>
              <w:rFonts w:ascii="Times New Roman" w:hAnsi="Times New Roman"/>
            </w:rPr>
          </w:pPr>
        </w:p>
      </w:tc>
      <w:tc>
        <w:tcPr>
          <w:tcW w:w="2793" w:type="dxa"/>
          <w:gridSpan w:val="3"/>
          <w:vMerge/>
          <w:shd w:val="clear" w:color="auto" w:fill="auto"/>
        </w:tcPr>
        <w:p w:rsidR="006D7F75" w:rsidRPr="00AC3FEE" w:rsidRDefault="006D7F75" w:rsidP="00761864">
          <w:pPr>
            <w:pStyle w:val="a5"/>
            <w:rPr>
              <w:rFonts w:ascii="Times New Roman" w:hAnsi="Times New Roman"/>
            </w:rPr>
          </w:pPr>
        </w:p>
      </w:tc>
    </w:tr>
  </w:tbl>
  <w:p w:rsidR="006D7F75" w:rsidRDefault="006D7F75">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F75" w:rsidRDefault="006D7F75" w:rsidP="00D3379C">
    <w:pPr>
      <w:pStyle w:val="a5"/>
      <w:tabs>
        <w:tab w:val="left" w:pos="2127"/>
      </w:tabs>
    </w:pPr>
  </w:p>
  <w:tbl>
    <w:tblPr>
      <w:tblpPr w:horzAnchor="margin" w:tblpX="58" w:tblpY="12277"/>
      <w:tblOverlap w:val="never"/>
      <w:tblW w:w="10331" w:type="dxa"/>
      <w:tblInd w:w="5" w:type="dxa"/>
      <w:tblBorders>
        <w:top w:val="single" w:sz="12" w:space="0" w:color="auto"/>
        <w:insideH w:val="single" w:sz="12" w:space="0" w:color="auto"/>
        <w:insideV w:val="single" w:sz="12" w:space="0" w:color="auto"/>
      </w:tblBorders>
      <w:tblLayout w:type="fixed"/>
      <w:tblCellMar>
        <w:left w:w="0" w:type="dxa"/>
        <w:right w:w="0" w:type="dxa"/>
      </w:tblCellMar>
      <w:tblLook w:val="0400" w:firstRow="0" w:lastRow="0" w:firstColumn="0" w:lastColumn="0" w:noHBand="0" w:noVBand="1"/>
    </w:tblPr>
    <w:tblGrid>
      <w:gridCol w:w="559"/>
      <w:gridCol w:w="559"/>
      <w:gridCol w:w="558"/>
      <w:gridCol w:w="558"/>
      <w:gridCol w:w="838"/>
      <w:gridCol w:w="558"/>
      <w:gridCol w:w="3908"/>
      <w:gridCol w:w="838"/>
      <w:gridCol w:w="838"/>
      <w:gridCol w:w="1117"/>
    </w:tblGrid>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6D7F75" w:rsidRPr="001C4715" w:rsidRDefault="006D7F75" w:rsidP="00761864">
          <w:pPr>
            <w:pStyle w:val="a5"/>
            <w:rPr>
              <w:rFonts w:ascii="Times New Roman" w:hAnsi="Times New Roman"/>
              <w:szCs w:val="24"/>
            </w:rPr>
          </w:pPr>
        </w:p>
      </w:tc>
    </w:tr>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6D7F75" w:rsidRPr="001C4715" w:rsidRDefault="006D7F75" w:rsidP="00761864">
          <w:pPr>
            <w:pStyle w:val="a5"/>
            <w:tabs>
              <w:tab w:val="left" w:pos="621"/>
            </w:tabs>
            <w:rPr>
              <w:rFonts w:ascii="Times New Roman" w:hAnsi="Times New Roman"/>
              <w:szCs w:val="24"/>
            </w:rPr>
          </w:pPr>
        </w:p>
      </w:tc>
    </w:tr>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vAlign w:val="center"/>
        </w:tcPr>
        <w:p w:rsidR="006D7F75" w:rsidRPr="001C4715" w:rsidRDefault="006D7F75" w:rsidP="00761864">
          <w:pPr>
            <w:pStyle w:val="0"/>
          </w:pPr>
        </w:p>
      </w:tc>
    </w:tr>
    <w:tr w:rsidR="006D7F75" w:rsidRPr="00AC3FEE" w:rsidTr="00761864">
      <w:trPr>
        <w:cantSplit/>
        <w:trHeight w:hRule="exact" w:val="284"/>
      </w:trPr>
      <w:tc>
        <w:tcPr>
          <w:tcW w:w="10331" w:type="dxa"/>
          <w:gridSpan w:val="10"/>
          <w:tcBorders>
            <w:top w:val="nil"/>
            <w:bottom w:val="single" w:sz="12" w:space="0" w:color="auto"/>
          </w:tcBorders>
          <w:shd w:val="clear" w:color="auto" w:fill="auto"/>
          <w:tcMar>
            <w:left w:w="57" w:type="dxa"/>
            <w:right w:w="57" w:type="dxa"/>
          </w:tcMar>
        </w:tcPr>
        <w:p w:rsidR="006D7F75" w:rsidRPr="001C4715" w:rsidRDefault="006D7F75" w:rsidP="00761864">
          <w:pPr>
            <w:pStyle w:val="a5"/>
            <w:rPr>
              <w:rFonts w:ascii="Times New Roman" w:hAnsi="Times New Roman"/>
              <w:szCs w:val="24"/>
            </w:rPr>
          </w:pPr>
        </w:p>
      </w:tc>
    </w:tr>
    <w:tr w:rsidR="006D7F75" w:rsidRPr="00AC3FEE" w:rsidTr="002D6C01">
      <w:trPr>
        <w:cantSplit/>
        <w:trHeight w:hRule="exact" w:val="284"/>
      </w:trPr>
      <w:tc>
        <w:tcPr>
          <w:tcW w:w="559" w:type="dxa"/>
          <w:tcBorders>
            <w:top w:val="single" w:sz="12" w:space="0" w:color="auto"/>
            <w:bottom w:val="single" w:sz="6" w:space="0" w:color="auto"/>
          </w:tcBorders>
          <w:shd w:val="clear" w:color="auto" w:fill="auto"/>
        </w:tcPr>
        <w:p w:rsidR="006D7F75" w:rsidRPr="00AC3FEE" w:rsidRDefault="006D7F75" w:rsidP="00761864">
          <w:pPr>
            <w:pStyle w:val="ac"/>
          </w:pPr>
        </w:p>
      </w:tc>
      <w:tc>
        <w:tcPr>
          <w:tcW w:w="559" w:type="dxa"/>
          <w:tcBorders>
            <w:top w:val="single" w:sz="12" w:space="0" w:color="auto"/>
            <w:bottom w:val="single" w:sz="6" w:space="0" w:color="auto"/>
          </w:tcBorders>
          <w:shd w:val="clear" w:color="auto" w:fill="auto"/>
        </w:tcPr>
        <w:p w:rsidR="006D7F75" w:rsidRPr="00AC3FEE" w:rsidRDefault="006D7F75" w:rsidP="00761864">
          <w:pPr>
            <w:pStyle w:val="ac"/>
          </w:pPr>
        </w:p>
      </w:tc>
      <w:tc>
        <w:tcPr>
          <w:tcW w:w="558" w:type="dxa"/>
          <w:tcBorders>
            <w:top w:val="single" w:sz="12" w:space="0" w:color="auto"/>
            <w:bottom w:val="single" w:sz="6" w:space="0" w:color="auto"/>
          </w:tcBorders>
          <w:shd w:val="clear" w:color="auto" w:fill="auto"/>
        </w:tcPr>
        <w:p w:rsidR="006D7F75" w:rsidRPr="00AC3FEE" w:rsidRDefault="006D7F75" w:rsidP="00761864">
          <w:pPr>
            <w:pStyle w:val="ac"/>
          </w:pPr>
        </w:p>
      </w:tc>
      <w:tc>
        <w:tcPr>
          <w:tcW w:w="558" w:type="dxa"/>
          <w:tcBorders>
            <w:top w:val="single" w:sz="12" w:space="0" w:color="auto"/>
            <w:bottom w:val="single" w:sz="6" w:space="0" w:color="auto"/>
          </w:tcBorders>
          <w:shd w:val="clear" w:color="auto" w:fill="auto"/>
        </w:tcPr>
        <w:p w:rsidR="006D7F75" w:rsidRPr="00AC3FEE" w:rsidRDefault="006D7F75" w:rsidP="00761864">
          <w:pPr>
            <w:pStyle w:val="ac"/>
          </w:pPr>
        </w:p>
      </w:tc>
      <w:tc>
        <w:tcPr>
          <w:tcW w:w="838" w:type="dxa"/>
          <w:tcBorders>
            <w:top w:val="single" w:sz="12" w:space="0" w:color="auto"/>
            <w:bottom w:val="single" w:sz="6" w:space="0" w:color="auto"/>
          </w:tcBorders>
          <w:shd w:val="clear" w:color="auto" w:fill="auto"/>
        </w:tcPr>
        <w:p w:rsidR="006D7F75" w:rsidRPr="00AC3FEE" w:rsidRDefault="006D7F75" w:rsidP="00761864">
          <w:pPr>
            <w:pStyle w:val="ac"/>
          </w:pPr>
        </w:p>
      </w:tc>
      <w:tc>
        <w:tcPr>
          <w:tcW w:w="558" w:type="dxa"/>
          <w:tcBorders>
            <w:top w:val="single" w:sz="12" w:space="0" w:color="auto"/>
            <w:bottom w:val="single" w:sz="6" w:space="0" w:color="auto"/>
          </w:tcBorders>
          <w:shd w:val="clear" w:color="auto" w:fill="auto"/>
        </w:tcPr>
        <w:p w:rsidR="006D7F75" w:rsidRPr="00AC3FEE" w:rsidRDefault="006D7F75" w:rsidP="00761864">
          <w:pPr>
            <w:pStyle w:val="ac"/>
          </w:pPr>
        </w:p>
      </w:tc>
      <w:tc>
        <w:tcPr>
          <w:tcW w:w="6701" w:type="dxa"/>
          <w:gridSpan w:val="4"/>
          <w:vMerge w:val="restart"/>
          <w:tcBorders>
            <w:top w:val="single" w:sz="12" w:space="0" w:color="auto"/>
          </w:tcBorders>
          <w:shd w:val="clear" w:color="auto" w:fill="auto"/>
          <w:vAlign w:val="center"/>
        </w:tcPr>
        <w:p w:rsidR="006D7F75" w:rsidRPr="00BE4416" w:rsidRDefault="001C3A94" w:rsidP="002E4524">
          <w:pPr>
            <w:pStyle w:val="14"/>
          </w:pPr>
          <w:sdt>
            <w:sdtPr>
              <w:rPr>
                <w:b w:val="0"/>
              </w:rPr>
              <w:alias w:val="Обозначение документа"/>
              <w:tag w:val="Обозначение документа"/>
              <w:id w:val="-1335912629"/>
              <w:lock w:val="sdtLocked"/>
              <w:dataBinding w:prefixMappings="xmlns:ns0='http://purl.org/dc/elements/1.1/' xmlns:ns1='http://schemas.openxmlformats.org/package/2006/metadata/core-properties' " w:xpath="/ns1:coreProperties[1]/ns1:keywords[1]" w:storeItemID="{6C3C8BC8-F283-45AE-878A-BAB7291924A1}"/>
              <w:text/>
            </w:sdtPr>
            <w:sdtEndPr>
              <w:rPr>
                <w:b/>
              </w:rPr>
            </w:sdtEndPr>
            <w:sdtContent>
              <w:proofErr w:type="spellStart"/>
              <w:r w:rsidR="006D7F75">
                <w:rPr>
                  <w:b w:val="0"/>
                </w:rPr>
                <w:t>Кп</w:t>
              </w:r>
              <w:proofErr w:type="spellEnd"/>
              <w:r w:rsidR="006D7F75">
                <w:rPr>
                  <w:b w:val="0"/>
                </w:rPr>
                <w:t xml:space="preserve"> 63-1/15-ППТ</w:t>
              </w:r>
            </w:sdtContent>
          </w:sdt>
        </w:p>
      </w:tc>
    </w:tr>
    <w:tr w:rsidR="006D7F75" w:rsidRPr="00AC3FEE" w:rsidTr="002D6C01">
      <w:trPr>
        <w:cantSplit/>
        <w:trHeight w:hRule="exact" w:val="284"/>
      </w:trPr>
      <w:tc>
        <w:tcPr>
          <w:tcW w:w="559" w:type="dxa"/>
          <w:tcBorders>
            <w:top w:val="single" w:sz="6" w:space="0" w:color="auto"/>
            <w:bottom w:val="single" w:sz="12" w:space="0" w:color="auto"/>
          </w:tcBorders>
          <w:shd w:val="clear" w:color="auto" w:fill="auto"/>
        </w:tcPr>
        <w:p w:rsidR="006D7F75" w:rsidRPr="00AC3FEE" w:rsidRDefault="006D7F75" w:rsidP="00761864">
          <w:pPr>
            <w:pStyle w:val="ac"/>
          </w:pPr>
        </w:p>
      </w:tc>
      <w:tc>
        <w:tcPr>
          <w:tcW w:w="559" w:type="dxa"/>
          <w:tcBorders>
            <w:top w:val="single" w:sz="6" w:space="0" w:color="auto"/>
            <w:bottom w:val="single" w:sz="12" w:space="0" w:color="auto"/>
          </w:tcBorders>
          <w:shd w:val="clear" w:color="auto" w:fill="auto"/>
        </w:tcPr>
        <w:p w:rsidR="006D7F75" w:rsidRPr="00AC3FEE" w:rsidRDefault="006D7F75" w:rsidP="00761864">
          <w:pPr>
            <w:pStyle w:val="ac"/>
          </w:pPr>
        </w:p>
      </w:tc>
      <w:tc>
        <w:tcPr>
          <w:tcW w:w="558" w:type="dxa"/>
          <w:tcBorders>
            <w:top w:val="single" w:sz="6" w:space="0" w:color="auto"/>
            <w:bottom w:val="single" w:sz="12" w:space="0" w:color="auto"/>
          </w:tcBorders>
          <w:shd w:val="clear" w:color="auto" w:fill="auto"/>
        </w:tcPr>
        <w:p w:rsidR="006D7F75" w:rsidRPr="00AC3FEE" w:rsidRDefault="006D7F75" w:rsidP="00761864">
          <w:pPr>
            <w:pStyle w:val="ac"/>
          </w:pPr>
        </w:p>
      </w:tc>
      <w:tc>
        <w:tcPr>
          <w:tcW w:w="558" w:type="dxa"/>
          <w:tcBorders>
            <w:top w:val="single" w:sz="6" w:space="0" w:color="auto"/>
            <w:bottom w:val="single" w:sz="12" w:space="0" w:color="auto"/>
          </w:tcBorders>
          <w:shd w:val="clear" w:color="auto" w:fill="auto"/>
        </w:tcPr>
        <w:p w:rsidR="006D7F75" w:rsidRPr="00AC3FEE" w:rsidRDefault="006D7F75" w:rsidP="00761864">
          <w:pPr>
            <w:pStyle w:val="ac"/>
          </w:pPr>
        </w:p>
      </w:tc>
      <w:tc>
        <w:tcPr>
          <w:tcW w:w="838" w:type="dxa"/>
          <w:tcBorders>
            <w:top w:val="single" w:sz="6" w:space="0" w:color="auto"/>
            <w:bottom w:val="single" w:sz="12" w:space="0" w:color="auto"/>
          </w:tcBorders>
          <w:shd w:val="clear" w:color="auto" w:fill="auto"/>
        </w:tcPr>
        <w:p w:rsidR="006D7F75" w:rsidRPr="00AC3FEE" w:rsidRDefault="006D7F75" w:rsidP="00761864">
          <w:pPr>
            <w:pStyle w:val="ac"/>
          </w:pPr>
        </w:p>
      </w:tc>
      <w:tc>
        <w:tcPr>
          <w:tcW w:w="558" w:type="dxa"/>
          <w:tcBorders>
            <w:top w:val="single" w:sz="6" w:space="0" w:color="auto"/>
            <w:bottom w:val="single" w:sz="12" w:space="0" w:color="auto"/>
          </w:tcBorders>
          <w:shd w:val="clear" w:color="auto" w:fill="auto"/>
        </w:tcPr>
        <w:p w:rsidR="006D7F75" w:rsidRPr="00AC3FEE" w:rsidRDefault="006D7F75" w:rsidP="00761864">
          <w:pPr>
            <w:pStyle w:val="ac"/>
          </w:pPr>
        </w:p>
      </w:tc>
      <w:tc>
        <w:tcPr>
          <w:tcW w:w="6701" w:type="dxa"/>
          <w:gridSpan w:val="4"/>
          <w:vMerge/>
          <w:shd w:val="clear" w:color="auto" w:fill="auto"/>
        </w:tcPr>
        <w:p w:rsidR="006D7F75" w:rsidRPr="00AC3FEE" w:rsidRDefault="006D7F75" w:rsidP="00761864">
          <w:pPr>
            <w:pStyle w:val="a5"/>
            <w:rPr>
              <w:rFonts w:ascii="Times New Roman" w:hAnsi="Times New Roman"/>
            </w:rPr>
          </w:pPr>
        </w:p>
      </w:tc>
    </w:tr>
    <w:tr w:rsidR="006D7F75" w:rsidRPr="00AC3FEE" w:rsidTr="002D6C01">
      <w:trPr>
        <w:cantSplit/>
        <w:trHeight w:hRule="exact" w:val="284"/>
      </w:trPr>
      <w:tc>
        <w:tcPr>
          <w:tcW w:w="559" w:type="dxa"/>
          <w:tcBorders>
            <w:top w:val="single" w:sz="12" w:space="0" w:color="auto"/>
            <w:bottom w:val="single" w:sz="12" w:space="0" w:color="auto"/>
          </w:tcBorders>
          <w:shd w:val="clear" w:color="auto" w:fill="auto"/>
          <w:vAlign w:val="center"/>
        </w:tcPr>
        <w:p w:rsidR="006D7F75" w:rsidRPr="00364AA0" w:rsidRDefault="006D7F75" w:rsidP="00761864">
          <w:pPr>
            <w:pStyle w:val="ac"/>
            <w:rPr>
              <w:w w:val="80"/>
            </w:rPr>
          </w:pPr>
          <w:r w:rsidRPr="00364AA0">
            <w:rPr>
              <w:w w:val="80"/>
            </w:rPr>
            <w:t>Изм.</w:t>
          </w:r>
        </w:p>
      </w:tc>
      <w:tc>
        <w:tcPr>
          <w:tcW w:w="559" w:type="dxa"/>
          <w:tcBorders>
            <w:top w:val="single" w:sz="12" w:space="0" w:color="auto"/>
            <w:bottom w:val="single" w:sz="12" w:space="0" w:color="auto"/>
          </w:tcBorders>
          <w:shd w:val="clear" w:color="auto" w:fill="auto"/>
          <w:tcFitText/>
          <w:vAlign w:val="center"/>
        </w:tcPr>
        <w:p w:rsidR="006D7F75" w:rsidRPr="00364AA0" w:rsidRDefault="006D7F75" w:rsidP="00761864">
          <w:pPr>
            <w:pStyle w:val="ac"/>
            <w:rPr>
              <w:w w:val="80"/>
            </w:rPr>
          </w:pPr>
          <w:proofErr w:type="spellStart"/>
          <w:r w:rsidRPr="00364AA0">
            <w:rPr>
              <w:w w:val="80"/>
            </w:rPr>
            <w:t>Кол</w:t>
          </w:r>
          <w:proofErr w:type="gramStart"/>
          <w:r w:rsidRPr="00364AA0">
            <w:rPr>
              <w:w w:val="80"/>
            </w:rPr>
            <w:t>.у</w:t>
          </w:r>
          <w:proofErr w:type="gramEnd"/>
          <w:r w:rsidRPr="00364AA0">
            <w:rPr>
              <w:w w:val="80"/>
            </w:rPr>
            <w:t>ч</w:t>
          </w:r>
          <w:proofErr w:type="spellEnd"/>
        </w:p>
      </w:tc>
      <w:tc>
        <w:tcPr>
          <w:tcW w:w="558" w:type="dxa"/>
          <w:tcBorders>
            <w:top w:val="single" w:sz="12" w:space="0" w:color="auto"/>
            <w:bottom w:val="single" w:sz="12" w:space="0" w:color="auto"/>
          </w:tcBorders>
          <w:shd w:val="clear" w:color="auto" w:fill="auto"/>
          <w:vAlign w:val="center"/>
        </w:tcPr>
        <w:p w:rsidR="006D7F75" w:rsidRPr="00364AA0" w:rsidRDefault="006D7F75" w:rsidP="00761864">
          <w:pPr>
            <w:pStyle w:val="ac"/>
            <w:rPr>
              <w:w w:val="80"/>
            </w:rPr>
          </w:pPr>
          <w:r w:rsidRPr="00364AA0">
            <w:rPr>
              <w:w w:val="80"/>
            </w:rPr>
            <w:t>Лист</w:t>
          </w:r>
        </w:p>
      </w:tc>
      <w:tc>
        <w:tcPr>
          <w:tcW w:w="558" w:type="dxa"/>
          <w:tcBorders>
            <w:top w:val="single" w:sz="12" w:space="0" w:color="auto"/>
            <w:bottom w:val="single" w:sz="12" w:space="0" w:color="auto"/>
          </w:tcBorders>
          <w:shd w:val="clear" w:color="auto" w:fill="auto"/>
          <w:tcFitText/>
          <w:vAlign w:val="center"/>
        </w:tcPr>
        <w:p w:rsidR="006D7F75" w:rsidRPr="00364AA0" w:rsidRDefault="006D7F75" w:rsidP="00761864">
          <w:pPr>
            <w:pStyle w:val="ac"/>
            <w:rPr>
              <w:w w:val="80"/>
            </w:rPr>
          </w:pPr>
          <w:r w:rsidRPr="00364AA0">
            <w:rPr>
              <w:w w:val="75"/>
            </w:rPr>
            <w:t>№ док</w:t>
          </w:r>
          <w:r w:rsidRPr="00364AA0">
            <w:rPr>
              <w:spacing w:val="3"/>
              <w:w w:val="75"/>
            </w:rPr>
            <w:t>.</w:t>
          </w:r>
        </w:p>
      </w:tc>
      <w:tc>
        <w:tcPr>
          <w:tcW w:w="838" w:type="dxa"/>
          <w:tcBorders>
            <w:top w:val="single" w:sz="12" w:space="0" w:color="auto"/>
            <w:bottom w:val="single" w:sz="12" w:space="0" w:color="auto"/>
          </w:tcBorders>
          <w:shd w:val="clear" w:color="auto" w:fill="auto"/>
          <w:vAlign w:val="center"/>
        </w:tcPr>
        <w:p w:rsidR="006D7F75" w:rsidRPr="00364AA0" w:rsidRDefault="006D7F75" w:rsidP="00761864">
          <w:pPr>
            <w:pStyle w:val="ac"/>
            <w:rPr>
              <w:w w:val="80"/>
            </w:rPr>
          </w:pPr>
          <w:r w:rsidRPr="00364AA0">
            <w:rPr>
              <w:w w:val="80"/>
            </w:rPr>
            <w:t>Подпись</w:t>
          </w:r>
        </w:p>
      </w:tc>
      <w:tc>
        <w:tcPr>
          <w:tcW w:w="558" w:type="dxa"/>
          <w:tcBorders>
            <w:top w:val="single" w:sz="12" w:space="0" w:color="auto"/>
            <w:bottom w:val="single" w:sz="12" w:space="0" w:color="auto"/>
          </w:tcBorders>
          <w:shd w:val="clear" w:color="auto" w:fill="auto"/>
          <w:vAlign w:val="center"/>
        </w:tcPr>
        <w:p w:rsidR="006D7F75" w:rsidRPr="00364AA0" w:rsidRDefault="006D7F75" w:rsidP="00761864">
          <w:pPr>
            <w:pStyle w:val="ac"/>
            <w:rPr>
              <w:w w:val="80"/>
            </w:rPr>
          </w:pPr>
          <w:r w:rsidRPr="00364AA0">
            <w:rPr>
              <w:w w:val="80"/>
            </w:rPr>
            <w:t>Дата</w:t>
          </w:r>
        </w:p>
      </w:tc>
      <w:tc>
        <w:tcPr>
          <w:tcW w:w="6701" w:type="dxa"/>
          <w:gridSpan w:val="4"/>
          <w:vMerge/>
          <w:shd w:val="clear" w:color="auto" w:fill="auto"/>
        </w:tcPr>
        <w:p w:rsidR="006D7F75" w:rsidRPr="00AC3FEE" w:rsidRDefault="006D7F75" w:rsidP="00761864">
          <w:pPr>
            <w:pStyle w:val="a5"/>
            <w:rPr>
              <w:rFonts w:ascii="Times New Roman" w:hAnsi="Times New Roman"/>
            </w:rPr>
          </w:pPr>
        </w:p>
      </w:tc>
    </w:tr>
    <w:tr w:rsidR="006D7F75" w:rsidRPr="00AC3FEE" w:rsidTr="002D6C01">
      <w:trPr>
        <w:cantSplit/>
        <w:trHeight w:hRule="exact" w:val="284"/>
      </w:trPr>
      <w:tc>
        <w:tcPr>
          <w:tcW w:w="1118" w:type="dxa"/>
          <w:gridSpan w:val="2"/>
          <w:tcBorders>
            <w:bottom w:val="single" w:sz="6" w:space="0" w:color="auto"/>
          </w:tcBorders>
          <w:shd w:val="clear" w:color="auto" w:fill="auto"/>
          <w:noWrap/>
          <w:tcMar>
            <w:left w:w="57" w:type="dxa"/>
            <w:right w:w="57" w:type="dxa"/>
          </w:tcMar>
          <w:vAlign w:val="center"/>
        </w:tcPr>
        <w:p w:rsidR="006D7F75" w:rsidRPr="00BE4C15" w:rsidRDefault="006D7F75" w:rsidP="00BE4C15">
          <w:pPr>
            <w:pStyle w:val="ae"/>
          </w:pPr>
          <w:r w:rsidRPr="00BE4C15">
            <w:t>ГИП</w:t>
          </w:r>
        </w:p>
      </w:tc>
      <w:tc>
        <w:tcPr>
          <w:tcW w:w="1116" w:type="dxa"/>
          <w:gridSpan w:val="2"/>
          <w:tcBorders>
            <w:bottom w:val="single" w:sz="6" w:space="0" w:color="auto"/>
          </w:tcBorders>
          <w:shd w:val="clear" w:color="auto" w:fill="auto"/>
          <w:noWrap/>
          <w:tcMar>
            <w:left w:w="57" w:type="dxa"/>
            <w:right w:w="57" w:type="dxa"/>
          </w:tcMar>
          <w:tcFitText/>
        </w:tcPr>
        <w:p w:rsidR="006D7F75" w:rsidRPr="00BE4C15" w:rsidRDefault="006D7F75" w:rsidP="00BE4C15">
          <w:pPr>
            <w:pStyle w:val="ae"/>
          </w:pPr>
          <w:proofErr w:type="spellStart"/>
          <w:r w:rsidRPr="001C3A94">
            <w:rPr>
              <w:w w:val="69"/>
            </w:rPr>
            <w:t>Соломатников</w:t>
          </w:r>
          <w:proofErr w:type="spellEnd"/>
        </w:p>
      </w:tc>
      <w:tc>
        <w:tcPr>
          <w:tcW w:w="838" w:type="dxa"/>
          <w:tcBorders>
            <w:bottom w:val="single" w:sz="6" w:space="0" w:color="auto"/>
          </w:tcBorders>
          <w:shd w:val="clear" w:color="auto" w:fill="auto"/>
          <w:tcMar>
            <w:left w:w="57" w:type="dxa"/>
            <w:right w:w="57" w:type="dxa"/>
          </w:tcMar>
        </w:tcPr>
        <w:p w:rsidR="006D7F75" w:rsidRPr="00BE4C15" w:rsidRDefault="006D7F75" w:rsidP="00BE4C15">
          <w:pPr>
            <w:pStyle w:val="ae"/>
          </w:pPr>
        </w:p>
      </w:tc>
      <w:tc>
        <w:tcPr>
          <w:tcW w:w="558" w:type="dxa"/>
          <w:tcBorders>
            <w:bottom w:val="single" w:sz="6" w:space="0" w:color="auto"/>
          </w:tcBorders>
          <w:shd w:val="clear" w:color="auto" w:fill="auto"/>
          <w:tcMar>
            <w:left w:w="57" w:type="dxa"/>
            <w:right w:w="57" w:type="dxa"/>
          </w:tcMar>
        </w:tcPr>
        <w:p w:rsidR="006D7F75" w:rsidRPr="005674B2" w:rsidRDefault="006D7F75" w:rsidP="00BE4C15">
          <w:pPr>
            <w:pStyle w:val="ae"/>
            <w:rPr>
              <w:w w:val="90"/>
            </w:rPr>
          </w:pPr>
          <w:r>
            <w:rPr>
              <w:w w:val="90"/>
            </w:rPr>
            <w:t>02.16</w:t>
          </w:r>
        </w:p>
      </w:tc>
      <w:tc>
        <w:tcPr>
          <w:tcW w:w="3908" w:type="dxa"/>
          <w:vMerge w:val="restart"/>
          <w:shd w:val="clear" w:color="auto" w:fill="auto"/>
          <w:vAlign w:val="center"/>
        </w:tcPr>
        <w:p w:rsidR="006D7F75" w:rsidRPr="00DD07B7" w:rsidRDefault="006D7F75" w:rsidP="009F6C04">
          <w:pPr>
            <w:pStyle w:val="af0"/>
            <w:rPr>
              <w:b w:val="0"/>
            </w:rPr>
          </w:pPr>
          <w:r w:rsidRPr="00DD07B7">
            <w:rPr>
              <w:b w:val="0"/>
            </w:rPr>
            <w:t>Запись, удостоверяющая</w:t>
          </w:r>
        </w:p>
        <w:p w:rsidR="006D7F75" w:rsidRPr="00DD07B7" w:rsidRDefault="006D7F75" w:rsidP="009F6C04">
          <w:pPr>
            <w:pStyle w:val="af0"/>
            <w:rPr>
              <w:b w:val="0"/>
            </w:rPr>
          </w:pPr>
          <w:r w:rsidRPr="00DD07B7">
            <w:rPr>
              <w:b w:val="0"/>
            </w:rPr>
            <w:t xml:space="preserve">соответствие </w:t>
          </w:r>
          <w:proofErr w:type="gramStart"/>
          <w:r w:rsidRPr="00DD07B7">
            <w:rPr>
              <w:b w:val="0"/>
            </w:rPr>
            <w:t>государственным</w:t>
          </w:r>
          <w:proofErr w:type="gramEnd"/>
          <w:r w:rsidRPr="00DD07B7">
            <w:rPr>
              <w:b w:val="0"/>
            </w:rPr>
            <w:t xml:space="preserve">  </w:t>
          </w:r>
        </w:p>
        <w:p w:rsidR="006D7F75" w:rsidRPr="001701C8" w:rsidRDefault="006D7F75" w:rsidP="009F6C04">
          <w:pPr>
            <w:pStyle w:val="af0"/>
          </w:pPr>
          <w:r w:rsidRPr="00DD07B7">
            <w:rPr>
              <w:b w:val="0"/>
            </w:rPr>
            <w:t>нормам</w:t>
          </w:r>
        </w:p>
      </w:tc>
      <w:tc>
        <w:tcPr>
          <w:tcW w:w="838" w:type="dxa"/>
          <w:shd w:val="clear" w:color="auto" w:fill="auto"/>
          <w:vAlign w:val="center"/>
        </w:tcPr>
        <w:p w:rsidR="006D7F75" w:rsidRPr="00FE5E83" w:rsidRDefault="006D7F75" w:rsidP="00761864">
          <w:pPr>
            <w:pStyle w:val="ac"/>
            <w:rPr>
              <w:w w:val="90"/>
            </w:rPr>
          </w:pPr>
          <w:r w:rsidRPr="00FE5E83">
            <w:rPr>
              <w:w w:val="90"/>
            </w:rPr>
            <w:t>Стадия</w:t>
          </w:r>
        </w:p>
      </w:tc>
      <w:tc>
        <w:tcPr>
          <w:tcW w:w="838" w:type="dxa"/>
          <w:shd w:val="clear" w:color="auto" w:fill="auto"/>
          <w:vAlign w:val="center"/>
        </w:tcPr>
        <w:p w:rsidR="006D7F75" w:rsidRPr="001C4715" w:rsidRDefault="006D7F75" w:rsidP="00761864">
          <w:pPr>
            <w:pStyle w:val="ac"/>
          </w:pPr>
          <w:r>
            <w:t>Лист</w:t>
          </w:r>
        </w:p>
      </w:tc>
      <w:tc>
        <w:tcPr>
          <w:tcW w:w="1117" w:type="dxa"/>
          <w:shd w:val="clear" w:color="auto" w:fill="auto"/>
          <w:vAlign w:val="center"/>
        </w:tcPr>
        <w:p w:rsidR="006D7F75" w:rsidRPr="001C4715" w:rsidRDefault="006D7F75" w:rsidP="00761864">
          <w:pPr>
            <w:pStyle w:val="ac"/>
          </w:pPr>
          <w:r>
            <w:t>Листов</w:t>
          </w: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BE4C15" w:rsidRDefault="006D7F75"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83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55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3908" w:type="dxa"/>
          <w:vMerge/>
          <w:shd w:val="clear" w:color="auto" w:fill="auto"/>
        </w:tcPr>
        <w:p w:rsidR="006D7F75" w:rsidRPr="00AC3FEE" w:rsidRDefault="006D7F75" w:rsidP="00761864">
          <w:pPr>
            <w:pStyle w:val="a5"/>
            <w:rPr>
              <w:rFonts w:ascii="Times New Roman" w:hAnsi="Times New Roman"/>
            </w:rPr>
          </w:pPr>
        </w:p>
      </w:tc>
      <w:tc>
        <w:tcPr>
          <w:tcW w:w="838" w:type="dxa"/>
          <w:shd w:val="clear" w:color="auto" w:fill="auto"/>
          <w:vAlign w:val="center"/>
        </w:tcPr>
        <w:p w:rsidR="006D7F75" w:rsidRPr="003437CD" w:rsidRDefault="006D7F75" w:rsidP="00761864">
          <w:pPr>
            <w:pStyle w:val="ac"/>
          </w:pPr>
          <w:proofErr w:type="gramStart"/>
          <w:r w:rsidRPr="003437CD">
            <w:t>П</w:t>
          </w:r>
          <w:proofErr w:type="gramEnd"/>
        </w:p>
      </w:tc>
      <w:tc>
        <w:tcPr>
          <w:tcW w:w="838" w:type="dxa"/>
          <w:shd w:val="clear" w:color="auto" w:fill="auto"/>
          <w:vAlign w:val="center"/>
        </w:tcPr>
        <w:p w:rsidR="006D7F75" w:rsidRPr="003437CD" w:rsidRDefault="006D7F75" w:rsidP="00761864">
          <w:pPr>
            <w:pStyle w:val="ac"/>
          </w:pPr>
        </w:p>
      </w:tc>
      <w:tc>
        <w:tcPr>
          <w:tcW w:w="1117" w:type="dxa"/>
          <w:shd w:val="clear" w:color="auto" w:fill="auto"/>
          <w:vAlign w:val="center"/>
        </w:tcPr>
        <w:p w:rsidR="006D7F75" w:rsidRPr="003437CD" w:rsidRDefault="006D7F75" w:rsidP="00761864">
          <w:pPr>
            <w:pStyle w:val="ac"/>
          </w:pPr>
          <w:r>
            <w:t>1</w:t>
          </w: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BE4C15" w:rsidRDefault="006D7F75"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83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55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3908" w:type="dxa"/>
          <w:vMerge/>
          <w:shd w:val="clear" w:color="auto" w:fill="auto"/>
        </w:tcPr>
        <w:p w:rsidR="006D7F75" w:rsidRPr="00AC3FEE" w:rsidRDefault="006D7F75" w:rsidP="00761864">
          <w:pPr>
            <w:pStyle w:val="a5"/>
            <w:rPr>
              <w:rFonts w:ascii="Times New Roman" w:hAnsi="Times New Roman"/>
            </w:rPr>
          </w:pPr>
        </w:p>
      </w:tc>
      <w:tc>
        <w:tcPr>
          <w:tcW w:w="2793" w:type="dxa"/>
          <w:gridSpan w:val="3"/>
          <w:vMerge w:val="restart"/>
          <w:shd w:val="clear" w:color="auto" w:fill="auto"/>
          <w:vAlign w:val="center"/>
        </w:tcPr>
        <w:p w:rsidR="006D7F75" w:rsidRPr="006B6439" w:rsidRDefault="006D7F75" w:rsidP="00761864">
          <w:pPr>
            <w:pStyle w:val="ac"/>
          </w:pPr>
          <w:r w:rsidRPr="006B6439">
            <w:t>ООО "КАСКАД проект"</w:t>
          </w:r>
        </w:p>
        <w:p w:rsidR="006D7F75" w:rsidRPr="003437CD" w:rsidRDefault="006D7F75" w:rsidP="00761864">
          <w:pPr>
            <w:pStyle w:val="ac"/>
          </w:pPr>
          <w:r w:rsidRPr="006B6439">
            <w:t>г. Калуга</w:t>
          </w: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BE4C15" w:rsidRDefault="006D7F75"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83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55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3908" w:type="dxa"/>
          <w:vMerge/>
          <w:shd w:val="clear" w:color="auto" w:fill="auto"/>
        </w:tcPr>
        <w:p w:rsidR="006D7F75" w:rsidRPr="00AC3FEE" w:rsidRDefault="006D7F75" w:rsidP="00761864">
          <w:pPr>
            <w:pStyle w:val="a5"/>
            <w:rPr>
              <w:rFonts w:ascii="Times New Roman" w:hAnsi="Times New Roman"/>
            </w:rPr>
          </w:pPr>
        </w:p>
      </w:tc>
      <w:tc>
        <w:tcPr>
          <w:tcW w:w="2793" w:type="dxa"/>
          <w:gridSpan w:val="3"/>
          <w:vMerge/>
          <w:shd w:val="clear" w:color="auto" w:fill="auto"/>
        </w:tcPr>
        <w:p w:rsidR="006D7F75" w:rsidRPr="00AC3FEE" w:rsidRDefault="006D7F75" w:rsidP="00761864">
          <w:pPr>
            <w:pStyle w:val="a5"/>
            <w:rPr>
              <w:rFonts w:ascii="Times New Roman" w:hAnsi="Times New Roman"/>
            </w:rPr>
          </w:pPr>
        </w:p>
      </w:tc>
    </w:tr>
    <w:tr w:rsidR="006D7F75" w:rsidRPr="00AC3FEE" w:rsidTr="002D6C01">
      <w:trPr>
        <w:cantSplit/>
        <w:trHeight w:hRule="exact" w:val="284"/>
      </w:trPr>
      <w:tc>
        <w:tcPr>
          <w:tcW w:w="1118" w:type="dxa"/>
          <w:gridSpan w:val="2"/>
          <w:tcBorders>
            <w:top w:val="single" w:sz="6" w:space="0" w:color="auto"/>
            <w:bottom w:val="nil"/>
          </w:tcBorders>
          <w:shd w:val="clear" w:color="auto" w:fill="auto"/>
          <w:tcMar>
            <w:left w:w="57" w:type="dxa"/>
            <w:right w:w="57" w:type="dxa"/>
          </w:tcMar>
          <w:vAlign w:val="center"/>
        </w:tcPr>
        <w:p w:rsidR="006D7F75" w:rsidRPr="00BE4C15" w:rsidRDefault="006D7F75" w:rsidP="005674B2">
          <w:pPr>
            <w:pStyle w:val="ae"/>
          </w:pPr>
          <w:r w:rsidRPr="00BE4C15">
            <w:t>Н. контр.</w:t>
          </w:r>
        </w:p>
      </w:tc>
      <w:tc>
        <w:tcPr>
          <w:tcW w:w="1116" w:type="dxa"/>
          <w:gridSpan w:val="2"/>
          <w:tcBorders>
            <w:top w:val="single" w:sz="6" w:space="0" w:color="auto"/>
            <w:bottom w:val="nil"/>
          </w:tcBorders>
          <w:shd w:val="clear" w:color="auto" w:fill="auto"/>
          <w:tcMar>
            <w:left w:w="57" w:type="dxa"/>
            <w:right w:w="57" w:type="dxa"/>
          </w:tcMar>
        </w:tcPr>
        <w:p w:rsidR="006D7F75" w:rsidRPr="00BE4C15" w:rsidRDefault="006D7F75" w:rsidP="005674B2">
          <w:pPr>
            <w:pStyle w:val="ae"/>
          </w:pPr>
          <w:r w:rsidRPr="00BE4C15">
            <w:t>Казаков</w:t>
          </w:r>
        </w:p>
      </w:tc>
      <w:tc>
        <w:tcPr>
          <w:tcW w:w="838" w:type="dxa"/>
          <w:tcBorders>
            <w:top w:val="single" w:sz="6" w:space="0" w:color="auto"/>
            <w:bottom w:val="nil"/>
          </w:tcBorders>
          <w:shd w:val="clear" w:color="auto" w:fill="auto"/>
          <w:tcMar>
            <w:left w:w="57" w:type="dxa"/>
            <w:right w:w="57" w:type="dxa"/>
          </w:tcMar>
        </w:tcPr>
        <w:p w:rsidR="006D7F75" w:rsidRPr="00BE4C15" w:rsidRDefault="006D7F75" w:rsidP="005674B2">
          <w:pPr>
            <w:pStyle w:val="ae"/>
          </w:pPr>
        </w:p>
      </w:tc>
      <w:tc>
        <w:tcPr>
          <w:tcW w:w="558" w:type="dxa"/>
          <w:tcBorders>
            <w:top w:val="single" w:sz="6" w:space="0" w:color="auto"/>
            <w:bottom w:val="nil"/>
          </w:tcBorders>
          <w:shd w:val="clear" w:color="auto" w:fill="auto"/>
          <w:tcMar>
            <w:left w:w="57" w:type="dxa"/>
            <w:right w:w="57" w:type="dxa"/>
          </w:tcMar>
        </w:tcPr>
        <w:p w:rsidR="006D7F75" w:rsidRPr="005674B2" w:rsidRDefault="006D7F75" w:rsidP="005674B2">
          <w:pPr>
            <w:pStyle w:val="ae"/>
            <w:rPr>
              <w:w w:val="90"/>
            </w:rPr>
          </w:pPr>
          <w:r>
            <w:rPr>
              <w:w w:val="90"/>
            </w:rPr>
            <w:t>02.16</w:t>
          </w:r>
        </w:p>
      </w:tc>
      <w:tc>
        <w:tcPr>
          <w:tcW w:w="3908" w:type="dxa"/>
          <w:vMerge/>
          <w:shd w:val="clear" w:color="auto" w:fill="auto"/>
        </w:tcPr>
        <w:p w:rsidR="006D7F75" w:rsidRPr="00AC3FEE" w:rsidRDefault="006D7F75" w:rsidP="005674B2">
          <w:pPr>
            <w:pStyle w:val="a5"/>
            <w:rPr>
              <w:rFonts w:ascii="Times New Roman" w:hAnsi="Times New Roman"/>
            </w:rPr>
          </w:pPr>
        </w:p>
      </w:tc>
      <w:tc>
        <w:tcPr>
          <w:tcW w:w="2793" w:type="dxa"/>
          <w:gridSpan w:val="3"/>
          <w:vMerge/>
          <w:shd w:val="clear" w:color="auto" w:fill="auto"/>
        </w:tcPr>
        <w:p w:rsidR="006D7F75" w:rsidRPr="00AC3FEE" w:rsidRDefault="006D7F75" w:rsidP="005674B2">
          <w:pPr>
            <w:pStyle w:val="a5"/>
            <w:rPr>
              <w:rFonts w:ascii="Times New Roman" w:hAnsi="Times New Roman"/>
            </w:rPr>
          </w:pPr>
        </w:p>
      </w:tc>
    </w:tr>
  </w:tbl>
  <w:p w:rsidR="006D7F75" w:rsidRDefault="006D7F7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F75" w:rsidRDefault="006D7F75" w:rsidP="00D3379C">
    <w:pPr>
      <w:pStyle w:val="a5"/>
      <w:tabs>
        <w:tab w:val="left" w:pos="2127"/>
      </w:tabs>
    </w:pPr>
  </w:p>
  <w:tbl>
    <w:tblPr>
      <w:tblpPr w:horzAnchor="margin" w:tblpX="58" w:tblpY="12277"/>
      <w:tblOverlap w:val="never"/>
      <w:tblW w:w="10331" w:type="dxa"/>
      <w:tblInd w:w="5" w:type="dxa"/>
      <w:tblBorders>
        <w:top w:val="single" w:sz="12" w:space="0" w:color="auto"/>
        <w:insideH w:val="single" w:sz="12" w:space="0" w:color="auto"/>
        <w:insideV w:val="single" w:sz="12" w:space="0" w:color="auto"/>
      </w:tblBorders>
      <w:tblLayout w:type="fixed"/>
      <w:tblCellMar>
        <w:left w:w="0" w:type="dxa"/>
        <w:right w:w="0" w:type="dxa"/>
      </w:tblCellMar>
      <w:tblLook w:val="0400" w:firstRow="0" w:lastRow="0" w:firstColumn="0" w:lastColumn="0" w:noHBand="0" w:noVBand="1"/>
    </w:tblPr>
    <w:tblGrid>
      <w:gridCol w:w="559"/>
      <w:gridCol w:w="559"/>
      <w:gridCol w:w="558"/>
      <w:gridCol w:w="558"/>
      <w:gridCol w:w="838"/>
      <w:gridCol w:w="558"/>
      <w:gridCol w:w="3908"/>
      <w:gridCol w:w="838"/>
      <w:gridCol w:w="838"/>
      <w:gridCol w:w="1117"/>
    </w:tblGrid>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6D7F75" w:rsidRPr="001C4715" w:rsidRDefault="006D7F75" w:rsidP="00761864">
          <w:pPr>
            <w:pStyle w:val="a5"/>
            <w:rPr>
              <w:rFonts w:ascii="Times New Roman" w:hAnsi="Times New Roman"/>
              <w:szCs w:val="24"/>
            </w:rPr>
          </w:pPr>
        </w:p>
      </w:tc>
    </w:tr>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6D7F75" w:rsidRPr="001C4715" w:rsidRDefault="006D7F75" w:rsidP="00761864">
          <w:pPr>
            <w:pStyle w:val="a5"/>
            <w:tabs>
              <w:tab w:val="left" w:pos="621"/>
            </w:tabs>
            <w:rPr>
              <w:rFonts w:ascii="Times New Roman" w:hAnsi="Times New Roman"/>
              <w:szCs w:val="24"/>
            </w:rPr>
          </w:pPr>
        </w:p>
      </w:tc>
    </w:tr>
    <w:tr w:rsidR="006D7F75" w:rsidRPr="00AC3FEE" w:rsidTr="00761864">
      <w:trPr>
        <w:cantSplit/>
        <w:trHeight w:hRule="exact" w:val="284"/>
      </w:trPr>
      <w:tc>
        <w:tcPr>
          <w:tcW w:w="10331" w:type="dxa"/>
          <w:gridSpan w:val="10"/>
          <w:tcBorders>
            <w:top w:val="nil"/>
            <w:bottom w:val="nil"/>
          </w:tcBorders>
          <w:shd w:val="clear" w:color="auto" w:fill="auto"/>
          <w:tcMar>
            <w:left w:w="57" w:type="dxa"/>
            <w:right w:w="57" w:type="dxa"/>
          </w:tcMar>
          <w:vAlign w:val="center"/>
        </w:tcPr>
        <w:p w:rsidR="006D7F75" w:rsidRPr="001C4715" w:rsidRDefault="006D7F75" w:rsidP="00761864">
          <w:pPr>
            <w:pStyle w:val="0"/>
          </w:pPr>
        </w:p>
      </w:tc>
    </w:tr>
    <w:tr w:rsidR="006D7F75" w:rsidRPr="00AC3FEE" w:rsidTr="00761864">
      <w:trPr>
        <w:cantSplit/>
        <w:trHeight w:hRule="exact" w:val="284"/>
      </w:trPr>
      <w:tc>
        <w:tcPr>
          <w:tcW w:w="10331" w:type="dxa"/>
          <w:gridSpan w:val="10"/>
          <w:tcBorders>
            <w:top w:val="nil"/>
            <w:bottom w:val="single" w:sz="12" w:space="0" w:color="auto"/>
          </w:tcBorders>
          <w:shd w:val="clear" w:color="auto" w:fill="auto"/>
          <w:tcMar>
            <w:left w:w="57" w:type="dxa"/>
            <w:right w:w="57" w:type="dxa"/>
          </w:tcMar>
        </w:tcPr>
        <w:p w:rsidR="006D7F75" w:rsidRPr="001C4715" w:rsidRDefault="006D7F75" w:rsidP="00761864">
          <w:pPr>
            <w:pStyle w:val="a5"/>
            <w:rPr>
              <w:rFonts w:ascii="Times New Roman" w:hAnsi="Times New Roman"/>
              <w:szCs w:val="24"/>
            </w:rPr>
          </w:pPr>
        </w:p>
      </w:tc>
    </w:tr>
    <w:tr w:rsidR="006D7F75" w:rsidRPr="00AC3FEE" w:rsidTr="002D6C01">
      <w:trPr>
        <w:cantSplit/>
        <w:trHeight w:hRule="exact" w:val="284"/>
      </w:trPr>
      <w:tc>
        <w:tcPr>
          <w:tcW w:w="559" w:type="dxa"/>
          <w:tcBorders>
            <w:top w:val="single" w:sz="12" w:space="0" w:color="auto"/>
            <w:bottom w:val="single" w:sz="6" w:space="0" w:color="auto"/>
          </w:tcBorders>
          <w:shd w:val="clear" w:color="auto" w:fill="auto"/>
        </w:tcPr>
        <w:p w:rsidR="006D7F75" w:rsidRPr="00AC3FEE" w:rsidRDefault="006D7F75" w:rsidP="00761864">
          <w:pPr>
            <w:pStyle w:val="ac"/>
          </w:pPr>
        </w:p>
      </w:tc>
      <w:tc>
        <w:tcPr>
          <w:tcW w:w="559" w:type="dxa"/>
          <w:tcBorders>
            <w:top w:val="single" w:sz="12" w:space="0" w:color="auto"/>
            <w:bottom w:val="single" w:sz="6" w:space="0" w:color="auto"/>
          </w:tcBorders>
          <w:shd w:val="clear" w:color="auto" w:fill="auto"/>
        </w:tcPr>
        <w:p w:rsidR="006D7F75" w:rsidRPr="00AC3FEE" w:rsidRDefault="006D7F75" w:rsidP="00761864">
          <w:pPr>
            <w:pStyle w:val="ac"/>
          </w:pPr>
        </w:p>
      </w:tc>
      <w:tc>
        <w:tcPr>
          <w:tcW w:w="558" w:type="dxa"/>
          <w:tcBorders>
            <w:top w:val="single" w:sz="12" w:space="0" w:color="auto"/>
            <w:bottom w:val="single" w:sz="6" w:space="0" w:color="auto"/>
          </w:tcBorders>
          <w:shd w:val="clear" w:color="auto" w:fill="auto"/>
        </w:tcPr>
        <w:p w:rsidR="006D7F75" w:rsidRPr="00AC3FEE" w:rsidRDefault="006D7F75" w:rsidP="00761864">
          <w:pPr>
            <w:pStyle w:val="ac"/>
          </w:pPr>
        </w:p>
      </w:tc>
      <w:tc>
        <w:tcPr>
          <w:tcW w:w="558" w:type="dxa"/>
          <w:tcBorders>
            <w:top w:val="single" w:sz="12" w:space="0" w:color="auto"/>
            <w:bottom w:val="single" w:sz="6" w:space="0" w:color="auto"/>
          </w:tcBorders>
          <w:shd w:val="clear" w:color="auto" w:fill="auto"/>
        </w:tcPr>
        <w:p w:rsidR="006D7F75" w:rsidRPr="00AC3FEE" w:rsidRDefault="006D7F75" w:rsidP="00761864">
          <w:pPr>
            <w:pStyle w:val="ac"/>
          </w:pPr>
        </w:p>
      </w:tc>
      <w:tc>
        <w:tcPr>
          <w:tcW w:w="838" w:type="dxa"/>
          <w:tcBorders>
            <w:top w:val="single" w:sz="12" w:space="0" w:color="auto"/>
            <w:bottom w:val="single" w:sz="6" w:space="0" w:color="auto"/>
          </w:tcBorders>
          <w:shd w:val="clear" w:color="auto" w:fill="auto"/>
        </w:tcPr>
        <w:p w:rsidR="006D7F75" w:rsidRPr="00AC3FEE" w:rsidRDefault="006D7F75" w:rsidP="00761864">
          <w:pPr>
            <w:pStyle w:val="ac"/>
          </w:pPr>
        </w:p>
      </w:tc>
      <w:tc>
        <w:tcPr>
          <w:tcW w:w="558" w:type="dxa"/>
          <w:tcBorders>
            <w:top w:val="single" w:sz="12" w:space="0" w:color="auto"/>
            <w:bottom w:val="single" w:sz="6" w:space="0" w:color="auto"/>
          </w:tcBorders>
          <w:shd w:val="clear" w:color="auto" w:fill="auto"/>
        </w:tcPr>
        <w:p w:rsidR="006D7F75" w:rsidRPr="00AC3FEE" w:rsidRDefault="006D7F75" w:rsidP="00761864">
          <w:pPr>
            <w:pStyle w:val="ac"/>
          </w:pPr>
        </w:p>
      </w:tc>
      <w:tc>
        <w:tcPr>
          <w:tcW w:w="6701" w:type="dxa"/>
          <w:gridSpan w:val="4"/>
          <w:vMerge w:val="restart"/>
          <w:tcBorders>
            <w:top w:val="single" w:sz="12" w:space="0" w:color="auto"/>
          </w:tcBorders>
          <w:shd w:val="clear" w:color="auto" w:fill="auto"/>
          <w:vAlign w:val="center"/>
        </w:tcPr>
        <w:p w:rsidR="006D7F75" w:rsidRPr="00DD07B7" w:rsidRDefault="001C3A94" w:rsidP="002E4524">
          <w:pPr>
            <w:pStyle w:val="14"/>
            <w:rPr>
              <w:b w:val="0"/>
            </w:rPr>
          </w:pPr>
          <w:sdt>
            <w:sdtPr>
              <w:rPr>
                <w:b w:val="0"/>
              </w:rPr>
              <w:alias w:val="Обозначение документа"/>
              <w:tag w:val="Обозначение документа"/>
              <w:id w:val="-1298215980"/>
              <w:lock w:val="sdtLocked"/>
              <w:dataBinding w:prefixMappings="xmlns:ns0='http://purl.org/dc/elements/1.1/' xmlns:ns1='http://schemas.openxmlformats.org/package/2006/metadata/core-properties' " w:xpath="/ns1:coreProperties[1]/ns1:keywords[1]" w:storeItemID="{6C3C8BC8-F283-45AE-878A-BAB7291924A1}"/>
              <w:text/>
            </w:sdtPr>
            <w:sdtEndPr/>
            <w:sdtContent>
              <w:proofErr w:type="spellStart"/>
              <w:r w:rsidR="006D7F75">
                <w:rPr>
                  <w:b w:val="0"/>
                </w:rPr>
                <w:t>Кп</w:t>
              </w:r>
              <w:proofErr w:type="spellEnd"/>
              <w:r w:rsidR="006D7F75">
                <w:rPr>
                  <w:b w:val="0"/>
                </w:rPr>
                <w:t xml:space="preserve"> 63-1/15-ППТ</w:t>
              </w:r>
              <w:proofErr w:type="gramStart"/>
            </w:sdtContent>
          </w:sdt>
          <w:r w:rsidR="006D7F75" w:rsidRPr="00DD07B7">
            <w:rPr>
              <w:b w:val="0"/>
            </w:rPr>
            <w:t>.</w:t>
          </w:r>
          <w:proofErr w:type="gramEnd"/>
          <w:r w:rsidR="006D7F75" w:rsidRPr="00DD07B7">
            <w:rPr>
              <w:b w:val="0"/>
            </w:rPr>
            <w:t>С</w:t>
          </w:r>
        </w:p>
      </w:tc>
    </w:tr>
    <w:tr w:rsidR="006D7F75" w:rsidRPr="00AC3FEE" w:rsidTr="002D6C01">
      <w:trPr>
        <w:cantSplit/>
        <w:trHeight w:hRule="exact" w:val="284"/>
      </w:trPr>
      <w:tc>
        <w:tcPr>
          <w:tcW w:w="559" w:type="dxa"/>
          <w:tcBorders>
            <w:top w:val="single" w:sz="6" w:space="0" w:color="auto"/>
            <w:bottom w:val="single" w:sz="12" w:space="0" w:color="auto"/>
          </w:tcBorders>
          <w:shd w:val="clear" w:color="auto" w:fill="auto"/>
        </w:tcPr>
        <w:p w:rsidR="006D7F75" w:rsidRPr="00AC3FEE" w:rsidRDefault="006D7F75" w:rsidP="00761864">
          <w:pPr>
            <w:pStyle w:val="ac"/>
          </w:pPr>
        </w:p>
      </w:tc>
      <w:tc>
        <w:tcPr>
          <w:tcW w:w="559" w:type="dxa"/>
          <w:tcBorders>
            <w:top w:val="single" w:sz="6" w:space="0" w:color="auto"/>
            <w:bottom w:val="single" w:sz="12" w:space="0" w:color="auto"/>
          </w:tcBorders>
          <w:shd w:val="clear" w:color="auto" w:fill="auto"/>
        </w:tcPr>
        <w:p w:rsidR="006D7F75" w:rsidRPr="00AC3FEE" w:rsidRDefault="006D7F75" w:rsidP="00761864">
          <w:pPr>
            <w:pStyle w:val="ac"/>
          </w:pPr>
        </w:p>
      </w:tc>
      <w:tc>
        <w:tcPr>
          <w:tcW w:w="558" w:type="dxa"/>
          <w:tcBorders>
            <w:top w:val="single" w:sz="6" w:space="0" w:color="auto"/>
            <w:bottom w:val="single" w:sz="12" w:space="0" w:color="auto"/>
          </w:tcBorders>
          <w:shd w:val="clear" w:color="auto" w:fill="auto"/>
        </w:tcPr>
        <w:p w:rsidR="006D7F75" w:rsidRPr="00AC3FEE" w:rsidRDefault="006D7F75" w:rsidP="00761864">
          <w:pPr>
            <w:pStyle w:val="ac"/>
          </w:pPr>
        </w:p>
      </w:tc>
      <w:tc>
        <w:tcPr>
          <w:tcW w:w="558" w:type="dxa"/>
          <w:tcBorders>
            <w:top w:val="single" w:sz="6" w:space="0" w:color="auto"/>
            <w:bottom w:val="single" w:sz="12" w:space="0" w:color="auto"/>
          </w:tcBorders>
          <w:shd w:val="clear" w:color="auto" w:fill="auto"/>
        </w:tcPr>
        <w:p w:rsidR="006D7F75" w:rsidRPr="00AC3FEE" w:rsidRDefault="006D7F75" w:rsidP="00761864">
          <w:pPr>
            <w:pStyle w:val="ac"/>
          </w:pPr>
        </w:p>
      </w:tc>
      <w:tc>
        <w:tcPr>
          <w:tcW w:w="838" w:type="dxa"/>
          <w:tcBorders>
            <w:top w:val="single" w:sz="6" w:space="0" w:color="auto"/>
            <w:bottom w:val="single" w:sz="12" w:space="0" w:color="auto"/>
          </w:tcBorders>
          <w:shd w:val="clear" w:color="auto" w:fill="auto"/>
        </w:tcPr>
        <w:p w:rsidR="006D7F75" w:rsidRPr="00AC3FEE" w:rsidRDefault="006D7F75" w:rsidP="00761864">
          <w:pPr>
            <w:pStyle w:val="ac"/>
          </w:pPr>
        </w:p>
      </w:tc>
      <w:tc>
        <w:tcPr>
          <w:tcW w:w="558" w:type="dxa"/>
          <w:tcBorders>
            <w:top w:val="single" w:sz="6" w:space="0" w:color="auto"/>
            <w:bottom w:val="single" w:sz="12" w:space="0" w:color="auto"/>
          </w:tcBorders>
          <w:shd w:val="clear" w:color="auto" w:fill="auto"/>
        </w:tcPr>
        <w:p w:rsidR="006D7F75" w:rsidRPr="00AC3FEE" w:rsidRDefault="006D7F75" w:rsidP="00761864">
          <w:pPr>
            <w:pStyle w:val="ac"/>
          </w:pPr>
        </w:p>
      </w:tc>
      <w:tc>
        <w:tcPr>
          <w:tcW w:w="6701" w:type="dxa"/>
          <w:gridSpan w:val="4"/>
          <w:vMerge/>
          <w:shd w:val="clear" w:color="auto" w:fill="auto"/>
        </w:tcPr>
        <w:p w:rsidR="006D7F75" w:rsidRPr="00AC3FEE" w:rsidRDefault="006D7F75" w:rsidP="00761864">
          <w:pPr>
            <w:pStyle w:val="a5"/>
            <w:rPr>
              <w:rFonts w:ascii="Times New Roman" w:hAnsi="Times New Roman"/>
            </w:rPr>
          </w:pPr>
        </w:p>
      </w:tc>
    </w:tr>
    <w:tr w:rsidR="006D7F75" w:rsidRPr="00AC3FEE" w:rsidTr="002D6C01">
      <w:trPr>
        <w:cantSplit/>
        <w:trHeight w:hRule="exact" w:val="284"/>
      </w:trPr>
      <w:tc>
        <w:tcPr>
          <w:tcW w:w="559" w:type="dxa"/>
          <w:tcBorders>
            <w:top w:val="single" w:sz="12" w:space="0" w:color="auto"/>
            <w:bottom w:val="single" w:sz="12" w:space="0" w:color="auto"/>
          </w:tcBorders>
          <w:shd w:val="clear" w:color="auto" w:fill="auto"/>
          <w:vAlign w:val="center"/>
        </w:tcPr>
        <w:p w:rsidR="006D7F75" w:rsidRPr="00364AA0" w:rsidRDefault="006D7F75" w:rsidP="00761864">
          <w:pPr>
            <w:pStyle w:val="ac"/>
            <w:rPr>
              <w:w w:val="80"/>
            </w:rPr>
          </w:pPr>
          <w:r w:rsidRPr="00364AA0">
            <w:rPr>
              <w:w w:val="80"/>
            </w:rPr>
            <w:t>Изм.</w:t>
          </w:r>
        </w:p>
      </w:tc>
      <w:tc>
        <w:tcPr>
          <w:tcW w:w="559" w:type="dxa"/>
          <w:tcBorders>
            <w:top w:val="single" w:sz="12" w:space="0" w:color="auto"/>
            <w:bottom w:val="single" w:sz="12" w:space="0" w:color="auto"/>
          </w:tcBorders>
          <w:shd w:val="clear" w:color="auto" w:fill="auto"/>
          <w:tcFitText/>
          <w:vAlign w:val="center"/>
        </w:tcPr>
        <w:p w:rsidR="006D7F75" w:rsidRPr="00364AA0" w:rsidRDefault="006D7F75" w:rsidP="00761864">
          <w:pPr>
            <w:pStyle w:val="ac"/>
            <w:rPr>
              <w:w w:val="80"/>
            </w:rPr>
          </w:pPr>
          <w:proofErr w:type="spellStart"/>
          <w:r w:rsidRPr="00364AA0">
            <w:rPr>
              <w:w w:val="80"/>
            </w:rPr>
            <w:t>Кол</w:t>
          </w:r>
          <w:proofErr w:type="gramStart"/>
          <w:r w:rsidRPr="00364AA0">
            <w:rPr>
              <w:w w:val="80"/>
            </w:rPr>
            <w:t>.у</w:t>
          </w:r>
          <w:proofErr w:type="gramEnd"/>
          <w:r w:rsidRPr="00364AA0">
            <w:rPr>
              <w:w w:val="80"/>
            </w:rPr>
            <w:t>ч</w:t>
          </w:r>
          <w:proofErr w:type="spellEnd"/>
        </w:p>
      </w:tc>
      <w:tc>
        <w:tcPr>
          <w:tcW w:w="558" w:type="dxa"/>
          <w:tcBorders>
            <w:top w:val="single" w:sz="12" w:space="0" w:color="auto"/>
            <w:bottom w:val="single" w:sz="12" w:space="0" w:color="auto"/>
          </w:tcBorders>
          <w:shd w:val="clear" w:color="auto" w:fill="auto"/>
          <w:vAlign w:val="center"/>
        </w:tcPr>
        <w:p w:rsidR="006D7F75" w:rsidRPr="00364AA0" w:rsidRDefault="006D7F75" w:rsidP="00761864">
          <w:pPr>
            <w:pStyle w:val="ac"/>
            <w:rPr>
              <w:w w:val="80"/>
            </w:rPr>
          </w:pPr>
          <w:r w:rsidRPr="00364AA0">
            <w:rPr>
              <w:w w:val="80"/>
            </w:rPr>
            <w:t>Лист</w:t>
          </w:r>
        </w:p>
      </w:tc>
      <w:tc>
        <w:tcPr>
          <w:tcW w:w="558" w:type="dxa"/>
          <w:tcBorders>
            <w:top w:val="single" w:sz="12" w:space="0" w:color="auto"/>
            <w:bottom w:val="single" w:sz="12" w:space="0" w:color="auto"/>
          </w:tcBorders>
          <w:shd w:val="clear" w:color="auto" w:fill="auto"/>
          <w:tcFitText/>
          <w:vAlign w:val="center"/>
        </w:tcPr>
        <w:p w:rsidR="006D7F75" w:rsidRPr="00364AA0" w:rsidRDefault="006D7F75" w:rsidP="00761864">
          <w:pPr>
            <w:pStyle w:val="ac"/>
            <w:rPr>
              <w:w w:val="80"/>
            </w:rPr>
          </w:pPr>
          <w:r w:rsidRPr="00364AA0">
            <w:rPr>
              <w:w w:val="75"/>
            </w:rPr>
            <w:t>№ док</w:t>
          </w:r>
          <w:r w:rsidRPr="00364AA0">
            <w:rPr>
              <w:spacing w:val="3"/>
              <w:w w:val="75"/>
            </w:rPr>
            <w:t>.</w:t>
          </w:r>
        </w:p>
      </w:tc>
      <w:tc>
        <w:tcPr>
          <w:tcW w:w="838" w:type="dxa"/>
          <w:tcBorders>
            <w:top w:val="single" w:sz="12" w:space="0" w:color="auto"/>
            <w:bottom w:val="single" w:sz="12" w:space="0" w:color="auto"/>
          </w:tcBorders>
          <w:shd w:val="clear" w:color="auto" w:fill="auto"/>
          <w:vAlign w:val="center"/>
        </w:tcPr>
        <w:p w:rsidR="006D7F75" w:rsidRPr="00364AA0" w:rsidRDefault="006D7F75" w:rsidP="00761864">
          <w:pPr>
            <w:pStyle w:val="ac"/>
            <w:rPr>
              <w:w w:val="80"/>
            </w:rPr>
          </w:pPr>
          <w:r w:rsidRPr="00364AA0">
            <w:rPr>
              <w:w w:val="80"/>
            </w:rPr>
            <w:t>Подпись</w:t>
          </w:r>
        </w:p>
      </w:tc>
      <w:tc>
        <w:tcPr>
          <w:tcW w:w="558" w:type="dxa"/>
          <w:tcBorders>
            <w:top w:val="single" w:sz="12" w:space="0" w:color="auto"/>
            <w:bottom w:val="single" w:sz="12" w:space="0" w:color="auto"/>
          </w:tcBorders>
          <w:shd w:val="clear" w:color="auto" w:fill="auto"/>
          <w:vAlign w:val="center"/>
        </w:tcPr>
        <w:p w:rsidR="006D7F75" w:rsidRPr="00364AA0" w:rsidRDefault="006D7F75" w:rsidP="00761864">
          <w:pPr>
            <w:pStyle w:val="ac"/>
            <w:rPr>
              <w:w w:val="80"/>
            </w:rPr>
          </w:pPr>
          <w:r w:rsidRPr="00364AA0">
            <w:rPr>
              <w:w w:val="80"/>
            </w:rPr>
            <w:t>Дата</w:t>
          </w:r>
        </w:p>
      </w:tc>
      <w:tc>
        <w:tcPr>
          <w:tcW w:w="6701" w:type="dxa"/>
          <w:gridSpan w:val="4"/>
          <w:vMerge/>
          <w:shd w:val="clear" w:color="auto" w:fill="auto"/>
        </w:tcPr>
        <w:p w:rsidR="006D7F75" w:rsidRPr="00AC3FEE" w:rsidRDefault="006D7F75" w:rsidP="00761864">
          <w:pPr>
            <w:pStyle w:val="a5"/>
            <w:rPr>
              <w:rFonts w:ascii="Times New Roman" w:hAnsi="Times New Roman"/>
            </w:rPr>
          </w:pPr>
        </w:p>
      </w:tc>
    </w:tr>
    <w:tr w:rsidR="006D7F75" w:rsidRPr="00AC3FEE" w:rsidTr="002D6C01">
      <w:trPr>
        <w:cantSplit/>
        <w:trHeight w:hRule="exact" w:val="284"/>
      </w:trPr>
      <w:tc>
        <w:tcPr>
          <w:tcW w:w="1118" w:type="dxa"/>
          <w:gridSpan w:val="2"/>
          <w:tcBorders>
            <w:bottom w:val="single" w:sz="6" w:space="0" w:color="auto"/>
          </w:tcBorders>
          <w:shd w:val="clear" w:color="auto" w:fill="auto"/>
          <w:noWrap/>
          <w:tcMar>
            <w:left w:w="57" w:type="dxa"/>
            <w:right w:w="57" w:type="dxa"/>
          </w:tcMar>
          <w:vAlign w:val="center"/>
        </w:tcPr>
        <w:p w:rsidR="006D7F75" w:rsidRPr="00BE4416" w:rsidRDefault="006D7F75" w:rsidP="005674B2">
          <w:pPr>
            <w:pStyle w:val="ae"/>
          </w:pPr>
          <w:r>
            <w:t>ГИП</w:t>
          </w:r>
        </w:p>
      </w:tc>
      <w:tc>
        <w:tcPr>
          <w:tcW w:w="1116" w:type="dxa"/>
          <w:gridSpan w:val="2"/>
          <w:tcBorders>
            <w:bottom w:val="single" w:sz="6" w:space="0" w:color="auto"/>
          </w:tcBorders>
          <w:shd w:val="clear" w:color="auto" w:fill="auto"/>
          <w:tcMar>
            <w:left w:w="57" w:type="dxa"/>
            <w:right w:w="57" w:type="dxa"/>
          </w:tcMar>
        </w:tcPr>
        <w:p w:rsidR="006D7F75" w:rsidRPr="00AC3FEE" w:rsidRDefault="006D7F75" w:rsidP="005674B2">
          <w:pPr>
            <w:pStyle w:val="ae"/>
            <w:rPr>
              <w:rFonts w:ascii="Times New Roman" w:hAnsi="Times New Roman"/>
            </w:rPr>
          </w:pPr>
          <w:proofErr w:type="spellStart"/>
          <w:r w:rsidRPr="004911C7">
            <w:rPr>
              <w:w w:val="69"/>
            </w:rPr>
            <w:t>Соломатников</w:t>
          </w:r>
          <w:proofErr w:type="spellEnd"/>
        </w:p>
      </w:tc>
      <w:tc>
        <w:tcPr>
          <w:tcW w:w="838" w:type="dxa"/>
          <w:tcBorders>
            <w:bottom w:val="single" w:sz="6" w:space="0" w:color="auto"/>
          </w:tcBorders>
          <w:shd w:val="clear" w:color="auto" w:fill="auto"/>
          <w:tcMar>
            <w:left w:w="57" w:type="dxa"/>
            <w:right w:w="57" w:type="dxa"/>
          </w:tcMar>
        </w:tcPr>
        <w:p w:rsidR="006D7F75" w:rsidRPr="00AC3FEE" w:rsidRDefault="006D7F75" w:rsidP="005674B2">
          <w:pPr>
            <w:pStyle w:val="ae"/>
            <w:rPr>
              <w:rFonts w:ascii="Times New Roman" w:hAnsi="Times New Roman"/>
            </w:rPr>
          </w:pPr>
        </w:p>
      </w:tc>
      <w:tc>
        <w:tcPr>
          <w:tcW w:w="558" w:type="dxa"/>
          <w:tcBorders>
            <w:bottom w:val="single" w:sz="6" w:space="0" w:color="auto"/>
          </w:tcBorders>
          <w:shd w:val="clear" w:color="auto" w:fill="auto"/>
          <w:tcMar>
            <w:left w:w="57" w:type="dxa"/>
            <w:right w:w="57" w:type="dxa"/>
          </w:tcMar>
        </w:tcPr>
        <w:p w:rsidR="006D7F75" w:rsidRPr="005674B2" w:rsidRDefault="006D7F75" w:rsidP="005674B2">
          <w:pPr>
            <w:pStyle w:val="ae"/>
            <w:rPr>
              <w:w w:val="90"/>
            </w:rPr>
          </w:pPr>
          <w:r>
            <w:rPr>
              <w:w w:val="90"/>
            </w:rPr>
            <w:t>02.16</w:t>
          </w:r>
        </w:p>
      </w:tc>
      <w:tc>
        <w:tcPr>
          <w:tcW w:w="3908" w:type="dxa"/>
          <w:vMerge w:val="restart"/>
          <w:shd w:val="clear" w:color="auto" w:fill="auto"/>
          <w:vAlign w:val="center"/>
        </w:tcPr>
        <w:p w:rsidR="006D7F75" w:rsidRDefault="006D7F75" w:rsidP="005674B2">
          <w:pPr>
            <w:pStyle w:val="af0"/>
            <w:rPr>
              <w:b w:val="0"/>
            </w:rPr>
          </w:pPr>
          <w:r w:rsidRPr="005674B2">
            <w:rPr>
              <w:b w:val="0"/>
            </w:rPr>
            <w:t xml:space="preserve">Материалы по обоснованию </w:t>
          </w:r>
        </w:p>
        <w:p w:rsidR="006D7F75" w:rsidRDefault="006D7F75" w:rsidP="005674B2">
          <w:pPr>
            <w:pStyle w:val="af0"/>
            <w:rPr>
              <w:b w:val="0"/>
            </w:rPr>
          </w:pPr>
          <w:r w:rsidRPr="005674B2">
            <w:rPr>
              <w:b w:val="0"/>
            </w:rPr>
            <w:t>проекта планировки</w:t>
          </w:r>
          <w:r w:rsidR="002F0E95">
            <w:rPr>
              <w:b w:val="0"/>
            </w:rPr>
            <w:t>.</w:t>
          </w:r>
        </w:p>
        <w:p w:rsidR="002F0E95" w:rsidRPr="00DD07B7" w:rsidRDefault="002F0E95" w:rsidP="005674B2">
          <w:pPr>
            <w:pStyle w:val="af0"/>
            <w:rPr>
              <w:b w:val="0"/>
            </w:rPr>
          </w:pPr>
          <w:r>
            <w:rPr>
              <w:b w:val="0"/>
            </w:rPr>
            <w:t>Пояснительная записка</w:t>
          </w:r>
        </w:p>
      </w:tc>
      <w:tc>
        <w:tcPr>
          <w:tcW w:w="838" w:type="dxa"/>
          <w:shd w:val="clear" w:color="auto" w:fill="auto"/>
          <w:vAlign w:val="center"/>
        </w:tcPr>
        <w:p w:rsidR="006D7F75" w:rsidRPr="00FE5E83" w:rsidRDefault="006D7F75" w:rsidP="005674B2">
          <w:pPr>
            <w:pStyle w:val="ac"/>
            <w:rPr>
              <w:w w:val="90"/>
            </w:rPr>
          </w:pPr>
          <w:r w:rsidRPr="00FE5E83">
            <w:rPr>
              <w:w w:val="90"/>
            </w:rPr>
            <w:t>Стадия</w:t>
          </w:r>
        </w:p>
      </w:tc>
      <w:tc>
        <w:tcPr>
          <w:tcW w:w="838" w:type="dxa"/>
          <w:shd w:val="clear" w:color="auto" w:fill="auto"/>
          <w:vAlign w:val="center"/>
        </w:tcPr>
        <w:p w:rsidR="006D7F75" w:rsidRPr="001C4715" w:rsidRDefault="006D7F75" w:rsidP="005674B2">
          <w:pPr>
            <w:pStyle w:val="ac"/>
          </w:pPr>
          <w:r>
            <w:t>Лист</w:t>
          </w:r>
        </w:p>
      </w:tc>
      <w:tc>
        <w:tcPr>
          <w:tcW w:w="1117" w:type="dxa"/>
          <w:shd w:val="clear" w:color="auto" w:fill="auto"/>
          <w:vAlign w:val="center"/>
        </w:tcPr>
        <w:p w:rsidR="006D7F75" w:rsidRPr="001C4715" w:rsidRDefault="006D7F75" w:rsidP="005674B2">
          <w:pPr>
            <w:pStyle w:val="ac"/>
          </w:pPr>
          <w:r>
            <w:t>Листов</w:t>
          </w: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364AA0" w:rsidRDefault="006D7F75" w:rsidP="005674B2">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rPr>
              <w:rFonts w:ascii="Times New Roman" w:hAnsi="Times New Roman"/>
            </w:rPr>
          </w:pPr>
        </w:p>
      </w:tc>
      <w:tc>
        <w:tcPr>
          <w:tcW w:w="838" w:type="dxa"/>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rPr>
              <w:rFonts w:ascii="Times New Roman" w:hAnsi="Times New Roman"/>
            </w:rPr>
          </w:pPr>
        </w:p>
      </w:tc>
      <w:tc>
        <w:tcPr>
          <w:tcW w:w="558" w:type="dxa"/>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pPr>
        </w:p>
      </w:tc>
      <w:tc>
        <w:tcPr>
          <w:tcW w:w="3908" w:type="dxa"/>
          <w:vMerge/>
          <w:shd w:val="clear" w:color="auto" w:fill="auto"/>
        </w:tcPr>
        <w:p w:rsidR="006D7F75" w:rsidRPr="00AC3FEE" w:rsidRDefault="006D7F75" w:rsidP="005674B2">
          <w:pPr>
            <w:pStyle w:val="a5"/>
            <w:rPr>
              <w:rFonts w:ascii="Times New Roman" w:hAnsi="Times New Roman"/>
            </w:rPr>
          </w:pPr>
        </w:p>
      </w:tc>
      <w:tc>
        <w:tcPr>
          <w:tcW w:w="838" w:type="dxa"/>
          <w:shd w:val="clear" w:color="auto" w:fill="auto"/>
          <w:vAlign w:val="center"/>
        </w:tcPr>
        <w:p w:rsidR="006D7F75" w:rsidRPr="003437CD" w:rsidRDefault="006D7F75" w:rsidP="005674B2">
          <w:pPr>
            <w:pStyle w:val="ac"/>
          </w:pPr>
          <w:proofErr w:type="gramStart"/>
          <w:r w:rsidRPr="003437CD">
            <w:t>П</w:t>
          </w:r>
          <w:proofErr w:type="gramEnd"/>
        </w:p>
      </w:tc>
      <w:tc>
        <w:tcPr>
          <w:tcW w:w="838" w:type="dxa"/>
          <w:shd w:val="clear" w:color="auto" w:fill="auto"/>
          <w:vAlign w:val="center"/>
        </w:tcPr>
        <w:p w:rsidR="006D7F75" w:rsidRPr="003437CD" w:rsidRDefault="006D7F75" w:rsidP="005674B2">
          <w:pPr>
            <w:pStyle w:val="ac"/>
          </w:pPr>
          <w:r>
            <w:t>1</w:t>
          </w:r>
        </w:p>
      </w:tc>
      <w:tc>
        <w:tcPr>
          <w:tcW w:w="1117" w:type="dxa"/>
          <w:shd w:val="clear" w:color="auto" w:fill="auto"/>
          <w:vAlign w:val="center"/>
        </w:tcPr>
        <w:p w:rsidR="006D7F75" w:rsidRPr="003437CD" w:rsidRDefault="006D7F75" w:rsidP="005674B2">
          <w:pPr>
            <w:pStyle w:val="ac"/>
          </w:pPr>
          <w:r>
            <w:t>3</w:t>
          </w: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364AA0" w:rsidRDefault="006D7F75" w:rsidP="005674B2">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rPr>
              <w:rFonts w:ascii="Times New Roman" w:hAnsi="Times New Roman"/>
            </w:rPr>
          </w:pPr>
        </w:p>
      </w:tc>
      <w:tc>
        <w:tcPr>
          <w:tcW w:w="838" w:type="dxa"/>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rPr>
              <w:rFonts w:ascii="Times New Roman" w:hAnsi="Times New Roman"/>
            </w:rPr>
          </w:pPr>
        </w:p>
      </w:tc>
      <w:tc>
        <w:tcPr>
          <w:tcW w:w="558" w:type="dxa"/>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pPr>
        </w:p>
      </w:tc>
      <w:tc>
        <w:tcPr>
          <w:tcW w:w="3908" w:type="dxa"/>
          <w:vMerge/>
          <w:shd w:val="clear" w:color="auto" w:fill="auto"/>
        </w:tcPr>
        <w:p w:rsidR="006D7F75" w:rsidRPr="00AC3FEE" w:rsidRDefault="006D7F75" w:rsidP="005674B2">
          <w:pPr>
            <w:pStyle w:val="a5"/>
            <w:rPr>
              <w:rFonts w:ascii="Times New Roman" w:hAnsi="Times New Roman"/>
            </w:rPr>
          </w:pPr>
        </w:p>
      </w:tc>
      <w:tc>
        <w:tcPr>
          <w:tcW w:w="2793" w:type="dxa"/>
          <w:gridSpan w:val="3"/>
          <w:vMerge w:val="restart"/>
          <w:shd w:val="clear" w:color="auto" w:fill="auto"/>
          <w:vAlign w:val="center"/>
        </w:tcPr>
        <w:p w:rsidR="006D7F75" w:rsidRPr="006B6439" w:rsidRDefault="006D7F75" w:rsidP="005674B2">
          <w:pPr>
            <w:pStyle w:val="ac"/>
          </w:pPr>
          <w:r w:rsidRPr="006B6439">
            <w:t>ООО "КАСКАД проект"</w:t>
          </w:r>
        </w:p>
        <w:p w:rsidR="006D7F75" w:rsidRPr="003437CD" w:rsidRDefault="006D7F75" w:rsidP="005674B2">
          <w:pPr>
            <w:pStyle w:val="ac"/>
          </w:pPr>
          <w:r w:rsidRPr="006B6439">
            <w:t>г. Калуга</w:t>
          </w: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364AA0" w:rsidRDefault="006D7F75" w:rsidP="005674B2">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rPr>
              <w:rFonts w:ascii="Times New Roman" w:hAnsi="Times New Roman"/>
            </w:rPr>
          </w:pPr>
        </w:p>
      </w:tc>
      <w:tc>
        <w:tcPr>
          <w:tcW w:w="838" w:type="dxa"/>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rPr>
              <w:rFonts w:ascii="Times New Roman" w:hAnsi="Times New Roman"/>
            </w:rPr>
          </w:pPr>
        </w:p>
      </w:tc>
      <w:tc>
        <w:tcPr>
          <w:tcW w:w="558" w:type="dxa"/>
          <w:tcBorders>
            <w:top w:val="single" w:sz="6" w:space="0" w:color="auto"/>
            <w:bottom w:val="single" w:sz="6" w:space="0" w:color="auto"/>
          </w:tcBorders>
          <w:shd w:val="clear" w:color="auto" w:fill="auto"/>
          <w:tcMar>
            <w:left w:w="57" w:type="dxa"/>
            <w:right w:w="57" w:type="dxa"/>
          </w:tcMar>
        </w:tcPr>
        <w:p w:rsidR="006D7F75" w:rsidRPr="00AC3FEE" w:rsidRDefault="006D7F75" w:rsidP="005674B2">
          <w:pPr>
            <w:pStyle w:val="ae"/>
          </w:pPr>
        </w:p>
      </w:tc>
      <w:tc>
        <w:tcPr>
          <w:tcW w:w="3908" w:type="dxa"/>
          <w:vMerge/>
          <w:shd w:val="clear" w:color="auto" w:fill="auto"/>
        </w:tcPr>
        <w:p w:rsidR="006D7F75" w:rsidRPr="00AC3FEE" w:rsidRDefault="006D7F75" w:rsidP="005674B2">
          <w:pPr>
            <w:pStyle w:val="a5"/>
            <w:rPr>
              <w:rFonts w:ascii="Times New Roman" w:hAnsi="Times New Roman"/>
            </w:rPr>
          </w:pPr>
        </w:p>
      </w:tc>
      <w:tc>
        <w:tcPr>
          <w:tcW w:w="2793" w:type="dxa"/>
          <w:gridSpan w:val="3"/>
          <w:vMerge/>
          <w:shd w:val="clear" w:color="auto" w:fill="auto"/>
        </w:tcPr>
        <w:p w:rsidR="006D7F75" w:rsidRPr="00AC3FEE" w:rsidRDefault="006D7F75" w:rsidP="005674B2">
          <w:pPr>
            <w:pStyle w:val="a5"/>
            <w:rPr>
              <w:rFonts w:ascii="Times New Roman" w:hAnsi="Times New Roman"/>
            </w:rPr>
          </w:pPr>
        </w:p>
      </w:tc>
    </w:tr>
    <w:tr w:rsidR="006D7F75" w:rsidRPr="00AC3FEE" w:rsidTr="002D6C01">
      <w:trPr>
        <w:cantSplit/>
        <w:trHeight w:hRule="exact" w:val="284"/>
      </w:trPr>
      <w:tc>
        <w:tcPr>
          <w:tcW w:w="1118" w:type="dxa"/>
          <w:gridSpan w:val="2"/>
          <w:tcBorders>
            <w:top w:val="single" w:sz="6" w:space="0" w:color="auto"/>
            <w:bottom w:val="nil"/>
          </w:tcBorders>
          <w:shd w:val="clear" w:color="auto" w:fill="auto"/>
          <w:tcMar>
            <w:left w:w="57" w:type="dxa"/>
            <w:right w:w="57" w:type="dxa"/>
          </w:tcMar>
          <w:vAlign w:val="center"/>
        </w:tcPr>
        <w:p w:rsidR="006D7F75" w:rsidRPr="00BE4C15" w:rsidRDefault="006D7F75" w:rsidP="005674B2">
          <w:pPr>
            <w:pStyle w:val="ae"/>
          </w:pPr>
          <w:r w:rsidRPr="00BE4C15">
            <w:t>Н. контр.</w:t>
          </w:r>
        </w:p>
      </w:tc>
      <w:tc>
        <w:tcPr>
          <w:tcW w:w="1116" w:type="dxa"/>
          <w:gridSpan w:val="2"/>
          <w:tcBorders>
            <w:top w:val="single" w:sz="6" w:space="0" w:color="auto"/>
            <w:bottom w:val="nil"/>
          </w:tcBorders>
          <w:shd w:val="clear" w:color="auto" w:fill="auto"/>
          <w:tcMar>
            <w:left w:w="57" w:type="dxa"/>
            <w:right w:w="57" w:type="dxa"/>
          </w:tcMar>
        </w:tcPr>
        <w:p w:rsidR="006D7F75" w:rsidRPr="00BE4C15" w:rsidRDefault="006D7F75" w:rsidP="005674B2">
          <w:pPr>
            <w:pStyle w:val="ae"/>
          </w:pPr>
          <w:r w:rsidRPr="00BE4C15">
            <w:t>Казаков</w:t>
          </w:r>
        </w:p>
      </w:tc>
      <w:tc>
        <w:tcPr>
          <w:tcW w:w="838" w:type="dxa"/>
          <w:tcBorders>
            <w:top w:val="single" w:sz="6" w:space="0" w:color="auto"/>
            <w:bottom w:val="nil"/>
          </w:tcBorders>
          <w:shd w:val="clear" w:color="auto" w:fill="auto"/>
          <w:tcMar>
            <w:left w:w="57" w:type="dxa"/>
            <w:right w:w="57" w:type="dxa"/>
          </w:tcMar>
        </w:tcPr>
        <w:p w:rsidR="006D7F75" w:rsidRPr="00AC3FEE" w:rsidRDefault="006D7F75" w:rsidP="005674B2">
          <w:pPr>
            <w:pStyle w:val="ae"/>
            <w:rPr>
              <w:rFonts w:ascii="Times New Roman" w:hAnsi="Times New Roman"/>
            </w:rPr>
          </w:pPr>
        </w:p>
      </w:tc>
      <w:tc>
        <w:tcPr>
          <w:tcW w:w="558" w:type="dxa"/>
          <w:tcBorders>
            <w:top w:val="single" w:sz="6" w:space="0" w:color="auto"/>
            <w:bottom w:val="nil"/>
          </w:tcBorders>
          <w:shd w:val="clear" w:color="auto" w:fill="auto"/>
          <w:tcMar>
            <w:left w:w="57" w:type="dxa"/>
            <w:right w:w="57" w:type="dxa"/>
          </w:tcMar>
        </w:tcPr>
        <w:p w:rsidR="006D7F75" w:rsidRPr="005674B2" w:rsidRDefault="006D7F75" w:rsidP="005674B2">
          <w:pPr>
            <w:pStyle w:val="ae"/>
            <w:rPr>
              <w:w w:val="90"/>
            </w:rPr>
          </w:pPr>
          <w:r>
            <w:rPr>
              <w:w w:val="90"/>
            </w:rPr>
            <w:t>02.16</w:t>
          </w:r>
        </w:p>
      </w:tc>
      <w:tc>
        <w:tcPr>
          <w:tcW w:w="3908" w:type="dxa"/>
          <w:vMerge/>
          <w:shd w:val="clear" w:color="auto" w:fill="auto"/>
        </w:tcPr>
        <w:p w:rsidR="006D7F75" w:rsidRPr="00AC3FEE" w:rsidRDefault="006D7F75" w:rsidP="005674B2">
          <w:pPr>
            <w:pStyle w:val="a5"/>
            <w:rPr>
              <w:rFonts w:ascii="Times New Roman" w:hAnsi="Times New Roman"/>
            </w:rPr>
          </w:pPr>
        </w:p>
      </w:tc>
      <w:tc>
        <w:tcPr>
          <w:tcW w:w="2793" w:type="dxa"/>
          <w:gridSpan w:val="3"/>
          <w:vMerge/>
          <w:shd w:val="clear" w:color="auto" w:fill="auto"/>
        </w:tcPr>
        <w:p w:rsidR="006D7F75" w:rsidRPr="00AC3FEE" w:rsidRDefault="006D7F75" w:rsidP="005674B2">
          <w:pPr>
            <w:pStyle w:val="a5"/>
            <w:rPr>
              <w:rFonts w:ascii="Times New Roman" w:hAnsi="Times New Roman"/>
            </w:rPr>
          </w:pPr>
        </w:p>
      </w:tc>
    </w:tr>
  </w:tbl>
  <w:p w:rsidR="006D7F75" w:rsidRDefault="006D7F7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horzAnchor="margin" w:tblpY="14743"/>
      <w:tblOverlap w:val="never"/>
      <w:tblW w:w="10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00" w:firstRow="0" w:lastRow="0" w:firstColumn="0" w:lastColumn="0" w:noHBand="0" w:noVBand="1"/>
    </w:tblPr>
    <w:tblGrid>
      <w:gridCol w:w="574"/>
      <w:gridCol w:w="574"/>
      <w:gridCol w:w="573"/>
      <w:gridCol w:w="573"/>
      <w:gridCol w:w="860"/>
      <w:gridCol w:w="573"/>
      <w:gridCol w:w="5731"/>
      <w:gridCol w:w="873"/>
    </w:tblGrid>
    <w:tr w:rsidR="006D7F75" w:rsidRPr="009E44D3" w:rsidTr="00F030CA">
      <w:trPr>
        <w:cantSplit/>
        <w:trHeight w:hRule="exact" w:val="284"/>
      </w:trPr>
      <w:tc>
        <w:tcPr>
          <w:tcW w:w="10331" w:type="dxa"/>
          <w:gridSpan w:val="8"/>
          <w:tcBorders>
            <w:top w:val="nil"/>
            <w:left w:val="nil"/>
            <w:bottom w:val="nil"/>
            <w:right w:val="nil"/>
          </w:tcBorders>
          <w:shd w:val="clear" w:color="auto" w:fill="auto"/>
        </w:tcPr>
        <w:p w:rsidR="006D7F75" w:rsidRPr="009E44D3" w:rsidRDefault="006D7F75" w:rsidP="00F030CA">
          <w:pPr>
            <w:pStyle w:val="0"/>
          </w:pPr>
        </w:p>
      </w:tc>
    </w:tr>
    <w:tr w:rsidR="006D7F75" w:rsidRPr="009E44D3" w:rsidTr="00F030CA">
      <w:trPr>
        <w:cantSplit/>
        <w:trHeight w:hRule="exact" w:val="284"/>
      </w:trPr>
      <w:tc>
        <w:tcPr>
          <w:tcW w:w="10331" w:type="dxa"/>
          <w:gridSpan w:val="8"/>
          <w:tcBorders>
            <w:top w:val="nil"/>
            <w:left w:val="nil"/>
            <w:bottom w:val="single" w:sz="12" w:space="0" w:color="auto"/>
            <w:right w:val="nil"/>
          </w:tcBorders>
          <w:shd w:val="clear" w:color="auto" w:fill="auto"/>
        </w:tcPr>
        <w:p w:rsidR="006D7F75" w:rsidRPr="009E44D3" w:rsidRDefault="006D7F75" w:rsidP="00F030CA">
          <w:pPr>
            <w:pStyle w:val="a5"/>
            <w:rPr>
              <w:rFonts w:ascii="Times New Roman" w:hAnsi="Times New Roman"/>
              <w:szCs w:val="24"/>
            </w:rPr>
          </w:pPr>
        </w:p>
      </w:tc>
    </w:tr>
    <w:tr w:rsidR="006D7F75" w:rsidRPr="009E44D3" w:rsidTr="002D6C01">
      <w:trPr>
        <w:cantSplit/>
        <w:trHeight w:hRule="exact" w:val="284"/>
      </w:trPr>
      <w:tc>
        <w:tcPr>
          <w:tcW w:w="574" w:type="dxa"/>
          <w:tcBorders>
            <w:top w:val="single" w:sz="12" w:space="0" w:color="auto"/>
            <w:left w:val="nil"/>
            <w:bottom w:val="single" w:sz="6" w:space="0" w:color="auto"/>
            <w:right w:val="single" w:sz="12" w:space="0" w:color="auto"/>
          </w:tcBorders>
          <w:shd w:val="clear" w:color="auto" w:fill="auto"/>
        </w:tcPr>
        <w:p w:rsidR="006D7F75" w:rsidRPr="00433255" w:rsidRDefault="006D7F75" w:rsidP="00F030CA">
          <w:pPr>
            <w:pStyle w:val="ac"/>
          </w:pPr>
        </w:p>
      </w:tc>
      <w:tc>
        <w:tcPr>
          <w:tcW w:w="574" w:type="dxa"/>
          <w:tcBorders>
            <w:top w:val="single" w:sz="12" w:space="0" w:color="auto"/>
            <w:left w:val="single" w:sz="12" w:space="0" w:color="auto"/>
            <w:bottom w:val="single" w:sz="6" w:space="0" w:color="auto"/>
            <w:right w:val="single" w:sz="12" w:space="0" w:color="auto"/>
          </w:tcBorders>
          <w:shd w:val="clear" w:color="auto" w:fill="auto"/>
        </w:tcPr>
        <w:p w:rsidR="006D7F75" w:rsidRPr="00433255" w:rsidRDefault="006D7F75" w:rsidP="00F030CA">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6D7F75" w:rsidRPr="00433255" w:rsidRDefault="006D7F75" w:rsidP="00F030CA">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6D7F75" w:rsidRPr="00433255" w:rsidRDefault="006D7F75" w:rsidP="00F030CA">
          <w:pPr>
            <w:pStyle w:val="ac"/>
          </w:pPr>
        </w:p>
      </w:tc>
      <w:tc>
        <w:tcPr>
          <w:tcW w:w="860" w:type="dxa"/>
          <w:tcBorders>
            <w:top w:val="single" w:sz="12" w:space="0" w:color="auto"/>
            <w:left w:val="single" w:sz="12" w:space="0" w:color="auto"/>
            <w:bottom w:val="single" w:sz="6" w:space="0" w:color="auto"/>
            <w:right w:val="single" w:sz="12" w:space="0" w:color="auto"/>
          </w:tcBorders>
          <w:shd w:val="clear" w:color="auto" w:fill="auto"/>
        </w:tcPr>
        <w:p w:rsidR="006D7F75" w:rsidRPr="00433255" w:rsidRDefault="006D7F75" w:rsidP="00F030CA">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6D7F75" w:rsidRPr="00433255" w:rsidRDefault="006D7F75" w:rsidP="00F030CA">
          <w:pPr>
            <w:pStyle w:val="ac"/>
          </w:pPr>
        </w:p>
      </w:tc>
      <w:tc>
        <w:tcPr>
          <w:tcW w:w="5731" w:type="dxa"/>
          <w:vMerge w:val="restart"/>
          <w:tcBorders>
            <w:top w:val="single" w:sz="12" w:space="0" w:color="auto"/>
            <w:left w:val="single" w:sz="12" w:space="0" w:color="auto"/>
            <w:bottom w:val="nil"/>
            <w:right w:val="single" w:sz="12" w:space="0" w:color="auto"/>
          </w:tcBorders>
          <w:shd w:val="clear" w:color="auto" w:fill="auto"/>
          <w:vAlign w:val="center"/>
        </w:tcPr>
        <w:p w:rsidR="006D7F75" w:rsidRPr="00DD07B7" w:rsidRDefault="001C3A94" w:rsidP="002E4524">
          <w:pPr>
            <w:pStyle w:val="14"/>
            <w:rPr>
              <w:b w:val="0"/>
            </w:rPr>
          </w:pPr>
          <w:sdt>
            <w:sdtPr>
              <w:rPr>
                <w:b w:val="0"/>
              </w:rPr>
              <w:alias w:val="Обозначение документа"/>
              <w:tag w:val="Обозначение документа"/>
              <w:id w:val="368736072"/>
              <w:dataBinding w:prefixMappings="xmlns:ns0='http://purl.org/dc/elements/1.1/' xmlns:ns1='http://schemas.openxmlformats.org/package/2006/metadata/core-properties' " w:xpath="/ns1:coreProperties[1]/ns1:keywords[1]" w:storeItemID="{6C3C8BC8-F283-45AE-878A-BAB7291924A1}"/>
              <w:text/>
            </w:sdtPr>
            <w:sdtEndPr/>
            <w:sdtContent>
              <w:proofErr w:type="spellStart"/>
              <w:r w:rsidR="006D7F75">
                <w:rPr>
                  <w:b w:val="0"/>
                </w:rPr>
                <w:t>Кп</w:t>
              </w:r>
              <w:proofErr w:type="spellEnd"/>
              <w:r w:rsidR="006D7F75">
                <w:rPr>
                  <w:b w:val="0"/>
                </w:rPr>
                <w:t xml:space="preserve"> 63-1/15-ППТ</w:t>
              </w:r>
              <w:proofErr w:type="gramStart"/>
            </w:sdtContent>
          </w:sdt>
          <w:r w:rsidR="006D7F75" w:rsidRPr="00DD07B7">
            <w:rPr>
              <w:b w:val="0"/>
            </w:rPr>
            <w:t>.</w:t>
          </w:r>
          <w:proofErr w:type="gramEnd"/>
          <w:r w:rsidR="006D7F75" w:rsidRPr="00DD07B7">
            <w:rPr>
              <w:b w:val="0"/>
            </w:rPr>
            <w:t xml:space="preserve">С </w:t>
          </w:r>
          <w:r w:rsidR="006D7F75" w:rsidRPr="00DD07B7">
            <w:rPr>
              <w:b w:val="0"/>
            </w:rPr>
            <w:fldChar w:fldCharType="begin"/>
          </w:r>
          <w:r w:rsidR="006D7F75" w:rsidRPr="00DD07B7">
            <w:rPr>
              <w:b w:val="0"/>
            </w:rPr>
            <w:instrText xml:space="preserve"> ASK  Шифр " " </w:instrText>
          </w:r>
          <w:r w:rsidR="006D7F75" w:rsidRPr="00DD07B7">
            <w:rPr>
              <w:b w:val="0"/>
            </w:rPr>
            <w:fldChar w:fldCharType="end"/>
          </w:r>
        </w:p>
      </w:tc>
      <w:tc>
        <w:tcPr>
          <w:tcW w:w="873" w:type="dxa"/>
          <w:tcBorders>
            <w:top w:val="single" w:sz="12" w:space="0" w:color="auto"/>
            <w:left w:val="single" w:sz="12" w:space="0" w:color="auto"/>
            <w:bottom w:val="single" w:sz="12" w:space="0" w:color="auto"/>
            <w:right w:val="nil"/>
          </w:tcBorders>
          <w:shd w:val="clear" w:color="auto" w:fill="auto"/>
          <w:vAlign w:val="center"/>
        </w:tcPr>
        <w:p w:rsidR="006D7F75" w:rsidRPr="009E44D3" w:rsidRDefault="006D7F75" w:rsidP="00F030CA">
          <w:pPr>
            <w:pStyle w:val="ac"/>
          </w:pPr>
          <w:r w:rsidRPr="009E44D3">
            <w:t>Лист</w:t>
          </w:r>
        </w:p>
      </w:tc>
    </w:tr>
    <w:tr w:rsidR="006D7F75" w:rsidRPr="009E44D3" w:rsidTr="002D6C01">
      <w:trPr>
        <w:cantSplit/>
        <w:trHeight w:hRule="exact" w:val="284"/>
      </w:trPr>
      <w:tc>
        <w:tcPr>
          <w:tcW w:w="574" w:type="dxa"/>
          <w:tcBorders>
            <w:top w:val="single" w:sz="6" w:space="0" w:color="auto"/>
            <w:left w:val="nil"/>
            <w:bottom w:val="single" w:sz="12" w:space="0" w:color="auto"/>
            <w:right w:val="single" w:sz="12" w:space="0" w:color="auto"/>
          </w:tcBorders>
          <w:shd w:val="clear" w:color="auto" w:fill="auto"/>
        </w:tcPr>
        <w:p w:rsidR="006D7F75" w:rsidRPr="00433255" w:rsidRDefault="006D7F75" w:rsidP="00F030CA">
          <w:pPr>
            <w:pStyle w:val="ac"/>
          </w:pPr>
        </w:p>
      </w:tc>
      <w:tc>
        <w:tcPr>
          <w:tcW w:w="574" w:type="dxa"/>
          <w:tcBorders>
            <w:top w:val="single" w:sz="6" w:space="0" w:color="auto"/>
            <w:left w:val="single" w:sz="12" w:space="0" w:color="auto"/>
            <w:bottom w:val="single" w:sz="12" w:space="0" w:color="auto"/>
            <w:right w:val="single" w:sz="12" w:space="0" w:color="auto"/>
          </w:tcBorders>
          <w:shd w:val="clear" w:color="auto" w:fill="auto"/>
        </w:tcPr>
        <w:p w:rsidR="006D7F75" w:rsidRPr="00433255" w:rsidRDefault="006D7F75" w:rsidP="00F030CA">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6D7F75" w:rsidRPr="00433255" w:rsidRDefault="006D7F75" w:rsidP="00F030CA">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6D7F75" w:rsidRPr="00433255" w:rsidRDefault="006D7F75" w:rsidP="00F030CA">
          <w:pPr>
            <w:pStyle w:val="ac"/>
          </w:pPr>
        </w:p>
      </w:tc>
      <w:tc>
        <w:tcPr>
          <w:tcW w:w="860" w:type="dxa"/>
          <w:tcBorders>
            <w:top w:val="single" w:sz="6" w:space="0" w:color="auto"/>
            <w:left w:val="single" w:sz="12" w:space="0" w:color="auto"/>
            <w:bottom w:val="single" w:sz="12" w:space="0" w:color="auto"/>
            <w:right w:val="single" w:sz="12" w:space="0" w:color="auto"/>
          </w:tcBorders>
          <w:shd w:val="clear" w:color="auto" w:fill="auto"/>
        </w:tcPr>
        <w:p w:rsidR="006D7F75" w:rsidRPr="00433255" w:rsidRDefault="006D7F75" w:rsidP="00F030CA">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6D7F75" w:rsidRPr="00433255" w:rsidRDefault="006D7F75" w:rsidP="00F030CA">
          <w:pPr>
            <w:pStyle w:val="ac"/>
          </w:pPr>
        </w:p>
      </w:tc>
      <w:tc>
        <w:tcPr>
          <w:tcW w:w="5731" w:type="dxa"/>
          <w:vMerge/>
          <w:tcBorders>
            <w:top w:val="single" w:sz="12" w:space="0" w:color="auto"/>
            <w:left w:val="single" w:sz="12" w:space="0" w:color="auto"/>
            <w:bottom w:val="nil"/>
            <w:right w:val="single" w:sz="12" w:space="0" w:color="auto"/>
          </w:tcBorders>
          <w:shd w:val="clear" w:color="auto" w:fill="auto"/>
        </w:tcPr>
        <w:p w:rsidR="006D7F75" w:rsidRPr="009E44D3" w:rsidRDefault="006D7F75" w:rsidP="00F030CA">
          <w:pPr>
            <w:pStyle w:val="a5"/>
            <w:rPr>
              <w:rFonts w:ascii="Times New Roman" w:hAnsi="Times New Roman"/>
              <w:szCs w:val="24"/>
            </w:rPr>
          </w:pPr>
        </w:p>
      </w:tc>
      <w:tc>
        <w:tcPr>
          <w:tcW w:w="873" w:type="dxa"/>
          <w:vMerge w:val="restart"/>
          <w:tcBorders>
            <w:top w:val="single" w:sz="12" w:space="0" w:color="auto"/>
            <w:left w:val="single" w:sz="12" w:space="0" w:color="auto"/>
            <w:bottom w:val="nil"/>
            <w:right w:val="nil"/>
          </w:tcBorders>
          <w:shd w:val="clear" w:color="auto" w:fill="auto"/>
          <w:vAlign w:val="center"/>
        </w:tcPr>
        <w:p w:rsidR="006D7F75" w:rsidRPr="009E44D3" w:rsidRDefault="006D7F75" w:rsidP="005414C8">
          <w:pPr>
            <w:pStyle w:val="ac"/>
          </w:pPr>
        </w:p>
      </w:tc>
    </w:tr>
    <w:tr w:rsidR="006D7F75" w:rsidRPr="009E44D3" w:rsidTr="006631E5">
      <w:trPr>
        <w:cantSplit/>
        <w:trHeight w:hRule="exact" w:val="284"/>
      </w:trPr>
      <w:tc>
        <w:tcPr>
          <w:tcW w:w="574" w:type="dxa"/>
          <w:tcBorders>
            <w:top w:val="single" w:sz="12" w:space="0" w:color="auto"/>
            <w:left w:val="nil"/>
            <w:bottom w:val="nil"/>
            <w:right w:val="single" w:sz="12" w:space="0" w:color="auto"/>
          </w:tcBorders>
          <w:shd w:val="clear" w:color="auto" w:fill="auto"/>
          <w:vAlign w:val="center"/>
        </w:tcPr>
        <w:p w:rsidR="006D7F75" w:rsidRPr="00433255" w:rsidRDefault="006D7F75" w:rsidP="00F030CA">
          <w:pPr>
            <w:pStyle w:val="ac"/>
            <w:rPr>
              <w:sz w:val="20"/>
              <w:szCs w:val="20"/>
            </w:rPr>
          </w:pPr>
          <w:r w:rsidRPr="00433255">
            <w:rPr>
              <w:sz w:val="20"/>
              <w:szCs w:val="20"/>
            </w:rPr>
            <w:t>Изм.</w:t>
          </w:r>
        </w:p>
      </w:tc>
      <w:tc>
        <w:tcPr>
          <w:tcW w:w="574" w:type="dxa"/>
          <w:tcBorders>
            <w:top w:val="single" w:sz="12" w:space="0" w:color="auto"/>
            <w:left w:val="single" w:sz="12" w:space="0" w:color="auto"/>
            <w:bottom w:val="nil"/>
            <w:right w:val="single" w:sz="12" w:space="0" w:color="auto"/>
          </w:tcBorders>
          <w:shd w:val="clear" w:color="auto" w:fill="auto"/>
          <w:tcFitText/>
          <w:vAlign w:val="center"/>
        </w:tcPr>
        <w:p w:rsidR="006D7F75" w:rsidRPr="00433255" w:rsidRDefault="006D7F75" w:rsidP="00F030CA">
          <w:pPr>
            <w:pStyle w:val="ac"/>
            <w:rPr>
              <w:sz w:val="20"/>
              <w:szCs w:val="20"/>
            </w:rPr>
          </w:pPr>
          <w:proofErr w:type="spellStart"/>
          <w:r w:rsidRPr="003A3BD8">
            <w:rPr>
              <w:sz w:val="20"/>
              <w:szCs w:val="20"/>
            </w:rPr>
            <w:t>Кол</w:t>
          </w:r>
          <w:proofErr w:type="gramStart"/>
          <w:r w:rsidRPr="003A3BD8">
            <w:rPr>
              <w:sz w:val="20"/>
              <w:szCs w:val="20"/>
            </w:rPr>
            <w:t>.у</w:t>
          </w:r>
          <w:proofErr w:type="gramEnd"/>
          <w:r w:rsidRPr="003A3BD8">
            <w:rPr>
              <w:spacing w:val="3"/>
              <w:sz w:val="20"/>
              <w:szCs w:val="20"/>
            </w:rPr>
            <w:t>ч</w:t>
          </w:r>
          <w:proofErr w:type="spellEnd"/>
        </w:p>
      </w:tc>
      <w:tc>
        <w:tcPr>
          <w:tcW w:w="573" w:type="dxa"/>
          <w:tcBorders>
            <w:top w:val="single" w:sz="12" w:space="0" w:color="auto"/>
            <w:left w:val="single" w:sz="12" w:space="0" w:color="auto"/>
            <w:bottom w:val="nil"/>
            <w:right w:val="single" w:sz="12" w:space="0" w:color="auto"/>
          </w:tcBorders>
          <w:shd w:val="clear" w:color="auto" w:fill="auto"/>
          <w:vAlign w:val="center"/>
        </w:tcPr>
        <w:p w:rsidR="006D7F75" w:rsidRPr="00433255" w:rsidRDefault="006D7F75" w:rsidP="00F030CA">
          <w:pPr>
            <w:pStyle w:val="ac"/>
            <w:rPr>
              <w:sz w:val="20"/>
              <w:szCs w:val="20"/>
            </w:rPr>
          </w:pPr>
          <w:r w:rsidRPr="00433255">
            <w:rPr>
              <w:sz w:val="20"/>
              <w:szCs w:val="20"/>
            </w:rPr>
            <w:t>Лист</w:t>
          </w:r>
        </w:p>
      </w:tc>
      <w:tc>
        <w:tcPr>
          <w:tcW w:w="573" w:type="dxa"/>
          <w:tcBorders>
            <w:top w:val="single" w:sz="12" w:space="0" w:color="auto"/>
            <w:left w:val="single" w:sz="12" w:space="0" w:color="auto"/>
            <w:bottom w:val="nil"/>
            <w:right w:val="single" w:sz="12" w:space="0" w:color="auto"/>
          </w:tcBorders>
          <w:shd w:val="clear" w:color="auto" w:fill="auto"/>
          <w:tcFitText/>
          <w:vAlign w:val="center"/>
        </w:tcPr>
        <w:p w:rsidR="006D7F75" w:rsidRPr="00433255" w:rsidRDefault="006D7F75" w:rsidP="00F030CA">
          <w:pPr>
            <w:pStyle w:val="ac"/>
            <w:rPr>
              <w:sz w:val="20"/>
              <w:szCs w:val="20"/>
            </w:rPr>
          </w:pPr>
          <w:r w:rsidRPr="003A3BD8">
            <w:rPr>
              <w:w w:val="93"/>
              <w:sz w:val="20"/>
              <w:szCs w:val="20"/>
            </w:rPr>
            <w:t>№ док</w:t>
          </w:r>
          <w:r w:rsidRPr="003A3BD8">
            <w:rPr>
              <w:spacing w:val="1"/>
              <w:w w:val="93"/>
              <w:sz w:val="20"/>
              <w:szCs w:val="20"/>
            </w:rPr>
            <w:t>.</w:t>
          </w:r>
        </w:p>
      </w:tc>
      <w:tc>
        <w:tcPr>
          <w:tcW w:w="860" w:type="dxa"/>
          <w:tcBorders>
            <w:top w:val="single" w:sz="12" w:space="0" w:color="auto"/>
            <w:left w:val="single" w:sz="12" w:space="0" w:color="auto"/>
            <w:bottom w:val="nil"/>
            <w:right w:val="single" w:sz="12" w:space="0" w:color="auto"/>
          </w:tcBorders>
          <w:shd w:val="clear" w:color="auto" w:fill="auto"/>
          <w:vAlign w:val="center"/>
        </w:tcPr>
        <w:p w:rsidR="006D7F75" w:rsidRPr="00433255" w:rsidRDefault="006D7F75" w:rsidP="00F030CA">
          <w:pPr>
            <w:pStyle w:val="ac"/>
            <w:rPr>
              <w:sz w:val="20"/>
              <w:szCs w:val="20"/>
            </w:rPr>
          </w:pPr>
          <w:r w:rsidRPr="00433255">
            <w:rPr>
              <w:sz w:val="20"/>
              <w:szCs w:val="20"/>
            </w:rPr>
            <w:t>Подпись</w:t>
          </w:r>
        </w:p>
      </w:tc>
      <w:tc>
        <w:tcPr>
          <w:tcW w:w="573" w:type="dxa"/>
          <w:tcBorders>
            <w:top w:val="single" w:sz="12" w:space="0" w:color="auto"/>
            <w:left w:val="single" w:sz="12" w:space="0" w:color="auto"/>
            <w:bottom w:val="nil"/>
            <w:right w:val="single" w:sz="12" w:space="0" w:color="auto"/>
          </w:tcBorders>
          <w:shd w:val="clear" w:color="auto" w:fill="auto"/>
          <w:vAlign w:val="center"/>
        </w:tcPr>
        <w:p w:rsidR="006D7F75" w:rsidRPr="00433255" w:rsidRDefault="006D7F75" w:rsidP="00F030CA">
          <w:pPr>
            <w:pStyle w:val="ac"/>
            <w:rPr>
              <w:sz w:val="20"/>
              <w:szCs w:val="20"/>
            </w:rPr>
          </w:pPr>
          <w:r w:rsidRPr="00433255">
            <w:rPr>
              <w:sz w:val="20"/>
              <w:szCs w:val="20"/>
            </w:rPr>
            <w:t>Дата</w:t>
          </w:r>
        </w:p>
      </w:tc>
      <w:tc>
        <w:tcPr>
          <w:tcW w:w="5731" w:type="dxa"/>
          <w:vMerge/>
          <w:tcBorders>
            <w:top w:val="single" w:sz="12" w:space="0" w:color="auto"/>
            <w:left w:val="single" w:sz="12" w:space="0" w:color="auto"/>
            <w:bottom w:val="nil"/>
            <w:right w:val="single" w:sz="12" w:space="0" w:color="auto"/>
          </w:tcBorders>
          <w:shd w:val="clear" w:color="auto" w:fill="auto"/>
        </w:tcPr>
        <w:p w:rsidR="006D7F75" w:rsidRPr="009E44D3" w:rsidRDefault="006D7F75" w:rsidP="00F030CA">
          <w:pPr>
            <w:pStyle w:val="a5"/>
            <w:rPr>
              <w:rFonts w:ascii="Times New Roman" w:hAnsi="Times New Roman"/>
              <w:szCs w:val="24"/>
            </w:rPr>
          </w:pPr>
        </w:p>
      </w:tc>
      <w:tc>
        <w:tcPr>
          <w:tcW w:w="873" w:type="dxa"/>
          <w:vMerge/>
          <w:tcBorders>
            <w:top w:val="single" w:sz="12" w:space="0" w:color="auto"/>
            <w:left w:val="single" w:sz="12" w:space="0" w:color="auto"/>
            <w:bottom w:val="nil"/>
            <w:right w:val="nil"/>
          </w:tcBorders>
          <w:shd w:val="clear" w:color="auto" w:fill="auto"/>
        </w:tcPr>
        <w:p w:rsidR="006D7F75" w:rsidRPr="009E44D3" w:rsidRDefault="006D7F75" w:rsidP="00F030CA">
          <w:pPr>
            <w:pStyle w:val="a5"/>
            <w:rPr>
              <w:rFonts w:ascii="Times New Roman" w:hAnsi="Times New Roman"/>
              <w:szCs w:val="24"/>
            </w:rPr>
          </w:pPr>
        </w:p>
      </w:tc>
    </w:tr>
  </w:tbl>
  <w:p w:rsidR="006D7F75" w:rsidRDefault="006D7F75">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horzAnchor="margin" w:tblpX="58" w:tblpY="12277"/>
      <w:tblOverlap w:val="never"/>
      <w:tblW w:w="10331" w:type="dxa"/>
      <w:tblInd w:w="5" w:type="dxa"/>
      <w:tblBorders>
        <w:top w:val="single" w:sz="12" w:space="0" w:color="auto"/>
        <w:insideH w:val="single" w:sz="12" w:space="0" w:color="auto"/>
        <w:insideV w:val="single" w:sz="12" w:space="0" w:color="auto"/>
      </w:tblBorders>
      <w:tblLayout w:type="fixed"/>
      <w:tblCellMar>
        <w:left w:w="0" w:type="dxa"/>
        <w:right w:w="0" w:type="dxa"/>
      </w:tblCellMar>
      <w:tblLook w:val="0400" w:firstRow="0" w:lastRow="0" w:firstColumn="0" w:lastColumn="0" w:noHBand="0" w:noVBand="1"/>
    </w:tblPr>
    <w:tblGrid>
      <w:gridCol w:w="559"/>
      <w:gridCol w:w="559"/>
      <w:gridCol w:w="558"/>
      <w:gridCol w:w="558"/>
      <w:gridCol w:w="838"/>
      <w:gridCol w:w="558"/>
      <w:gridCol w:w="3908"/>
      <w:gridCol w:w="838"/>
      <w:gridCol w:w="838"/>
      <w:gridCol w:w="1117"/>
    </w:tblGrid>
    <w:tr w:rsidR="006D7F75" w:rsidRPr="00AC3FEE" w:rsidTr="00C1137D">
      <w:trPr>
        <w:cantSplit/>
        <w:trHeight w:hRule="exact" w:val="284"/>
      </w:trPr>
      <w:tc>
        <w:tcPr>
          <w:tcW w:w="10331" w:type="dxa"/>
          <w:gridSpan w:val="10"/>
          <w:tcBorders>
            <w:top w:val="nil"/>
            <w:bottom w:val="nil"/>
          </w:tcBorders>
          <w:shd w:val="clear" w:color="auto" w:fill="auto"/>
          <w:tcMar>
            <w:left w:w="57" w:type="dxa"/>
            <w:right w:w="57" w:type="dxa"/>
          </w:tcMar>
        </w:tcPr>
        <w:p w:rsidR="006D7F75" w:rsidRPr="001C4715" w:rsidRDefault="006D7F75" w:rsidP="00C1137D">
          <w:pPr>
            <w:pStyle w:val="a5"/>
            <w:rPr>
              <w:rFonts w:ascii="Times New Roman" w:hAnsi="Times New Roman"/>
              <w:szCs w:val="24"/>
            </w:rPr>
          </w:pPr>
        </w:p>
      </w:tc>
    </w:tr>
    <w:tr w:rsidR="006D7F75" w:rsidRPr="00AC3FEE" w:rsidTr="00C1137D">
      <w:trPr>
        <w:cantSplit/>
        <w:trHeight w:hRule="exact" w:val="284"/>
      </w:trPr>
      <w:tc>
        <w:tcPr>
          <w:tcW w:w="10331" w:type="dxa"/>
          <w:gridSpan w:val="10"/>
          <w:tcBorders>
            <w:top w:val="nil"/>
            <w:bottom w:val="nil"/>
          </w:tcBorders>
          <w:shd w:val="clear" w:color="auto" w:fill="auto"/>
          <w:tcMar>
            <w:left w:w="57" w:type="dxa"/>
            <w:right w:w="57" w:type="dxa"/>
          </w:tcMar>
        </w:tcPr>
        <w:p w:rsidR="006D7F75" w:rsidRPr="001C4715" w:rsidRDefault="006D7F75" w:rsidP="00C1137D">
          <w:pPr>
            <w:pStyle w:val="a5"/>
            <w:tabs>
              <w:tab w:val="left" w:pos="621"/>
            </w:tabs>
            <w:rPr>
              <w:rFonts w:ascii="Times New Roman" w:hAnsi="Times New Roman"/>
              <w:szCs w:val="24"/>
            </w:rPr>
          </w:pPr>
        </w:p>
      </w:tc>
    </w:tr>
    <w:tr w:rsidR="006D7F75" w:rsidRPr="00AC3FEE" w:rsidTr="00C1137D">
      <w:trPr>
        <w:cantSplit/>
        <w:trHeight w:hRule="exact" w:val="284"/>
      </w:trPr>
      <w:tc>
        <w:tcPr>
          <w:tcW w:w="10331" w:type="dxa"/>
          <w:gridSpan w:val="10"/>
          <w:tcBorders>
            <w:top w:val="nil"/>
            <w:bottom w:val="nil"/>
          </w:tcBorders>
          <w:shd w:val="clear" w:color="auto" w:fill="auto"/>
          <w:tcMar>
            <w:left w:w="57" w:type="dxa"/>
            <w:right w:w="57" w:type="dxa"/>
          </w:tcMar>
          <w:vAlign w:val="center"/>
        </w:tcPr>
        <w:p w:rsidR="006D7F75" w:rsidRPr="001C4715" w:rsidRDefault="006D7F75" w:rsidP="00C1137D">
          <w:pPr>
            <w:pStyle w:val="0"/>
          </w:pPr>
        </w:p>
      </w:tc>
    </w:tr>
    <w:tr w:rsidR="006D7F75" w:rsidRPr="00AC3FEE" w:rsidTr="00C1137D">
      <w:trPr>
        <w:cantSplit/>
        <w:trHeight w:hRule="exact" w:val="284"/>
      </w:trPr>
      <w:tc>
        <w:tcPr>
          <w:tcW w:w="10331" w:type="dxa"/>
          <w:gridSpan w:val="10"/>
          <w:tcBorders>
            <w:top w:val="nil"/>
            <w:bottom w:val="single" w:sz="12" w:space="0" w:color="auto"/>
          </w:tcBorders>
          <w:shd w:val="clear" w:color="auto" w:fill="auto"/>
          <w:tcMar>
            <w:left w:w="57" w:type="dxa"/>
            <w:right w:w="57" w:type="dxa"/>
          </w:tcMar>
        </w:tcPr>
        <w:p w:rsidR="006D7F75" w:rsidRPr="001C4715" w:rsidRDefault="006D7F75" w:rsidP="00C1137D">
          <w:pPr>
            <w:pStyle w:val="a5"/>
            <w:rPr>
              <w:rFonts w:ascii="Times New Roman" w:hAnsi="Times New Roman"/>
              <w:szCs w:val="24"/>
            </w:rPr>
          </w:pPr>
        </w:p>
      </w:tc>
    </w:tr>
    <w:tr w:rsidR="006D7F75" w:rsidRPr="00AC3FEE" w:rsidTr="002D6C01">
      <w:trPr>
        <w:cantSplit/>
        <w:trHeight w:hRule="exact" w:val="284"/>
      </w:trPr>
      <w:tc>
        <w:tcPr>
          <w:tcW w:w="559" w:type="dxa"/>
          <w:tcBorders>
            <w:top w:val="single" w:sz="12" w:space="0" w:color="auto"/>
            <w:bottom w:val="single" w:sz="6" w:space="0" w:color="auto"/>
          </w:tcBorders>
          <w:shd w:val="clear" w:color="auto" w:fill="auto"/>
        </w:tcPr>
        <w:p w:rsidR="006D7F75" w:rsidRPr="00AC3FEE" w:rsidRDefault="006D7F75" w:rsidP="00C1137D">
          <w:pPr>
            <w:pStyle w:val="ac"/>
          </w:pPr>
        </w:p>
      </w:tc>
      <w:tc>
        <w:tcPr>
          <w:tcW w:w="559" w:type="dxa"/>
          <w:tcBorders>
            <w:top w:val="single" w:sz="12" w:space="0" w:color="auto"/>
            <w:bottom w:val="single" w:sz="6" w:space="0" w:color="auto"/>
          </w:tcBorders>
          <w:shd w:val="clear" w:color="auto" w:fill="auto"/>
        </w:tcPr>
        <w:p w:rsidR="006D7F75" w:rsidRPr="00AC3FEE" w:rsidRDefault="006D7F75" w:rsidP="00C1137D">
          <w:pPr>
            <w:pStyle w:val="ac"/>
          </w:pPr>
        </w:p>
      </w:tc>
      <w:tc>
        <w:tcPr>
          <w:tcW w:w="558" w:type="dxa"/>
          <w:tcBorders>
            <w:top w:val="single" w:sz="12" w:space="0" w:color="auto"/>
            <w:bottom w:val="single" w:sz="6" w:space="0" w:color="auto"/>
          </w:tcBorders>
          <w:shd w:val="clear" w:color="auto" w:fill="auto"/>
        </w:tcPr>
        <w:p w:rsidR="006D7F75" w:rsidRPr="00AC3FEE" w:rsidRDefault="006D7F75" w:rsidP="00C1137D">
          <w:pPr>
            <w:pStyle w:val="ac"/>
          </w:pPr>
        </w:p>
      </w:tc>
      <w:tc>
        <w:tcPr>
          <w:tcW w:w="558" w:type="dxa"/>
          <w:tcBorders>
            <w:top w:val="single" w:sz="12" w:space="0" w:color="auto"/>
            <w:bottom w:val="single" w:sz="6" w:space="0" w:color="auto"/>
          </w:tcBorders>
          <w:shd w:val="clear" w:color="auto" w:fill="auto"/>
        </w:tcPr>
        <w:p w:rsidR="006D7F75" w:rsidRPr="00AC3FEE" w:rsidRDefault="006D7F75" w:rsidP="00C1137D">
          <w:pPr>
            <w:pStyle w:val="ac"/>
          </w:pPr>
        </w:p>
      </w:tc>
      <w:tc>
        <w:tcPr>
          <w:tcW w:w="838" w:type="dxa"/>
          <w:tcBorders>
            <w:top w:val="single" w:sz="12" w:space="0" w:color="auto"/>
            <w:bottom w:val="single" w:sz="6" w:space="0" w:color="auto"/>
          </w:tcBorders>
          <w:shd w:val="clear" w:color="auto" w:fill="auto"/>
        </w:tcPr>
        <w:p w:rsidR="006D7F75" w:rsidRPr="00AC3FEE" w:rsidRDefault="006D7F75" w:rsidP="00C1137D">
          <w:pPr>
            <w:pStyle w:val="ac"/>
          </w:pPr>
        </w:p>
      </w:tc>
      <w:tc>
        <w:tcPr>
          <w:tcW w:w="558" w:type="dxa"/>
          <w:tcBorders>
            <w:top w:val="single" w:sz="12" w:space="0" w:color="auto"/>
            <w:bottom w:val="single" w:sz="6" w:space="0" w:color="auto"/>
          </w:tcBorders>
          <w:shd w:val="clear" w:color="auto" w:fill="auto"/>
        </w:tcPr>
        <w:p w:rsidR="006D7F75" w:rsidRPr="00AC3FEE" w:rsidRDefault="006D7F75" w:rsidP="00C1137D">
          <w:pPr>
            <w:pStyle w:val="ac"/>
          </w:pPr>
        </w:p>
      </w:tc>
      <w:tc>
        <w:tcPr>
          <w:tcW w:w="6701" w:type="dxa"/>
          <w:gridSpan w:val="4"/>
          <w:vMerge w:val="restart"/>
          <w:tcBorders>
            <w:top w:val="single" w:sz="12" w:space="0" w:color="auto"/>
          </w:tcBorders>
          <w:shd w:val="clear" w:color="auto" w:fill="auto"/>
          <w:vAlign w:val="center"/>
        </w:tcPr>
        <w:p w:rsidR="006D7F75" w:rsidRPr="00DD07B7" w:rsidRDefault="001C3A94" w:rsidP="002E4524">
          <w:pPr>
            <w:pStyle w:val="14"/>
            <w:rPr>
              <w:b w:val="0"/>
            </w:rPr>
          </w:pPr>
          <w:sdt>
            <w:sdtPr>
              <w:rPr>
                <w:b w:val="0"/>
              </w:rPr>
              <w:alias w:val="Обозначение документа"/>
              <w:tag w:val="Обозначение документа"/>
              <w:id w:val="1427297985"/>
              <w:lock w:val="sdtLocked"/>
              <w:dataBinding w:prefixMappings="xmlns:ns0='http://purl.org/dc/elements/1.1/' xmlns:ns1='http://schemas.openxmlformats.org/package/2006/metadata/core-properties' " w:xpath="/ns1:coreProperties[1]/ns1:keywords[1]" w:storeItemID="{6C3C8BC8-F283-45AE-878A-BAB7291924A1}"/>
              <w:text/>
            </w:sdtPr>
            <w:sdtEndPr/>
            <w:sdtContent>
              <w:proofErr w:type="spellStart"/>
              <w:r w:rsidR="006D7F75">
                <w:rPr>
                  <w:b w:val="0"/>
                </w:rPr>
                <w:t>Кп</w:t>
              </w:r>
              <w:proofErr w:type="spellEnd"/>
              <w:r w:rsidR="006D7F75">
                <w:rPr>
                  <w:b w:val="0"/>
                </w:rPr>
                <w:t xml:space="preserve"> 63-1/15-ППТ</w:t>
              </w:r>
            </w:sdtContent>
          </w:sdt>
        </w:p>
      </w:tc>
    </w:tr>
    <w:tr w:rsidR="006D7F75" w:rsidRPr="00AC3FEE" w:rsidTr="002D6C01">
      <w:trPr>
        <w:cantSplit/>
        <w:trHeight w:hRule="exact" w:val="284"/>
      </w:trPr>
      <w:tc>
        <w:tcPr>
          <w:tcW w:w="559" w:type="dxa"/>
          <w:tcBorders>
            <w:top w:val="single" w:sz="6" w:space="0" w:color="auto"/>
            <w:bottom w:val="single" w:sz="12" w:space="0" w:color="auto"/>
          </w:tcBorders>
          <w:shd w:val="clear" w:color="auto" w:fill="auto"/>
        </w:tcPr>
        <w:p w:rsidR="006D7F75" w:rsidRPr="00AC3FEE" w:rsidRDefault="006D7F75" w:rsidP="00C1137D">
          <w:pPr>
            <w:pStyle w:val="ac"/>
          </w:pPr>
        </w:p>
      </w:tc>
      <w:tc>
        <w:tcPr>
          <w:tcW w:w="559" w:type="dxa"/>
          <w:tcBorders>
            <w:top w:val="single" w:sz="6" w:space="0" w:color="auto"/>
            <w:bottom w:val="single" w:sz="12" w:space="0" w:color="auto"/>
          </w:tcBorders>
          <w:shd w:val="clear" w:color="auto" w:fill="auto"/>
        </w:tcPr>
        <w:p w:rsidR="006D7F75" w:rsidRPr="00AC3FEE" w:rsidRDefault="006D7F75" w:rsidP="00C1137D">
          <w:pPr>
            <w:pStyle w:val="ac"/>
          </w:pPr>
        </w:p>
      </w:tc>
      <w:tc>
        <w:tcPr>
          <w:tcW w:w="558" w:type="dxa"/>
          <w:tcBorders>
            <w:top w:val="single" w:sz="6" w:space="0" w:color="auto"/>
            <w:bottom w:val="single" w:sz="12" w:space="0" w:color="auto"/>
          </w:tcBorders>
          <w:shd w:val="clear" w:color="auto" w:fill="auto"/>
        </w:tcPr>
        <w:p w:rsidR="006D7F75" w:rsidRPr="00AC3FEE" w:rsidRDefault="006D7F75" w:rsidP="00C1137D">
          <w:pPr>
            <w:pStyle w:val="ac"/>
          </w:pPr>
        </w:p>
      </w:tc>
      <w:tc>
        <w:tcPr>
          <w:tcW w:w="558" w:type="dxa"/>
          <w:tcBorders>
            <w:top w:val="single" w:sz="6" w:space="0" w:color="auto"/>
            <w:bottom w:val="single" w:sz="12" w:space="0" w:color="auto"/>
          </w:tcBorders>
          <w:shd w:val="clear" w:color="auto" w:fill="auto"/>
        </w:tcPr>
        <w:p w:rsidR="006D7F75" w:rsidRPr="00AC3FEE" w:rsidRDefault="006D7F75" w:rsidP="00C1137D">
          <w:pPr>
            <w:pStyle w:val="ac"/>
          </w:pPr>
        </w:p>
      </w:tc>
      <w:tc>
        <w:tcPr>
          <w:tcW w:w="838" w:type="dxa"/>
          <w:tcBorders>
            <w:top w:val="single" w:sz="6" w:space="0" w:color="auto"/>
            <w:bottom w:val="single" w:sz="12" w:space="0" w:color="auto"/>
          </w:tcBorders>
          <w:shd w:val="clear" w:color="auto" w:fill="auto"/>
        </w:tcPr>
        <w:p w:rsidR="006D7F75" w:rsidRPr="00AC3FEE" w:rsidRDefault="006D7F75" w:rsidP="00C1137D">
          <w:pPr>
            <w:pStyle w:val="ac"/>
          </w:pPr>
        </w:p>
      </w:tc>
      <w:tc>
        <w:tcPr>
          <w:tcW w:w="558" w:type="dxa"/>
          <w:tcBorders>
            <w:top w:val="single" w:sz="6" w:space="0" w:color="auto"/>
            <w:bottom w:val="single" w:sz="12" w:space="0" w:color="auto"/>
          </w:tcBorders>
          <w:shd w:val="clear" w:color="auto" w:fill="auto"/>
        </w:tcPr>
        <w:p w:rsidR="006D7F75" w:rsidRPr="00AC3FEE" w:rsidRDefault="006D7F75" w:rsidP="00C1137D">
          <w:pPr>
            <w:pStyle w:val="ac"/>
          </w:pPr>
        </w:p>
      </w:tc>
      <w:tc>
        <w:tcPr>
          <w:tcW w:w="6701" w:type="dxa"/>
          <w:gridSpan w:val="4"/>
          <w:vMerge/>
          <w:shd w:val="clear" w:color="auto" w:fill="auto"/>
        </w:tcPr>
        <w:p w:rsidR="006D7F75" w:rsidRPr="00AC3FEE" w:rsidRDefault="006D7F75" w:rsidP="00C1137D">
          <w:pPr>
            <w:pStyle w:val="a5"/>
            <w:rPr>
              <w:rFonts w:ascii="Times New Roman" w:hAnsi="Times New Roman"/>
            </w:rPr>
          </w:pPr>
        </w:p>
      </w:tc>
    </w:tr>
    <w:tr w:rsidR="006D7F75" w:rsidRPr="00AC3FEE" w:rsidTr="002D6C01">
      <w:trPr>
        <w:cantSplit/>
        <w:trHeight w:hRule="exact" w:val="284"/>
      </w:trPr>
      <w:tc>
        <w:tcPr>
          <w:tcW w:w="559" w:type="dxa"/>
          <w:tcBorders>
            <w:top w:val="single" w:sz="12" w:space="0" w:color="auto"/>
            <w:bottom w:val="single" w:sz="12" w:space="0" w:color="auto"/>
          </w:tcBorders>
          <w:shd w:val="clear" w:color="auto" w:fill="auto"/>
          <w:vAlign w:val="center"/>
        </w:tcPr>
        <w:p w:rsidR="006D7F75" w:rsidRPr="00364AA0" w:rsidRDefault="006D7F75" w:rsidP="00C1137D">
          <w:pPr>
            <w:pStyle w:val="ac"/>
            <w:rPr>
              <w:w w:val="80"/>
            </w:rPr>
          </w:pPr>
          <w:r w:rsidRPr="00364AA0">
            <w:rPr>
              <w:w w:val="80"/>
            </w:rPr>
            <w:t>Изм.</w:t>
          </w:r>
        </w:p>
      </w:tc>
      <w:tc>
        <w:tcPr>
          <w:tcW w:w="559" w:type="dxa"/>
          <w:tcBorders>
            <w:top w:val="single" w:sz="12" w:space="0" w:color="auto"/>
            <w:bottom w:val="single" w:sz="12" w:space="0" w:color="auto"/>
          </w:tcBorders>
          <w:shd w:val="clear" w:color="auto" w:fill="auto"/>
          <w:tcFitText/>
          <w:vAlign w:val="center"/>
        </w:tcPr>
        <w:p w:rsidR="006D7F75" w:rsidRPr="00364AA0" w:rsidRDefault="006D7F75" w:rsidP="00C1137D">
          <w:pPr>
            <w:pStyle w:val="ac"/>
            <w:rPr>
              <w:w w:val="80"/>
            </w:rPr>
          </w:pPr>
          <w:proofErr w:type="spellStart"/>
          <w:r w:rsidRPr="003A3BD8">
            <w:rPr>
              <w:w w:val="81"/>
            </w:rPr>
            <w:t>Кол</w:t>
          </w:r>
          <w:proofErr w:type="gramStart"/>
          <w:r w:rsidRPr="003A3BD8">
            <w:rPr>
              <w:w w:val="81"/>
            </w:rPr>
            <w:t>.у</w:t>
          </w:r>
          <w:proofErr w:type="gramEnd"/>
          <w:r w:rsidRPr="003A3BD8">
            <w:rPr>
              <w:spacing w:val="3"/>
              <w:w w:val="81"/>
            </w:rPr>
            <w:t>ч</w:t>
          </w:r>
          <w:proofErr w:type="spellEnd"/>
        </w:p>
      </w:tc>
      <w:tc>
        <w:tcPr>
          <w:tcW w:w="558" w:type="dxa"/>
          <w:tcBorders>
            <w:top w:val="single" w:sz="12" w:space="0" w:color="auto"/>
            <w:bottom w:val="single" w:sz="12" w:space="0" w:color="auto"/>
          </w:tcBorders>
          <w:shd w:val="clear" w:color="auto" w:fill="auto"/>
          <w:vAlign w:val="center"/>
        </w:tcPr>
        <w:p w:rsidR="006D7F75" w:rsidRPr="00364AA0" w:rsidRDefault="006D7F75" w:rsidP="00C1137D">
          <w:pPr>
            <w:pStyle w:val="ac"/>
            <w:rPr>
              <w:w w:val="80"/>
            </w:rPr>
          </w:pPr>
          <w:r w:rsidRPr="00364AA0">
            <w:rPr>
              <w:w w:val="80"/>
            </w:rPr>
            <w:t>Лист</w:t>
          </w:r>
        </w:p>
      </w:tc>
      <w:tc>
        <w:tcPr>
          <w:tcW w:w="558" w:type="dxa"/>
          <w:tcBorders>
            <w:top w:val="single" w:sz="12" w:space="0" w:color="auto"/>
            <w:bottom w:val="single" w:sz="12" w:space="0" w:color="auto"/>
          </w:tcBorders>
          <w:shd w:val="clear" w:color="auto" w:fill="auto"/>
          <w:tcFitText/>
          <w:vAlign w:val="center"/>
        </w:tcPr>
        <w:p w:rsidR="006D7F75" w:rsidRPr="00364AA0" w:rsidRDefault="006D7F75" w:rsidP="00C1137D">
          <w:pPr>
            <w:pStyle w:val="ac"/>
            <w:rPr>
              <w:w w:val="80"/>
            </w:rPr>
          </w:pPr>
          <w:r w:rsidRPr="003A3BD8">
            <w:rPr>
              <w:w w:val="75"/>
            </w:rPr>
            <w:t>№ док</w:t>
          </w:r>
          <w:r w:rsidRPr="003A3BD8">
            <w:rPr>
              <w:spacing w:val="3"/>
              <w:w w:val="75"/>
            </w:rPr>
            <w:t>.</w:t>
          </w:r>
        </w:p>
      </w:tc>
      <w:tc>
        <w:tcPr>
          <w:tcW w:w="838" w:type="dxa"/>
          <w:tcBorders>
            <w:top w:val="single" w:sz="12" w:space="0" w:color="auto"/>
            <w:bottom w:val="single" w:sz="12" w:space="0" w:color="auto"/>
          </w:tcBorders>
          <w:shd w:val="clear" w:color="auto" w:fill="auto"/>
          <w:vAlign w:val="center"/>
        </w:tcPr>
        <w:p w:rsidR="006D7F75" w:rsidRPr="00364AA0" w:rsidRDefault="006D7F75" w:rsidP="00C1137D">
          <w:pPr>
            <w:pStyle w:val="ac"/>
            <w:rPr>
              <w:w w:val="80"/>
            </w:rPr>
          </w:pPr>
          <w:r w:rsidRPr="00364AA0">
            <w:rPr>
              <w:w w:val="80"/>
            </w:rPr>
            <w:t>Подпись</w:t>
          </w:r>
        </w:p>
      </w:tc>
      <w:tc>
        <w:tcPr>
          <w:tcW w:w="558" w:type="dxa"/>
          <w:tcBorders>
            <w:top w:val="single" w:sz="12" w:space="0" w:color="auto"/>
            <w:bottom w:val="single" w:sz="12" w:space="0" w:color="auto"/>
          </w:tcBorders>
          <w:shd w:val="clear" w:color="auto" w:fill="auto"/>
          <w:vAlign w:val="center"/>
        </w:tcPr>
        <w:p w:rsidR="006D7F75" w:rsidRPr="00364AA0" w:rsidRDefault="006D7F75" w:rsidP="00C1137D">
          <w:pPr>
            <w:pStyle w:val="ac"/>
            <w:rPr>
              <w:w w:val="80"/>
            </w:rPr>
          </w:pPr>
          <w:r w:rsidRPr="00364AA0">
            <w:rPr>
              <w:w w:val="80"/>
            </w:rPr>
            <w:t>Дата</w:t>
          </w:r>
        </w:p>
      </w:tc>
      <w:tc>
        <w:tcPr>
          <w:tcW w:w="6701" w:type="dxa"/>
          <w:gridSpan w:val="4"/>
          <w:vMerge/>
          <w:shd w:val="clear" w:color="auto" w:fill="auto"/>
        </w:tcPr>
        <w:p w:rsidR="006D7F75" w:rsidRPr="00AC3FEE" w:rsidRDefault="006D7F75" w:rsidP="00C1137D">
          <w:pPr>
            <w:pStyle w:val="a5"/>
            <w:rPr>
              <w:rFonts w:ascii="Times New Roman" w:hAnsi="Times New Roman"/>
            </w:rPr>
          </w:pPr>
        </w:p>
      </w:tc>
    </w:tr>
    <w:tr w:rsidR="006D7F75" w:rsidRPr="00AC3FEE" w:rsidTr="002D6C01">
      <w:trPr>
        <w:cantSplit/>
        <w:trHeight w:hRule="exact" w:val="284"/>
      </w:trPr>
      <w:tc>
        <w:tcPr>
          <w:tcW w:w="1118" w:type="dxa"/>
          <w:gridSpan w:val="2"/>
          <w:tcBorders>
            <w:bottom w:val="single" w:sz="6" w:space="0" w:color="auto"/>
          </w:tcBorders>
          <w:shd w:val="clear" w:color="auto" w:fill="auto"/>
          <w:noWrap/>
          <w:tcMar>
            <w:left w:w="57" w:type="dxa"/>
            <w:right w:w="57" w:type="dxa"/>
          </w:tcMar>
          <w:tcFitText/>
          <w:vAlign w:val="center"/>
        </w:tcPr>
        <w:p w:rsidR="006D7F75" w:rsidRPr="00BE4C15" w:rsidRDefault="006D7F75" w:rsidP="005674B2">
          <w:pPr>
            <w:pStyle w:val="ae"/>
          </w:pPr>
          <w:r w:rsidRPr="002D6C01">
            <w:rPr>
              <w:w w:val="81"/>
            </w:rPr>
            <w:t>Разработал</w:t>
          </w:r>
        </w:p>
      </w:tc>
      <w:tc>
        <w:tcPr>
          <w:tcW w:w="1116" w:type="dxa"/>
          <w:gridSpan w:val="2"/>
          <w:tcBorders>
            <w:bottom w:val="single" w:sz="6" w:space="0" w:color="auto"/>
          </w:tcBorders>
          <w:shd w:val="clear" w:color="auto" w:fill="auto"/>
          <w:tcMar>
            <w:left w:w="57" w:type="dxa"/>
            <w:right w:w="57" w:type="dxa"/>
          </w:tcMar>
        </w:tcPr>
        <w:p w:rsidR="006D7F75" w:rsidRPr="00BE4C15" w:rsidRDefault="006D7F75" w:rsidP="005674B2">
          <w:pPr>
            <w:pStyle w:val="ae"/>
          </w:pPr>
          <w:r>
            <w:t>Кан</w:t>
          </w:r>
        </w:p>
      </w:tc>
      <w:tc>
        <w:tcPr>
          <w:tcW w:w="838" w:type="dxa"/>
          <w:tcBorders>
            <w:bottom w:val="single" w:sz="6" w:space="0" w:color="auto"/>
          </w:tcBorders>
          <w:shd w:val="clear" w:color="auto" w:fill="auto"/>
          <w:tcMar>
            <w:left w:w="57" w:type="dxa"/>
            <w:right w:w="57" w:type="dxa"/>
          </w:tcMar>
        </w:tcPr>
        <w:p w:rsidR="006D7F75" w:rsidRPr="00BE4C15" w:rsidRDefault="006D7F75" w:rsidP="005674B2">
          <w:pPr>
            <w:pStyle w:val="ae"/>
          </w:pPr>
        </w:p>
      </w:tc>
      <w:tc>
        <w:tcPr>
          <w:tcW w:w="558" w:type="dxa"/>
          <w:tcBorders>
            <w:bottom w:val="single" w:sz="6" w:space="0" w:color="auto"/>
          </w:tcBorders>
          <w:shd w:val="clear" w:color="auto" w:fill="auto"/>
          <w:tcMar>
            <w:left w:w="57" w:type="dxa"/>
            <w:right w:w="57" w:type="dxa"/>
          </w:tcMar>
        </w:tcPr>
        <w:p w:rsidR="006D7F75" w:rsidRPr="005674B2" w:rsidRDefault="006D7F75" w:rsidP="005674B2">
          <w:pPr>
            <w:pStyle w:val="ae"/>
            <w:rPr>
              <w:w w:val="90"/>
            </w:rPr>
          </w:pPr>
          <w:r>
            <w:rPr>
              <w:w w:val="90"/>
            </w:rPr>
            <w:t>02.16</w:t>
          </w:r>
        </w:p>
      </w:tc>
      <w:tc>
        <w:tcPr>
          <w:tcW w:w="3908" w:type="dxa"/>
          <w:vMerge w:val="restart"/>
          <w:shd w:val="clear" w:color="auto" w:fill="auto"/>
          <w:vAlign w:val="center"/>
        </w:tcPr>
        <w:p w:rsidR="006D7F75" w:rsidRDefault="006D7F75" w:rsidP="005674B2">
          <w:pPr>
            <w:pStyle w:val="af0"/>
            <w:rPr>
              <w:b w:val="0"/>
            </w:rPr>
          </w:pPr>
          <w:r w:rsidRPr="005674B2">
            <w:rPr>
              <w:b w:val="0"/>
            </w:rPr>
            <w:t xml:space="preserve">Материалы по обоснованию </w:t>
          </w:r>
        </w:p>
        <w:p w:rsidR="006D7F75" w:rsidRDefault="006D7F75" w:rsidP="005674B2">
          <w:pPr>
            <w:pStyle w:val="af0"/>
            <w:rPr>
              <w:b w:val="0"/>
            </w:rPr>
          </w:pPr>
          <w:r w:rsidRPr="005674B2">
            <w:rPr>
              <w:b w:val="0"/>
            </w:rPr>
            <w:t>проекта планировки</w:t>
          </w:r>
          <w:r w:rsidR="002F0E95">
            <w:rPr>
              <w:b w:val="0"/>
            </w:rPr>
            <w:t>.</w:t>
          </w:r>
        </w:p>
        <w:p w:rsidR="002F0E95" w:rsidRPr="00DD07B7" w:rsidRDefault="002F0E95" w:rsidP="005674B2">
          <w:pPr>
            <w:pStyle w:val="af0"/>
            <w:rPr>
              <w:b w:val="0"/>
            </w:rPr>
          </w:pPr>
          <w:r>
            <w:rPr>
              <w:b w:val="0"/>
            </w:rPr>
            <w:t>Пояснительная записка</w:t>
          </w:r>
        </w:p>
      </w:tc>
      <w:tc>
        <w:tcPr>
          <w:tcW w:w="838" w:type="dxa"/>
          <w:shd w:val="clear" w:color="auto" w:fill="auto"/>
          <w:vAlign w:val="center"/>
        </w:tcPr>
        <w:p w:rsidR="006D7F75" w:rsidRPr="00FE5E83" w:rsidRDefault="006D7F75" w:rsidP="005674B2">
          <w:pPr>
            <w:pStyle w:val="ac"/>
            <w:rPr>
              <w:w w:val="90"/>
            </w:rPr>
          </w:pPr>
          <w:r w:rsidRPr="00FE5E83">
            <w:rPr>
              <w:w w:val="90"/>
            </w:rPr>
            <w:t>Стадия</w:t>
          </w:r>
        </w:p>
      </w:tc>
      <w:tc>
        <w:tcPr>
          <w:tcW w:w="838" w:type="dxa"/>
          <w:shd w:val="clear" w:color="auto" w:fill="auto"/>
          <w:vAlign w:val="center"/>
        </w:tcPr>
        <w:p w:rsidR="006D7F75" w:rsidRPr="001C4715" w:rsidRDefault="006D7F75" w:rsidP="005674B2">
          <w:pPr>
            <w:pStyle w:val="ac"/>
          </w:pPr>
          <w:r>
            <w:t>Лист</w:t>
          </w:r>
        </w:p>
      </w:tc>
      <w:tc>
        <w:tcPr>
          <w:tcW w:w="1117" w:type="dxa"/>
          <w:shd w:val="clear" w:color="auto" w:fill="auto"/>
          <w:vAlign w:val="center"/>
        </w:tcPr>
        <w:p w:rsidR="006D7F75" w:rsidRPr="001C4715" w:rsidRDefault="006D7F75" w:rsidP="005674B2">
          <w:pPr>
            <w:pStyle w:val="ac"/>
          </w:pPr>
          <w:r>
            <w:t>Листов</w:t>
          </w: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9B6864" w:rsidRDefault="006D7F75" w:rsidP="005674B2">
          <w:pPr>
            <w:pStyle w:val="ae"/>
            <w:rPr>
              <w:w w:val="90"/>
            </w:rPr>
          </w:pPr>
          <w:r w:rsidRPr="009B6864">
            <w:rPr>
              <w:w w:val="90"/>
            </w:rPr>
            <w:t>Проверил</w:t>
          </w: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BE4C15" w:rsidRDefault="006D7F75" w:rsidP="005674B2">
          <w:pPr>
            <w:pStyle w:val="ae"/>
          </w:pPr>
          <w:proofErr w:type="spellStart"/>
          <w:r>
            <w:t>Бочагова</w:t>
          </w:r>
          <w:proofErr w:type="spellEnd"/>
        </w:p>
      </w:tc>
      <w:tc>
        <w:tcPr>
          <w:tcW w:w="838" w:type="dxa"/>
          <w:tcBorders>
            <w:top w:val="single" w:sz="6" w:space="0" w:color="auto"/>
            <w:bottom w:val="single" w:sz="6" w:space="0" w:color="auto"/>
          </w:tcBorders>
          <w:shd w:val="clear" w:color="auto" w:fill="auto"/>
          <w:tcMar>
            <w:left w:w="57" w:type="dxa"/>
            <w:right w:w="57" w:type="dxa"/>
          </w:tcMar>
        </w:tcPr>
        <w:p w:rsidR="006D7F75" w:rsidRPr="00BE4C15" w:rsidRDefault="006D7F75" w:rsidP="005674B2">
          <w:pPr>
            <w:pStyle w:val="ae"/>
          </w:pPr>
        </w:p>
      </w:tc>
      <w:tc>
        <w:tcPr>
          <w:tcW w:w="558" w:type="dxa"/>
          <w:tcBorders>
            <w:top w:val="single" w:sz="6" w:space="0" w:color="auto"/>
            <w:bottom w:val="single" w:sz="6" w:space="0" w:color="auto"/>
          </w:tcBorders>
          <w:shd w:val="clear" w:color="auto" w:fill="auto"/>
          <w:tcMar>
            <w:left w:w="57" w:type="dxa"/>
            <w:right w:w="57" w:type="dxa"/>
          </w:tcMar>
        </w:tcPr>
        <w:p w:rsidR="006D7F75" w:rsidRPr="005674B2" w:rsidRDefault="006D7F75" w:rsidP="005674B2">
          <w:pPr>
            <w:pStyle w:val="ae"/>
            <w:rPr>
              <w:w w:val="90"/>
            </w:rPr>
          </w:pPr>
          <w:r>
            <w:rPr>
              <w:w w:val="90"/>
            </w:rPr>
            <w:t>02.16</w:t>
          </w:r>
        </w:p>
      </w:tc>
      <w:tc>
        <w:tcPr>
          <w:tcW w:w="3908" w:type="dxa"/>
          <w:vMerge/>
          <w:shd w:val="clear" w:color="auto" w:fill="auto"/>
        </w:tcPr>
        <w:p w:rsidR="006D7F75" w:rsidRPr="00AC3FEE" w:rsidRDefault="006D7F75" w:rsidP="005674B2">
          <w:pPr>
            <w:pStyle w:val="a5"/>
            <w:rPr>
              <w:rFonts w:ascii="Times New Roman" w:hAnsi="Times New Roman"/>
            </w:rPr>
          </w:pPr>
        </w:p>
      </w:tc>
      <w:tc>
        <w:tcPr>
          <w:tcW w:w="838" w:type="dxa"/>
          <w:shd w:val="clear" w:color="auto" w:fill="auto"/>
          <w:vAlign w:val="center"/>
        </w:tcPr>
        <w:p w:rsidR="006D7F75" w:rsidRPr="003437CD" w:rsidRDefault="006D7F75" w:rsidP="005674B2">
          <w:pPr>
            <w:pStyle w:val="ac"/>
          </w:pPr>
          <w:proofErr w:type="gramStart"/>
          <w:r>
            <w:t>П</w:t>
          </w:r>
          <w:proofErr w:type="gramEnd"/>
        </w:p>
      </w:tc>
      <w:tc>
        <w:tcPr>
          <w:tcW w:w="838" w:type="dxa"/>
          <w:shd w:val="clear" w:color="auto" w:fill="auto"/>
          <w:vAlign w:val="center"/>
        </w:tcPr>
        <w:p w:rsidR="006D7F75" w:rsidRPr="003437CD" w:rsidRDefault="006D7F75" w:rsidP="005674B2">
          <w:pPr>
            <w:pStyle w:val="ac"/>
          </w:pPr>
          <w:r>
            <w:t>1</w:t>
          </w:r>
        </w:p>
      </w:tc>
      <w:tc>
        <w:tcPr>
          <w:tcW w:w="1117" w:type="dxa"/>
          <w:shd w:val="clear" w:color="auto" w:fill="auto"/>
          <w:vAlign w:val="center"/>
        </w:tcPr>
        <w:p w:rsidR="006D7F75" w:rsidRPr="003437CD" w:rsidRDefault="006D7F75" w:rsidP="005674B2">
          <w:pPr>
            <w:pStyle w:val="ac"/>
          </w:pP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BE4C15" w:rsidRDefault="006D7F75"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BE4C15" w:rsidRDefault="006D7F75" w:rsidP="006B593A">
          <w:pPr>
            <w:pStyle w:val="ae"/>
          </w:pPr>
        </w:p>
      </w:tc>
      <w:tc>
        <w:tcPr>
          <w:tcW w:w="83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55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3908" w:type="dxa"/>
          <w:vMerge/>
          <w:shd w:val="clear" w:color="auto" w:fill="auto"/>
        </w:tcPr>
        <w:p w:rsidR="006D7F75" w:rsidRPr="00AC3FEE" w:rsidRDefault="006D7F75" w:rsidP="00C1137D">
          <w:pPr>
            <w:pStyle w:val="a5"/>
            <w:rPr>
              <w:rFonts w:ascii="Times New Roman" w:hAnsi="Times New Roman"/>
            </w:rPr>
          </w:pPr>
        </w:p>
      </w:tc>
      <w:tc>
        <w:tcPr>
          <w:tcW w:w="2793" w:type="dxa"/>
          <w:gridSpan w:val="3"/>
          <w:vMerge w:val="restart"/>
          <w:shd w:val="clear" w:color="auto" w:fill="auto"/>
          <w:vAlign w:val="center"/>
        </w:tcPr>
        <w:p w:rsidR="006D7F75" w:rsidRPr="006B6439" w:rsidRDefault="006D7F75" w:rsidP="00C1137D">
          <w:pPr>
            <w:pStyle w:val="ac"/>
          </w:pPr>
          <w:r w:rsidRPr="006B6439">
            <w:t>ООО "КАСКАД проект"</w:t>
          </w:r>
        </w:p>
        <w:p w:rsidR="006D7F75" w:rsidRPr="003437CD" w:rsidRDefault="006D7F75" w:rsidP="00C1137D">
          <w:pPr>
            <w:pStyle w:val="ac"/>
          </w:pPr>
          <w:r w:rsidRPr="006B6439">
            <w:t>г. Калуга</w:t>
          </w:r>
        </w:p>
      </w:tc>
    </w:tr>
    <w:tr w:rsidR="006D7F75"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6D7F75" w:rsidRPr="00BE4C15" w:rsidRDefault="006D7F75"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83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558" w:type="dxa"/>
          <w:tcBorders>
            <w:top w:val="single" w:sz="6" w:space="0" w:color="auto"/>
            <w:bottom w:val="single" w:sz="6" w:space="0" w:color="auto"/>
          </w:tcBorders>
          <w:shd w:val="clear" w:color="auto" w:fill="auto"/>
          <w:tcMar>
            <w:left w:w="57" w:type="dxa"/>
            <w:right w:w="57" w:type="dxa"/>
          </w:tcMar>
        </w:tcPr>
        <w:p w:rsidR="006D7F75" w:rsidRPr="00BE4C15" w:rsidRDefault="006D7F75" w:rsidP="00BE4C15">
          <w:pPr>
            <w:pStyle w:val="ae"/>
          </w:pPr>
        </w:p>
      </w:tc>
      <w:tc>
        <w:tcPr>
          <w:tcW w:w="3908" w:type="dxa"/>
          <w:vMerge/>
          <w:shd w:val="clear" w:color="auto" w:fill="auto"/>
        </w:tcPr>
        <w:p w:rsidR="006D7F75" w:rsidRPr="00AC3FEE" w:rsidRDefault="006D7F75" w:rsidP="00C1137D">
          <w:pPr>
            <w:pStyle w:val="a5"/>
            <w:rPr>
              <w:rFonts w:ascii="Times New Roman" w:hAnsi="Times New Roman"/>
            </w:rPr>
          </w:pPr>
        </w:p>
      </w:tc>
      <w:tc>
        <w:tcPr>
          <w:tcW w:w="2793" w:type="dxa"/>
          <w:gridSpan w:val="3"/>
          <w:vMerge/>
          <w:shd w:val="clear" w:color="auto" w:fill="auto"/>
        </w:tcPr>
        <w:p w:rsidR="006D7F75" w:rsidRPr="00AC3FEE" w:rsidRDefault="006D7F75" w:rsidP="00C1137D">
          <w:pPr>
            <w:pStyle w:val="a5"/>
            <w:rPr>
              <w:rFonts w:ascii="Times New Roman" w:hAnsi="Times New Roman"/>
            </w:rPr>
          </w:pPr>
        </w:p>
      </w:tc>
    </w:tr>
    <w:tr w:rsidR="006D7F75" w:rsidRPr="00AC3FEE" w:rsidTr="002D6C01">
      <w:trPr>
        <w:cantSplit/>
        <w:trHeight w:hRule="exact" w:val="284"/>
      </w:trPr>
      <w:tc>
        <w:tcPr>
          <w:tcW w:w="1118" w:type="dxa"/>
          <w:gridSpan w:val="2"/>
          <w:tcBorders>
            <w:top w:val="single" w:sz="6" w:space="0" w:color="auto"/>
            <w:bottom w:val="nil"/>
          </w:tcBorders>
          <w:shd w:val="clear" w:color="auto" w:fill="auto"/>
          <w:tcMar>
            <w:left w:w="57" w:type="dxa"/>
            <w:right w:w="57" w:type="dxa"/>
          </w:tcMar>
          <w:vAlign w:val="center"/>
        </w:tcPr>
        <w:p w:rsidR="006D7F75" w:rsidRPr="00BE4C15" w:rsidRDefault="006D7F75" w:rsidP="005674B2">
          <w:pPr>
            <w:pStyle w:val="ae"/>
          </w:pPr>
          <w:r w:rsidRPr="00BE4C15">
            <w:t>Н. контр.</w:t>
          </w:r>
        </w:p>
      </w:tc>
      <w:tc>
        <w:tcPr>
          <w:tcW w:w="1116" w:type="dxa"/>
          <w:gridSpan w:val="2"/>
          <w:tcBorders>
            <w:top w:val="single" w:sz="6" w:space="0" w:color="auto"/>
            <w:bottom w:val="nil"/>
          </w:tcBorders>
          <w:shd w:val="clear" w:color="auto" w:fill="auto"/>
          <w:tcMar>
            <w:left w:w="57" w:type="dxa"/>
            <w:right w:w="57" w:type="dxa"/>
          </w:tcMar>
        </w:tcPr>
        <w:p w:rsidR="006D7F75" w:rsidRPr="00BE4C15" w:rsidRDefault="006D7F75" w:rsidP="005674B2">
          <w:pPr>
            <w:pStyle w:val="ae"/>
          </w:pPr>
          <w:r w:rsidRPr="00BE4C15">
            <w:t>Казаков</w:t>
          </w:r>
        </w:p>
      </w:tc>
      <w:tc>
        <w:tcPr>
          <w:tcW w:w="838" w:type="dxa"/>
          <w:tcBorders>
            <w:top w:val="single" w:sz="6" w:space="0" w:color="auto"/>
            <w:bottom w:val="nil"/>
          </w:tcBorders>
          <w:shd w:val="clear" w:color="auto" w:fill="auto"/>
          <w:tcMar>
            <w:left w:w="57" w:type="dxa"/>
            <w:right w:w="57" w:type="dxa"/>
          </w:tcMar>
        </w:tcPr>
        <w:p w:rsidR="006D7F75" w:rsidRPr="00BE4C15" w:rsidRDefault="006D7F75" w:rsidP="005674B2">
          <w:pPr>
            <w:pStyle w:val="ae"/>
          </w:pPr>
        </w:p>
      </w:tc>
      <w:tc>
        <w:tcPr>
          <w:tcW w:w="558" w:type="dxa"/>
          <w:tcBorders>
            <w:top w:val="single" w:sz="6" w:space="0" w:color="auto"/>
            <w:bottom w:val="nil"/>
          </w:tcBorders>
          <w:shd w:val="clear" w:color="auto" w:fill="auto"/>
          <w:tcMar>
            <w:left w:w="57" w:type="dxa"/>
            <w:right w:w="57" w:type="dxa"/>
          </w:tcMar>
        </w:tcPr>
        <w:p w:rsidR="006D7F75" w:rsidRPr="005674B2" w:rsidRDefault="006D7F75" w:rsidP="005674B2">
          <w:pPr>
            <w:pStyle w:val="ae"/>
            <w:rPr>
              <w:w w:val="90"/>
            </w:rPr>
          </w:pPr>
          <w:r>
            <w:rPr>
              <w:w w:val="90"/>
            </w:rPr>
            <w:t>02.16</w:t>
          </w:r>
        </w:p>
      </w:tc>
      <w:tc>
        <w:tcPr>
          <w:tcW w:w="3908" w:type="dxa"/>
          <w:vMerge/>
          <w:shd w:val="clear" w:color="auto" w:fill="auto"/>
        </w:tcPr>
        <w:p w:rsidR="006D7F75" w:rsidRPr="00AC3FEE" w:rsidRDefault="006D7F75" w:rsidP="005674B2">
          <w:pPr>
            <w:pStyle w:val="a5"/>
            <w:rPr>
              <w:rFonts w:ascii="Times New Roman" w:hAnsi="Times New Roman"/>
            </w:rPr>
          </w:pPr>
        </w:p>
      </w:tc>
      <w:tc>
        <w:tcPr>
          <w:tcW w:w="2793" w:type="dxa"/>
          <w:gridSpan w:val="3"/>
          <w:vMerge/>
          <w:shd w:val="clear" w:color="auto" w:fill="auto"/>
        </w:tcPr>
        <w:p w:rsidR="006D7F75" w:rsidRPr="00AC3FEE" w:rsidRDefault="006D7F75" w:rsidP="005674B2">
          <w:pPr>
            <w:pStyle w:val="a5"/>
            <w:rPr>
              <w:rFonts w:ascii="Times New Roman" w:hAnsi="Times New Roman"/>
            </w:rPr>
          </w:pPr>
        </w:p>
      </w:tc>
    </w:tr>
  </w:tbl>
  <w:p w:rsidR="006D7F75" w:rsidRDefault="006D7F75">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horzAnchor="margin" w:tblpXSpec="right" w:tblpYSpec="bottom"/>
      <w:tblOverlap w:val="never"/>
      <w:tblW w:w="10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00" w:firstRow="0" w:lastRow="0" w:firstColumn="0" w:lastColumn="0" w:noHBand="0" w:noVBand="1"/>
    </w:tblPr>
    <w:tblGrid>
      <w:gridCol w:w="574"/>
      <w:gridCol w:w="574"/>
      <w:gridCol w:w="573"/>
      <w:gridCol w:w="573"/>
      <w:gridCol w:w="860"/>
      <w:gridCol w:w="573"/>
      <w:gridCol w:w="5731"/>
      <w:gridCol w:w="873"/>
    </w:tblGrid>
    <w:tr w:rsidR="006D7F75" w:rsidRPr="009E44D3" w:rsidTr="001C3679">
      <w:trPr>
        <w:cantSplit/>
        <w:trHeight w:hRule="exact" w:val="284"/>
      </w:trPr>
      <w:tc>
        <w:tcPr>
          <w:tcW w:w="10331" w:type="dxa"/>
          <w:gridSpan w:val="8"/>
          <w:tcBorders>
            <w:top w:val="nil"/>
            <w:left w:val="nil"/>
            <w:bottom w:val="nil"/>
            <w:right w:val="nil"/>
          </w:tcBorders>
          <w:shd w:val="clear" w:color="auto" w:fill="auto"/>
        </w:tcPr>
        <w:p w:rsidR="006D7F75" w:rsidRPr="009E44D3" w:rsidRDefault="006D7F75" w:rsidP="001C3679">
          <w:pPr>
            <w:pStyle w:val="0"/>
          </w:pPr>
        </w:p>
      </w:tc>
    </w:tr>
    <w:tr w:rsidR="006D7F75" w:rsidRPr="009E44D3" w:rsidTr="001C3679">
      <w:trPr>
        <w:cantSplit/>
        <w:trHeight w:hRule="exact" w:val="284"/>
      </w:trPr>
      <w:tc>
        <w:tcPr>
          <w:tcW w:w="10331" w:type="dxa"/>
          <w:gridSpan w:val="8"/>
          <w:tcBorders>
            <w:top w:val="nil"/>
            <w:left w:val="nil"/>
            <w:bottom w:val="single" w:sz="12" w:space="0" w:color="auto"/>
            <w:right w:val="nil"/>
          </w:tcBorders>
          <w:shd w:val="clear" w:color="auto" w:fill="auto"/>
        </w:tcPr>
        <w:p w:rsidR="006D7F75" w:rsidRPr="009E44D3" w:rsidRDefault="006D7F75" w:rsidP="001C3679">
          <w:pPr>
            <w:pStyle w:val="a5"/>
            <w:rPr>
              <w:rFonts w:ascii="Times New Roman" w:hAnsi="Times New Roman"/>
              <w:szCs w:val="24"/>
            </w:rPr>
          </w:pPr>
        </w:p>
      </w:tc>
    </w:tr>
    <w:tr w:rsidR="006D7F75" w:rsidRPr="009E44D3" w:rsidTr="002D6C01">
      <w:trPr>
        <w:cantSplit/>
        <w:trHeight w:hRule="exact" w:val="284"/>
      </w:trPr>
      <w:tc>
        <w:tcPr>
          <w:tcW w:w="574" w:type="dxa"/>
          <w:tcBorders>
            <w:top w:val="single" w:sz="12" w:space="0" w:color="auto"/>
            <w:left w:val="single" w:sz="12" w:space="0" w:color="auto"/>
            <w:bottom w:val="single" w:sz="6" w:space="0" w:color="auto"/>
            <w:right w:val="single" w:sz="12" w:space="0" w:color="auto"/>
          </w:tcBorders>
          <w:shd w:val="clear" w:color="auto" w:fill="auto"/>
        </w:tcPr>
        <w:p w:rsidR="006D7F75" w:rsidRPr="009E44D3" w:rsidRDefault="006D7F75" w:rsidP="001C3679">
          <w:pPr>
            <w:pStyle w:val="ac"/>
          </w:pPr>
        </w:p>
      </w:tc>
      <w:tc>
        <w:tcPr>
          <w:tcW w:w="574" w:type="dxa"/>
          <w:tcBorders>
            <w:top w:val="single" w:sz="12" w:space="0" w:color="auto"/>
            <w:left w:val="single" w:sz="12" w:space="0" w:color="auto"/>
            <w:bottom w:val="single" w:sz="6" w:space="0" w:color="auto"/>
            <w:right w:val="single" w:sz="12" w:space="0" w:color="auto"/>
          </w:tcBorders>
          <w:shd w:val="clear" w:color="auto" w:fill="auto"/>
        </w:tcPr>
        <w:p w:rsidR="006D7F75" w:rsidRPr="009E44D3" w:rsidRDefault="006D7F75" w:rsidP="001C3679">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6D7F75" w:rsidRPr="009E44D3" w:rsidRDefault="006D7F75" w:rsidP="001C3679">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6D7F75" w:rsidRPr="009E44D3" w:rsidRDefault="006D7F75" w:rsidP="001C3679">
          <w:pPr>
            <w:pStyle w:val="ac"/>
          </w:pPr>
        </w:p>
      </w:tc>
      <w:tc>
        <w:tcPr>
          <w:tcW w:w="860" w:type="dxa"/>
          <w:tcBorders>
            <w:top w:val="single" w:sz="12" w:space="0" w:color="auto"/>
            <w:left w:val="single" w:sz="12" w:space="0" w:color="auto"/>
            <w:bottom w:val="single" w:sz="6" w:space="0" w:color="auto"/>
            <w:right w:val="single" w:sz="12" w:space="0" w:color="auto"/>
          </w:tcBorders>
          <w:shd w:val="clear" w:color="auto" w:fill="auto"/>
        </w:tcPr>
        <w:p w:rsidR="006D7F75" w:rsidRPr="009E44D3" w:rsidRDefault="006D7F75" w:rsidP="001C3679">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6D7F75" w:rsidRPr="009E44D3" w:rsidRDefault="006D7F75" w:rsidP="001C3679">
          <w:pPr>
            <w:pStyle w:val="ac"/>
          </w:pPr>
        </w:p>
      </w:tc>
      <w:tc>
        <w:tcPr>
          <w:tcW w:w="5731" w:type="dxa"/>
          <w:vMerge w:val="restart"/>
          <w:tcBorders>
            <w:top w:val="single" w:sz="12" w:space="0" w:color="auto"/>
            <w:left w:val="single" w:sz="12" w:space="0" w:color="auto"/>
            <w:bottom w:val="nil"/>
            <w:right w:val="single" w:sz="12" w:space="0" w:color="auto"/>
          </w:tcBorders>
          <w:shd w:val="clear" w:color="auto" w:fill="auto"/>
          <w:vAlign w:val="center"/>
        </w:tcPr>
        <w:p w:rsidR="006D7F75" w:rsidRPr="00DD07B7" w:rsidRDefault="001C3A94" w:rsidP="002E4524">
          <w:pPr>
            <w:pStyle w:val="14"/>
            <w:rPr>
              <w:b w:val="0"/>
            </w:rPr>
          </w:pPr>
          <w:sdt>
            <w:sdtPr>
              <w:rPr>
                <w:b w:val="0"/>
              </w:rPr>
              <w:alias w:val="Обозначение документа"/>
              <w:tag w:val="Обозначение документа"/>
              <w:id w:val="-152685397"/>
              <w:lock w:val="sdtLocked"/>
              <w:dataBinding w:prefixMappings="xmlns:ns0='http://purl.org/dc/elements/1.1/' xmlns:ns1='http://schemas.openxmlformats.org/package/2006/metadata/core-properties' " w:xpath="/ns1:coreProperties[1]/ns1:keywords[1]" w:storeItemID="{6C3C8BC8-F283-45AE-878A-BAB7291924A1}"/>
              <w:text/>
            </w:sdtPr>
            <w:sdtEndPr/>
            <w:sdtContent>
              <w:proofErr w:type="spellStart"/>
              <w:r w:rsidR="006D7F75">
                <w:rPr>
                  <w:b w:val="0"/>
                </w:rPr>
                <w:t>Кп</w:t>
              </w:r>
              <w:proofErr w:type="spellEnd"/>
              <w:r w:rsidR="006D7F75">
                <w:rPr>
                  <w:b w:val="0"/>
                </w:rPr>
                <w:t xml:space="preserve"> 63-1/15-ППТ</w:t>
              </w:r>
            </w:sdtContent>
          </w:sdt>
        </w:p>
      </w:tc>
      <w:tc>
        <w:tcPr>
          <w:tcW w:w="873" w:type="dxa"/>
          <w:tcBorders>
            <w:top w:val="single" w:sz="12" w:space="0" w:color="auto"/>
            <w:left w:val="single" w:sz="12" w:space="0" w:color="auto"/>
            <w:bottom w:val="single" w:sz="12" w:space="0" w:color="auto"/>
            <w:right w:val="nil"/>
          </w:tcBorders>
          <w:shd w:val="clear" w:color="auto" w:fill="auto"/>
          <w:vAlign w:val="center"/>
        </w:tcPr>
        <w:p w:rsidR="006D7F75" w:rsidRPr="009E44D3" w:rsidRDefault="006D7F75" w:rsidP="001C3679">
          <w:pPr>
            <w:pStyle w:val="ac"/>
          </w:pPr>
          <w:r w:rsidRPr="009E44D3">
            <w:t>Лист</w:t>
          </w:r>
        </w:p>
      </w:tc>
    </w:tr>
    <w:tr w:rsidR="006D7F75" w:rsidRPr="009E44D3" w:rsidTr="002D6C01">
      <w:trPr>
        <w:cantSplit/>
        <w:trHeight w:hRule="exact" w:val="284"/>
      </w:trPr>
      <w:tc>
        <w:tcPr>
          <w:tcW w:w="574" w:type="dxa"/>
          <w:tcBorders>
            <w:top w:val="single" w:sz="6" w:space="0" w:color="auto"/>
            <w:left w:val="single" w:sz="12" w:space="0" w:color="auto"/>
            <w:bottom w:val="single" w:sz="12" w:space="0" w:color="auto"/>
            <w:right w:val="single" w:sz="12" w:space="0" w:color="auto"/>
          </w:tcBorders>
          <w:shd w:val="clear" w:color="auto" w:fill="auto"/>
        </w:tcPr>
        <w:p w:rsidR="006D7F75" w:rsidRPr="009E44D3" w:rsidRDefault="006D7F75" w:rsidP="001C3679">
          <w:pPr>
            <w:pStyle w:val="ac"/>
          </w:pPr>
        </w:p>
      </w:tc>
      <w:tc>
        <w:tcPr>
          <w:tcW w:w="574" w:type="dxa"/>
          <w:tcBorders>
            <w:top w:val="single" w:sz="6" w:space="0" w:color="auto"/>
            <w:left w:val="single" w:sz="12" w:space="0" w:color="auto"/>
            <w:bottom w:val="single" w:sz="12" w:space="0" w:color="auto"/>
            <w:right w:val="single" w:sz="12" w:space="0" w:color="auto"/>
          </w:tcBorders>
          <w:shd w:val="clear" w:color="auto" w:fill="auto"/>
        </w:tcPr>
        <w:p w:rsidR="006D7F75" w:rsidRPr="009E44D3" w:rsidRDefault="006D7F75" w:rsidP="001C3679">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6D7F75" w:rsidRPr="009E44D3" w:rsidRDefault="006D7F75" w:rsidP="001C3679">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6D7F75" w:rsidRPr="009E44D3" w:rsidRDefault="006D7F75" w:rsidP="001C3679">
          <w:pPr>
            <w:pStyle w:val="ac"/>
          </w:pPr>
        </w:p>
      </w:tc>
      <w:tc>
        <w:tcPr>
          <w:tcW w:w="860" w:type="dxa"/>
          <w:tcBorders>
            <w:top w:val="single" w:sz="6" w:space="0" w:color="auto"/>
            <w:left w:val="single" w:sz="12" w:space="0" w:color="auto"/>
            <w:bottom w:val="single" w:sz="12" w:space="0" w:color="auto"/>
            <w:right w:val="single" w:sz="12" w:space="0" w:color="auto"/>
          </w:tcBorders>
          <w:shd w:val="clear" w:color="auto" w:fill="auto"/>
        </w:tcPr>
        <w:p w:rsidR="006D7F75" w:rsidRPr="009E44D3" w:rsidRDefault="006D7F75" w:rsidP="001C3679">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6D7F75" w:rsidRPr="009E44D3" w:rsidRDefault="006D7F75" w:rsidP="001C3679">
          <w:pPr>
            <w:pStyle w:val="ac"/>
          </w:pPr>
        </w:p>
      </w:tc>
      <w:tc>
        <w:tcPr>
          <w:tcW w:w="5731" w:type="dxa"/>
          <w:vMerge/>
          <w:tcBorders>
            <w:top w:val="single" w:sz="12" w:space="0" w:color="auto"/>
            <w:left w:val="single" w:sz="12" w:space="0" w:color="auto"/>
            <w:bottom w:val="nil"/>
            <w:right w:val="single" w:sz="12" w:space="0" w:color="auto"/>
          </w:tcBorders>
          <w:shd w:val="clear" w:color="auto" w:fill="auto"/>
        </w:tcPr>
        <w:p w:rsidR="006D7F75" w:rsidRPr="009E44D3" w:rsidRDefault="006D7F75" w:rsidP="001C3679">
          <w:pPr>
            <w:pStyle w:val="a5"/>
            <w:rPr>
              <w:rFonts w:ascii="Times New Roman" w:hAnsi="Times New Roman"/>
              <w:szCs w:val="24"/>
            </w:rPr>
          </w:pPr>
        </w:p>
      </w:tc>
      <w:tc>
        <w:tcPr>
          <w:tcW w:w="873" w:type="dxa"/>
          <w:vMerge w:val="restart"/>
          <w:tcBorders>
            <w:top w:val="single" w:sz="12" w:space="0" w:color="auto"/>
            <w:left w:val="single" w:sz="12" w:space="0" w:color="auto"/>
            <w:bottom w:val="nil"/>
            <w:right w:val="nil"/>
          </w:tcBorders>
          <w:shd w:val="clear" w:color="auto" w:fill="auto"/>
          <w:vAlign w:val="center"/>
        </w:tcPr>
        <w:p w:rsidR="006D7F75" w:rsidRPr="009413CB" w:rsidRDefault="006D7F75" w:rsidP="008161B1">
          <w:pPr>
            <w:pStyle w:val="ac"/>
          </w:pPr>
        </w:p>
      </w:tc>
    </w:tr>
    <w:tr w:rsidR="006D7F75" w:rsidRPr="009E44D3" w:rsidTr="001C3679">
      <w:trPr>
        <w:cantSplit/>
        <w:trHeight w:hRule="exact" w:val="284"/>
      </w:trPr>
      <w:tc>
        <w:tcPr>
          <w:tcW w:w="574" w:type="dxa"/>
          <w:tcBorders>
            <w:top w:val="single" w:sz="12" w:space="0" w:color="auto"/>
            <w:left w:val="single" w:sz="12" w:space="0" w:color="auto"/>
            <w:bottom w:val="nil"/>
            <w:right w:val="single" w:sz="12" w:space="0" w:color="auto"/>
          </w:tcBorders>
          <w:shd w:val="clear" w:color="auto" w:fill="auto"/>
          <w:vAlign w:val="center"/>
        </w:tcPr>
        <w:p w:rsidR="006D7F75" w:rsidRPr="00AC3FEE" w:rsidRDefault="006D7F75" w:rsidP="001C3679">
          <w:pPr>
            <w:pStyle w:val="ac"/>
            <w:rPr>
              <w:sz w:val="20"/>
              <w:szCs w:val="20"/>
            </w:rPr>
          </w:pPr>
          <w:r>
            <w:rPr>
              <w:sz w:val="20"/>
              <w:szCs w:val="20"/>
            </w:rPr>
            <w:t>Изм.</w:t>
          </w:r>
        </w:p>
      </w:tc>
      <w:tc>
        <w:tcPr>
          <w:tcW w:w="574" w:type="dxa"/>
          <w:tcBorders>
            <w:top w:val="single" w:sz="12" w:space="0" w:color="auto"/>
            <w:left w:val="single" w:sz="12" w:space="0" w:color="auto"/>
            <w:bottom w:val="nil"/>
            <w:right w:val="single" w:sz="12" w:space="0" w:color="auto"/>
          </w:tcBorders>
          <w:shd w:val="clear" w:color="auto" w:fill="auto"/>
          <w:tcFitText/>
          <w:vAlign w:val="center"/>
        </w:tcPr>
        <w:p w:rsidR="006D7F75" w:rsidRPr="00AC3FEE" w:rsidRDefault="006D7F75" w:rsidP="001C3679">
          <w:pPr>
            <w:pStyle w:val="ac"/>
            <w:rPr>
              <w:sz w:val="20"/>
              <w:szCs w:val="20"/>
            </w:rPr>
          </w:pPr>
          <w:proofErr w:type="spellStart"/>
          <w:r w:rsidRPr="003A3BD8">
            <w:rPr>
              <w:sz w:val="20"/>
              <w:szCs w:val="20"/>
            </w:rPr>
            <w:t>Кол</w:t>
          </w:r>
          <w:proofErr w:type="gramStart"/>
          <w:r w:rsidRPr="003A3BD8">
            <w:rPr>
              <w:sz w:val="20"/>
              <w:szCs w:val="20"/>
            </w:rPr>
            <w:t>.у</w:t>
          </w:r>
          <w:proofErr w:type="gramEnd"/>
          <w:r w:rsidRPr="003A3BD8">
            <w:rPr>
              <w:spacing w:val="3"/>
              <w:sz w:val="20"/>
              <w:szCs w:val="20"/>
            </w:rPr>
            <w:t>ч</w:t>
          </w:r>
          <w:proofErr w:type="spellEnd"/>
        </w:p>
      </w:tc>
      <w:tc>
        <w:tcPr>
          <w:tcW w:w="573" w:type="dxa"/>
          <w:tcBorders>
            <w:top w:val="single" w:sz="12" w:space="0" w:color="auto"/>
            <w:left w:val="single" w:sz="12" w:space="0" w:color="auto"/>
            <w:bottom w:val="nil"/>
            <w:right w:val="single" w:sz="12" w:space="0" w:color="auto"/>
          </w:tcBorders>
          <w:shd w:val="clear" w:color="auto" w:fill="auto"/>
          <w:vAlign w:val="center"/>
        </w:tcPr>
        <w:p w:rsidR="006D7F75" w:rsidRPr="00AC3FEE" w:rsidRDefault="006D7F75" w:rsidP="001C3679">
          <w:pPr>
            <w:pStyle w:val="ac"/>
            <w:rPr>
              <w:sz w:val="20"/>
              <w:szCs w:val="20"/>
            </w:rPr>
          </w:pPr>
          <w:r>
            <w:rPr>
              <w:sz w:val="20"/>
              <w:szCs w:val="20"/>
            </w:rPr>
            <w:t>Лист</w:t>
          </w:r>
        </w:p>
      </w:tc>
      <w:tc>
        <w:tcPr>
          <w:tcW w:w="573" w:type="dxa"/>
          <w:tcBorders>
            <w:top w:val="single" w:sz="12" w:space="0" w:color="auto"/>
            <w:left w:val="single" w:sz="12" w:space="0" w:color="auto"/>
            <w:bottom w:val="nil"/>
            <w:right w:val="single" w:sz="12" w:space="0" w:color="auto"/>
          </w:tcBorders>
          <w:shd w:val="clear" w:color="auto" w:fill="auto"/>
          <w:tcFitText/>
          <w:vAlign w:val="center"/>
        </w:tcPr>
        <w:p w:rsidR="006D7F75" w:rsidRPr="00AC3FEE" w:rsidRDefault="006D7F75" w:rsidP="001C3679">
          <w:pPr>
            <w:pStyle w:val="ac"/>
            <w:rPr>
              <w:sz w:val="20"/>
              <w:szCs w:val="20"/>
            </w:rPr>
          </w:pPr>
          <w:r w:rsidRPr="003A3BD8">
            <w:rPr>
              <w:w w:val="93"/>
              <w:sz w:val="20"/>
              <w:szCs w:val="20"/>
            </w:rPr>
            <w:t>№ док</w:t>
          </w:r>
          <w:r w:rsidRPr="003A3BD8">
            <w:rPr>
              <w:spacing w:val="1"/>
              <w:w w:val="93"/>
              <w:sz w:val="20"/>
              <w:szCs w:val="20"/>
            </w:rPr>
            <w:t>.</w:t>
          </w:r>
        </w:p>
      </w:tc>
      <w:tc>
        <w:tcPr>
          <w:tcW w:w="860" w:type="dxa"/>
          <w:tcBorders>
            <w:top w:val="single" w:sz="12" w:space="0" w:color="auto"/>
            <w:left w:val="single" w:sz="12" w:space="0" w:color="auto"/>
            <w:bottom w:val="nil"/>
            <w:right w:val="single" w:sz="12" w:space="0" w:color="auto"/>
          </w:tcBorders>
          <w:shd w:val="clear" w:color="auto" w:fill="auto"/>
          <w:vAlign w:val="center"/>
        </w:tcPr>
        <w:p w:rsidR="006D7F75" w:rsidRPr="00AC3FEE" w:rsidRDefault="006D7F75" w:rsidP="001C3679">
          <w:pPr>
            <w:pStyle w:val="ac"/>
            <w:rPr>
              <w:sz w:val="20"/>
              <w:szCs w:val="20"/>
            </w:rPr>
          </w:pPr>
          <w:r>
            <w:rPr>
              <w:sz w:val="20"/>
              <w:szCs w:val="20"/>
            </w:rPr>
            <w:t>Подпись</w:t>
          </w:r>
        </w:p>
      </w:tc>
      <w:tc>
        <w:tcPr>
          <w:tcW w:w="573" w:type="dxa"/>
          <w:tcBorders>
            <w:top w:val="single" w:sz="12" w:space="0" w:color="auto"/>
            <w:left w:val="single" w:sz="12" w:space="0" w:color="auto"/>
            <w:bottom w:val="nil"/>
            <w:right w:val="single" w:sz="12" w:space="0" w:color="auto"/>
          </w:tcBorders>
          <w:shd w:val="clear" w:color="auto" w:fill="auto"/>
          <w:vAlign w:val="center"/>
        </w:tcPr>
        <w:p w:rsidR="006D7F75" w:rsidRPr="00AC3FEE" w:rsidRDefault="006D7F75" w:rsidP="001C3679">
          <w:pPr>
            <w:pStyle w:val="ac"/>
            <w:rPr>
              <w:sz w:val="20"/>
              <w:szCs w:val="20"/>
            </w:rPr>
          </w:pPr>
          <w:r>
            <w:rPr>
              <w:sz w:val="20"/>
              <w:szCs w:val="20"/>
            </w:rPr>
            <w:t>Дата</w:t>
          </w:r>
        </w:p>
      </w:tc>
      <w:tc>
        <w:tcPr>
          <w:tcW w:w="5731" w:type="dxa"/>
          <w:vMerge/>
          <w:tcBorders>
            <w:top w:val="single" w:sz="12" w:space="0" w:color="auto"/>
            <w:left w:val="single" w:sz="12" w:space="0" w:color="auto"/>
            <w:bottom w:val="nil"/>
            <w:right w:val="single" w:sz="12" w:space="0" w:color="auto"/>
          </w:tcBorders>
          <w:shd w:val="clear" w:color="auto" w:fill="auto"/>
        </w:tcPr>
        <w:p w:rsidR="006D7F75" w:rsidRPr="009E44D3" w:rsidRDefault="006D7F75" w:rsidP="001C3679">
          <w:pPr>
            <w:pStyle w:val="a5"/>
            <w:rPr>
              <w:rFonts w:ascii="Times New Roman" w:hAnsi="Times New Roman"/>
              <w:szCs w:val="24"/>
            </w:rPr>
          </w:pPr>
        </w:p>
      </w:tc>
      <w:tc>
        <w:tcPr>
          <w:tcW w:w="873" w:type="dxa"/>
          <w:vMerge/>
          <w:tcBorders>
            <w:top w:val="single" w:sz="12" w:space="0" w:color="auto"/>
            <w:left w:val="single" w:sz="12" w:space="0" w:color="auto"/>
            <w:bottom w:val="nil"/>
            <w:right w:val="nil"/>
          </w:tcBorders>
          <w:shd w:val="clear" w:color="auto" w:fill="auto"/>
        </w:tcPr>
        <w:p w:rsidR="006D7F75" w:rsidRPr="009E44D3" w:rsidRDefault="006D7F75" w:rsidP="001C3679">
          <w:pPr>
            <w:pStyle w:val="a5"/>
            <w:rPr>
              <w:rFonts w:ascii="Times New Roman" w:hAnsi="Times New Roman"/>
              <w:szCs w:val="24"/>
            </w:rPr>
          </w:pPr>
        </w:p>
      </w:tc>
    </w:tr>
  </w:tbl>
  <w:p w:rsidR="006D7F75" w:rsidRDefault="006D7F7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F75" w:rsidRDefault="006D7F75" w:rsidP="006B41AB">
      <w:r>
        <w:separator/>
      </w:r>
    </w:p>
  </w:footnote>
  <w:footnote w:type="continuationSeparator" w:id="0">
    <w:p w:rsidR="006D7F75" w:rsidRDefault="006D7F75" w:rsidP="006B4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F75" w:rsidRPr="005B347E" w:rsidRDefault="006D7F75" w:rsidP="005B347E">
    <w:pPr>
      <w:pStyle w:val="a3"/>
      <w:ind w:right="454"/>
      <w:rPr>
        <w:rFonts w:ascii="Times New Roman" w:hAnsi="Times New Roman"/>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F75" w:rsidRPr="003C7BB0" w:rsidRDefault="006D7F75" w:rsidP="003C7BB0">
    <w:pPr>
      <w:pStyle w:val="a3"/>
      <w:ind w:right="454"/>
      <w:rPr>
        <w:rFonts w:ascii="Times New Roman" w:hAnsi="Times New Roman"/>
        <w:szCs w:val="24"/>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F75" w:rsidRPr="005B347E" w:rsidRDefault="006D7F75" w:rsidP="00CA0BAA">
    <w:pPr>
      <w:pStyle w:val="a3"/>
      <w:ind w:right="253"/>
      <w:rPr>
        <w:rFonts w:ascii="Times New Roman" w:hAnsi="Times New Roman"/>
        <w:szCs w:val="24"/>
      </w:rPr>
    </w:pPr>
    <w:r w:rsidRPr="005C0A1A">
      <w:t>Стр</w:t>
    </w:r>
    <w:r>
      <w:t xml:space="preserve">. </w:t>
    </w:r>
    <w:r>
      <w:fldChar w:fldCharType="begin"/>
    </w:r>
    <w:r>
      <w:instrText xml:space="preserve"> </w:instrText>
    </w:r>
    <w:r>
      <w:rPr>
        <w:lang w:val="en-US"/>
      </w:rPr>
      <w:instrText>=(</w:instrText>
    </w:r>
    <w:r>
      <w:rPr>
        <w:lang w:val="en-US"/>
      </w:rPr>
      <w:fldChar w:fldCharType="begin"/>
    </w:r>
    <w:r>
      <w:rPr>
        <w:lang w:val="en-US"/>
      </w:rPr>
      <w:instrText xml:space="preserve"> PAGE </w:instrText>
    </w:r>
    <w:r>
      <w:rPr>
        <w:lang w:val="en-US"/>
      </w:rPr>
      <w:fldChar w:fldCharType="separate"/>
    </w:r>
    <w:r w:rsidR="001C3A94">
      <w:rPr>
        <w:noProof/>
        <w:lang w:val="en-US"/>
      </w:rPr>
      <w:instrText>19</w:instrText>
    </w:r>
    <w:r>
      <w:rPr>
        <w:lang w:val="en-US"/>
      </w:rPr>
      <w:fldChar w:fldCharType="end"/>
    </w:r>
    <w:r>
      <w:rPr>
        <w:lang w:val="en-US"/>
      </w:rPr>
      <w:instrText>-1)</w:instrText>
    </w:r>
    <w:r>
      <w:instrText xml:space="preserve"> </w:instrText>
    </w:r>
    <w:r>
      <w:fldChar w:fldCharType="separate"/>
    </w:r>
    <w:r w:rsidR="001C3A94">
      <w:rPr>
        <w:noProof/>
      </w:rPr>
      <w:t>18</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F75" w:rsidRPr="005C0A1A" w:rsidRDefault="006D7F75" w:rsidP="003618C0">
    <w:pPr>
      <w:pStyle w:val="a3"/>
      <w:ind w:right="227"/>
    </w:pPr>
    <w:r w:rsidRPr="005C0A1A">
      <w:t>Стр</w:t>
    </w:r>
    <w:r>
      <w:t xml:space="preserve">. </w:t>
    </w:r>
    <w:r>
      <w:fldChar w:fldCharType="begin"/>
    </w:r>
    <w:r>
      <w:instrText xml:space="preserve"> </w:instrText>
    </w:r>
    <w:r>
      <w:rPr>
        <w:lang w:val="en-US"/>
      </w:rPr>
      <w:instrText>=(</w:instrText>
    </w:r>
    <w:r>
      <w:rPr>
        <w:lang w:val="en-US"/>
      </w:rPr>
      <w:fldChar w:fldCharType="begin"/>
    </w:r>
    <w:r>
      <w:rPr>
        <w:lang w:val="en-US"/>
      </w:rPr>
      <w:instrText xml:space="preserve"> PAGE </w:instrText>
    </w:r>
    <w:r>
      <w:rPr>
        <w:lang w:val="en-US"/>
      </w:rPr>
      <w:fldChar w:fldCharType="separate"/>
    </w:r>
    <w:r w:rsidR="001C3A94">
      <w:rPr>
        <w:noProof/>
        <w:lang w:val="en-US"/>
      </w:rPr>
      <w:instrText>4</w:instrText>
    </w:r>
    <w:r>
      <w:rPr>
        <w:lang w:val="en-US"/>
      </w:rPr>
      <w:fldChar w:fldCharType="end"/>
    </w:r>
    <w:r>
      <w:rPr>
        <w:lang w:val="en-US"/>
      </w:rPr>
      <w:instrText>-1)</w:instrText>
    </w:r>
    <w:r>
      <w:instrText xml:space="preserve"> </w:instrText>
    </w:r>
    <w:r>
      <w:fldChar w:fldCharType="separate"/>
    </w:r>
    <w:r w:rsidR="001C3A94">
      <w:rPr>
        <w:noProof/>
      </w:rPr>
      <w:t>3</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C49F1"/>
    <w:multiLevelType w:val="hybridMultilevel"/>
    <w:tmpl w:val="E0F47856"/>
    <w:lvl w:ilvl="0" w:tplc="C68446C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568B6A6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characterSpacingControl w:val="doNotCompress"/>
  <w:hdrShapeDefaults>
    <o:shapedefaults v:ext="edit" spidmax="411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38F"/>
    <w:rsid w:val="000004DC"/>
    <w:rsid w:val="0000495C"/>
    <w:rsid w:val="0000746A"/>
    <w:rsid w:val="00012F99"/>
    <w:rsid w:val="00013D32"/>
    <w:rsid w:val="00022A2C"/>
    <w:rsid w:val="00022A5D"/>
    <w:rsid w:val="0003213D"/>
    <w:rsid w:val="00040D9F"/>
    <w:rsid w:val="000577BE"/>
    <w:rsid w:val="000578DB"/>
    <w:rsid w:val="00061122"/>
    <w:rsid w:val="00061F2B"/>
    <w:rsid w:val="0006434A"/>
    <w:rsid w:val="00065032"/>
    <w:rsid w:val="0007490C"/>
    <w:rsid w:val="0009554E"/>
    <w:rsid w:val="000A7043"/>
    <w:rsid w:val="000C5C32"/>
    <w:rsid w:val="000D1054"/>
    <w:rsid w:val="000E2D26"/>
    <w:rsid w:val="000E6DE9"/>
    <w:rsid w:val="000F616C"/>
    <w:rsid w:val="001108AE"/>
    <w:rsid w:val="001145B8"/>
    <w:rsid w:val="001374CD"/>
    <w:rsid w:val="0014175C"/>
    <w:rsid w:val="0014781F"/>
    <w:rsid w:val="00154708"/>
    <w:rsid w:val="00161073"/>
    <w:rsid w:val="00163767"/>
    <w:rsid w:val="001701C8"/>
    <w:rsid w:val="0017149F"/>
    <w:rsid w:val="001764AD"/>
    <w:rsid w:val="0018271E"/>
    <w:rsid w:val="00185F23"/>
    <w:rsid w:val="00195363"/>
    <w:rsid w:val="001B435D"/>
    <w:rsid w:val="001B67F6"/>
    <w:rsid w:val="001C3679"/>
    <w:rsid w:val="001C3A94"/>
    <w:rsid w:val="001C4619"/>
    <w:rsid w:val="001C4715"/>
    <w:rsid w:val="001D2D38"/>
    <w:rsid w:val="001D2D40"/>
    <w:rsid w:val="001E1DE1"/>
    <w:rsid w:val="001E2F0B"/>
    <w:rsid w:val="001E4699"/>
    <w:rsid w:val="001F014D"/>
    <w:rsid w:val="001F4502"/>
    <w:rsid w:val="002065EA"/>
    <w:rsid w:val="00213614"/>
    <w:rsid w:val="002168AF"/>
    <w:rsid w:val="00222048"/>
    <w:rsid w:val="00225892"/>
    <w:rsid w:val="0023613B"/>
    <w:rsid w:val="002374EF"/>
    <w:rsid w:val="00241549"/>
    <w:rsid w:val="00245F65"/>
    <w:rsid w:val="0026296D"/>
    <w:rsid w:val="00267E58"/>
    <w:rsid w:val="00276702"/>
    <w:rsid w:val="00291121"/>
    <w:rsid w:val="002A38BF"/>
    <w:rsid w:val="002C28D5"/>
    <w:rsid w:val="002D6C01"/>
    <w:rsid w:val="002E4524"/>
    <w:rsid w:val="002E7687"/>
    <w:rsid w:val="002E7CD0"/>
    <w:rsid w:val="002F0E95"/>
    <w:rsid w:val="002F1988"/>
    <w:rsid w:val="00303DD3"/>
    <w:rsid w:val="003057BE"/>
    <w:rsid w:val="003067B6"/>
    <w:rsid w:val="003313B2"/>
    <w:rsid w:val="0033475D"/>
    <w:rsid w:val="0034269E"/>
    <w:rsid w:val="003437CD"/>
    <w:rsid w:val="00345FAA"/>
    <w:rsid w:val="00350BA0"/>
    <w:rsid w:val="003525DE"/>
    <w:rsid w:val="00352677"/>
    <w:rsid w:val="003618C0"/>
    <w:rsid w:val="00363FE8"/>
    <w:rsid w:val="00364AA0"/>
    <w:rsid w:val="003736D6"/>
    <w:rsid w:val="00373E09"/>
    <w:rsid w:val="003763D8"/>
    <w:rsid w:val="00377281"/>
    <w:rsid w:val="00380B3E"/>
    <w:rsid w:val="003817F7"/>
    <w:rsid w:val="0038653A"/>
    <w:rsid w:val="003A2C99"/>
    <w:rsid w:val="003A3BD8"/>
    <w:rsid w:val="003C7BB0"/>
    <w:rsid w:val="003D1234"/>
    <w:rsid w:val="003E05B8"/>
    <w:rsid w:val="003E6A55"/>
    <w:rsid w:val="003F05BB"/>
    <w:rsid w:val="003F09AE"/>
    <w:rsid w:val="00413BB0"/>
    <w:rsid w:val="004279CB"/>
    <w:rsid w:val="00433255"/>
    <w:rsid w:val="004402AA"/>
    <w:rsid w:val="00462A72"/>
    <w:rsid w:val="00472EBD"/>
    <w:rsid w:val="00474DF1"/>
    <w:rsid w:val="004825F9"/>
    <w:rsid w:val="00486B53"/>
    <w:rsid w:val="004911C7"/>
    <w:rsid w:val="004D0BD7"/>
    <w:rsid w:val="004D0E4C"/>
    <w:rsid w:val="00502870"/>
    <w:rsid w:val="00502E45"/>
    <w:rsid w:val="00505ACE"/>
    <w:rsid w:val="00510B19"/>
    <w:rsid w:val="00521832"/>
    <w:rsid w:val="005227E3"/>
    <w:rsid w:val="00522AB1"/>
    <w:rsid w:val="00527566"/>
    <w:rsid w:val="00531FC1"/>
    <w:rsid w:val="00532469"/>
    <w:rsid w:val="00533AB8"/>
    <w:rsid w:val="005409B8"/>
    <w:rsid w:val="005414C8"/>
    <w:rsid w:val="00541814"/>
    <w:rsid w:val="0054321F"/>
    <w:rsid w:val="00556710"/>
    <w:rsid w:val="00557696"/>
    <w:rsid w:val="005674B2"/>
    <w:rsid w:val="00572F5C"/>
    <w:rsid w:val="005750BF"/>
    <w:rsid w:val="005844EA"/>
    <w:rsid w:val="00594140"/>
    <w:rsid w:val="005A6D0C"/>
    <w:rsid w:val="005B347E"/>
    <w:rsid w:val="005B3B56"/>
    <w:rsid w:val="005B496F"/>
    <w:rsid w:val="005C0A1A"/>
    <w:rsid w:val="005C23B7"/>
    <w:rsid w:val="005E12A2"/>
    <w:rsid w:val="005E5414"/>
    <w:rsid w:val="005E697C"/>
    <w:rsid w:val="005F5599"/>
    <w:rsid w:val="005F7540"/>
    <w:rsid w:val="0061046F"/>
    <w:rsid w:val="006275A4"/>
    <w:rsid w:val="006413E9"/>
    <w:rsid w:val="006631E5"/>
    <w:rsid w:val="00672FA7"/>
    <w:rsid w:val="006779CF"/>
    <w:rsid w:val="00680EE0"/>
    <w:rsid w:val="00682F0F"/>
    <w:rsid w:val="00690D93"/>
    <w:rsid w:val="006936BC"/>
    <w:rsid w:val="0069542A"/>
    <w:rsid w:val="006B41AB"/>
    <w:rsid w:val="006B593A"/>
    <w:rsid w:val="006C23F0"/>
    <w:rsid w:val="006C5E2F"/>
    <w:rsid w:val="006D1FF0"/>
    <w:rsid w:val="006D5230"/>
    <w:rsid w:val="006D7F75"/>
    <w:rsid w:val="006F60D6"/>
    <w:rsid w:val="00703CB7"/>
    <w:rsid w:val="0070561A"/>
    <w:rsid w:val="00721121"/>
    <w:rsid w:val="00725139"/>
    <w:rsid w:val="00730FEB"/>
    <w:rsid w:val="00731BD1"/>
    <w:rsid w:val="007322A2"/>
    <w:rsid w:val="00737009"/>
    <w:rsid w:val="00740C59"/>
    <w:rsid w:val="00746697"/>
    <w:rsid w:val="00760D25"/>
    <w:rsid w:val="00761864"/>
    <w:rsid w:val="00770F66"/>
    <w:rsid w:val="00771977"/>
    <w:rsid w:val="00775E46"/>
    <w:rsid w:val="007864D1"/>
    <w:rsid w:val="007872E7"/>
    <w:rsid w:val="007969AF"/>
    <w:rsid w:val="007B1B8F"/>
    <w:rsid w:val="007B3B19"/>
    <w:rsid w:val="007C0EEA"/>
    <w:rsid w:val="007C44CE"/>
    <w:rsid w:val="007C5DDD"/>
    <w:rsid w:val="007D3AD0"/>
    <w:rsid w:val="007E178A"/>
    <w:rsid w:val="007E23AC"/>
    <w:rsid w:val="007F099F"/>
    <w:rsid w:val="00806666"/>
    <w:rsid w:val="00814176"/>
    <w:rsid w:val="008161B1"/>
    <w:rsid w:val="0083405C"/>
    <w:rsid w:val="00847CD2"/>
    <w:rsid w:val="00864711"/>
    <w:rsid w:val="00872F25"/>
    <w:rsid w:val="00873FC6"/>
    <w:rsid w:val="00881B2D"/>
    <w:rsid w:val="00885081"/>
    <w:rsid w:val="00885902"/>
    <w:rsid w:val="00885919"/>
    <w:rsid w:val="008B0395"/>
    <w:rsid w:val="008C1B10"/>
    <w:rsid w:val="008C471B"/>
    <w:rsid w:val="008C6040"/>
    <w:rsid w:val="008D113F"/>
    <w:rsid w:val="008D4706"/>
    <w:rsid w:val="008E2BAF"/>
    <w:rsid w:val="008E68EA"/>
    <w:rsid w:val="008F05A6"/>
    <w:rsid w:val="008F3242"/>
    <w:rsid w:val="00901495"/>
    <w:rsid w:val="00910845"/>
    <w:rsid w:val="00913BBE"/>
    <w:rsid w:val="009217AC"/>
    <w:rsid w:val="00934330"/>
    <w:rsid w:val="009413CB"/>
    <w:rsid w:val="00943609"/>
    <w:rsid w:val="0094738F"/>
    <w:rsid w:val="009577B4"/>
    <w:rsid w:val="00961E5D"/>
    <w:rsid w:val="00962BC3"/>
    <w:rsid w:val="0096438E"/>
    <w:rsid w:val="009650F3"/>
    <w:rsid w:val="00970937"/>
    <w:rsid w:val="00973F00"/>
    <w:rsid w:val="009756C9"/>
    <w:rsid w:val="009859D2"/>
    <w:rsid w:val="00995434"/>
    <w:rsid w:val="009A191C"/>
    <w:rsid w:val="009B04AA"/>
    <w:rsid w:val="009B0734"/>
    <w:rsid w:val="009B3002"/>
    <w:rsid w:val="009B3C1C"/>
    <w:rsid w:val="009B4B92"/>
    <w:rsid w:val="009B6864"/>
    <w:rsid w:val="009B6FDC"/>
    <w:rsid w:val="009B780B"/>
    <w:rsid w:val="009D15D2"/>
    <w:rsid w:val="009D3A4F"/>
    <w:rsid w:val="009E44D3"/>
    <w:rsid w:val="009F484E"/>
    <w:rsid w:val="009F6C04"/>
    <w:rsid w:val="00A0415B"/>
    <w:rsid w:val="00A04767"/>
    <w:rsid w:val="00A077B8"/>
    <w:rsid w:val="00A124C3"/>
    <w:rsid w:val="00A2204E"/>
    <w:rsid w:val="00A306FD"/>
    <w:rsid w:val="00A32743"/>
    <w:rsid w:val="00A338C6"/>
    <w:rsid w:val="00A46F2C"/>
    <w:rsid w:val="00A479CD"/>
    <w:rsid w:val="00A50BD4"/>
    <w:rsid w:val="00A535E2"/>
    <w:rsid w:val="00A56E42"/>
    <w:rsid w:val="00A60070"/>
    <w:rsid w:val="00A62026"/>
    <w:rsid w:val="00A65E7B"/>
    <w:rsid w:val="00A74328"/>
    <w:rsid w:val="00A76D5E"/>
    <w:rsid w:val="00A81EF0"/>
    <w:rsid w:val="00A87D03"/>
    <w:rsid w:val="00AA1FE4"/>
    <w:rsid w:val="00AC2F30"/>
    <w:rsid w:val="00AC3FEE"/>
    <w:rsid w:val="00AC511C"/>
    <w:rsid w:val="00AD2C22"/>
    <w:rsid w:val="00AF4E85"/>
    <w:rsid w:val="00B0222A"/>
    <w:rsid w:val="00B06C36"/>
    <w:rsid w:val="00B07C6C"/>
    <w:rsid w:val="00B260D2"/>
    <w:rsid w:val="00B2764D"/>
    <w:rsid w:val="00B27A4C"/>
    <w:rsid w:val="00B369B8"/>
    <w:rsid w:val="00B37C1A"/>
    <w:rsid w:val="00B446B8"/>
    <w:rsid w:val="00B44DC7"/>
    <w:rsid w:val="00B45FC1"/>
    <w:rsid w:val="00B5060B"/>
    <w:rsid w:val="00B50D78"/>
    <w:rsid w:val="00B517FE"/>
    <w:rsid w:val="00B51953"/>
    <w:rsid w:val="00B638E1"/>
    <w:rsid w:val="00B6425E"/>
    <w:rsid w:val="00B67BED"/>
    <w:rsid w:val="00B70745"/>
    <w:rsid w:val="00B70ED4"/>
    <w:rsid w:val="00B8226A"/>
    <w:rsid w:val="00BB5B10"/>
    <w:rsid w:val="00BE2A6E"/>
    <w:rsid w:val="00BE4416"/>
    <w:rsid w:val="00BE4C15"/>
    <w:rsid w:val="00BF7FE6"/>
    <w:rsid w:val="00C1137D"/>
    <w:rsid w:val="00C11B44"/>
    <w:rsid w:val="00C14B7E"/>
    <w:rsid w:val="00C15A49"/>
    <w:rsid w:val="00C20730"/>
    <w:rsid w:val="00C2140A"/>
    <w:rsid w:val="00C239B4"/>
    <w:rsid w:val="00C24309"/>
    <w:rsid w:val="00C4149D"/>
    <w:rsid w:val="00C46D74"/>
    <w:rsid w:val="00C47D00"/>
    <w:rsid w:val="00C52291"/>
    <w:rsid w:val="00C56832"/>
    <w:rsid w:val="00C60FD6"/>
    <w:rsid w:val="00C63258"/>
    <w:rsid w:val="00C64922"/>
    <w:rsid w:val="00C72B53"/>
    <w:rsid w:val="00C77597"/>
    <w:rsid w:val="00C934A0"/>
    <w:rsid w:val="00C938F5"/>
    <w:rsid w:val="00CA0BAA"/>
    <w:rsid w:val="00CA2101"/>
    <w:rsid w:val="00CA765B"/>
    <w:rsid w:val="00CB7C26"/>
    <w:rsid w:val="00CD5E91"/>
    <w:rsid w:val="00CF0BF6"/>
    <w:rsid w:val="00CF1AF3"/>
    <w:rsid w:val="00CF237D"/>
    <w:rsid w:val="00D03E33"/>
    <w:rsid w:val="00D04C30"/>
    <w:rsid w:val="00D063C8"/>
    <w:rsid w:val="00D27106"/>
    <w:rsid w:val="00D3379C"/>
    <w:rsid w:val="00D3635F"/>
    <w:rsid w:val="00D40C17"/>
    <w:rsid w:val="00D40E66"/>
    <w:rsid w:val="00D56054"/>
    <w:rsid w:val="00D5779D"/>
    <w:rsid w:val="00D616C7"/>
    <w:rsid w:val="00D80F65"/>
    <w:rsid w:val="00D969AA"/>
    <w:rsid w:val="00DA3C02"/>
    <w:rsid w:val="00DA5C03"/>
    <w:rsid w:val="00DB23E1"/>
    <w:rsid w:val="00DB60FC"/>
    <w:rsid w:val="00DC4B1B"/>
    <w:rsid w:val="00DC4BEE"/>
    <w:rsid w:val="00DC6E1D"/>
    <w:rsid w:val="00DD07B7"/>
    <w:rsid w:val="00DD4440"/>
    <w:rsid w:val="00DD729B"/>
    <w:rsid w:val="00DF6EBD"/>
    <w:rsid w:val="00E005AE"/>
    <w:rsid w:val="00E06F89"/>
    <w:rsid w:val="00E16A66"/>
    <w:rsid w:val="00E20B8A"/>
    <w:rsid w:val="00E22AFF"/>
    <w:rsid w:val="00E35B40"/>
    <w:rsid w:val="00E36D44"/>
    <w:rsid w:val="00E37E10"/>
    <w:rsid w:val="00E41E25"/>
    <w:rsid w:val="00E4279A"/>
    <w:rsid w:val="00E4282A"/>
    <w:rsid w:val="00E45F9E"/>
    <w:rsid w:val="00E46173"/>
    <w:rsid w:val="00E47A85"/>
    <w:rsid w:val="00E5115F"/>
    <w:rsid w:val="00E51A4A"/>
    <w:rsid w:val="00E53B24"/>
    <w:rsid w:val="00E7237A"/>
    <w:rsid w:val="00E74607"/>
    <w:rsid w:val="00E74F53"/>
    <w:rsid w:val="00E76BE1"/>
    <w:rsid w:val="00E81104"/>
    <w:rsid w:val="00E81F33"/>
    <w:rsid w:val="00E879BA"/>
    <w:rsid w:val="00E95A9D"/>
    <w:rsid w:val="00E97A1F"/>
    <w:rsid w:val="00EA587B"/>
    <w:rsid w:val="00EB18EB"/>
    <w:rsid w:val="00EB2AF0"/>
    <w:rsid w:val="00EC2557"/>
    <w:rsid w:val="00ED0EE6"/>
    <w:rsid w:val="00ED3994"/>
    <w:rsid w:val="00ED6973"/>
    <w:rsid w:val="00EE385C"/>
    <w:rsid w:val="00EF188B"/>
    <w:rsid w:val="00EF6AE3"/>
    <w:rsid w:val="00F030CA"/>
    <w:rsid w:val="00F17674"/>
    <w:rsid w:val="00F30061"/>
    <w:rsid w:val="00F32CFB"/>
    <w:rsid w:val="00F362F7"/>
    <w:rsid w:val="00F45AAB"/>
    <w:rsid w:val="00F45BF5"/>
    <w:rsid w:val="00F80B87"/>
    <w:rsid w:val="00F827A9"/>
    <w:rsid w:val="00FA216F"/>
    <w:rsid w:val="00FB7D11"/>
    <w:rsid w:val="00FC3DA1"/>
    <w:rsid w:val="00FE5E83"/>
    <w:rsid w:val="00FE7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1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semiHidden/>
    <w:qFormat/>
    <w:rsid w:val="00731BD1"/>
    <w:rPr>
      <w:rFonts w:ascii="ISOCPEUR" w:hAnsi="ISOCPEUR"/>
      <w:i/>
      <w:sz w:val="24"/>
    </w:rPr>
  </w:style>
  <w:style w:type="paragraph" w:styleId="2">
    <w:name w:val="heading 2"/>
    <w:basedOn w:val="a"/>
    <w:next w:val="a"/>
    <w:link w:val="20"/>
    <w:uiPriority w:val="9"/>
    <w:semiHidden/>
    <w:unhideWhenUsed/>
    <w:qFormat/>
    <w:rsid w:val="004911C7"/>
    <w:pPr>
      <w:keepNext/>
      <w:keepLines/>
      <w:spacing w:before="200"/>
      <w:outlineLvl w:val="1"/>
    </w:pPr>
    <w:rPr>
      <w:rFonts w:eastAsiaTheme="majorEastAsia" w:cs="Arial"/>
      <w:b/>
      <w:bCs/>
      <w:i w:val="0"/>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a4"/>
    <w:uiPriority w:val="99"/>
    <w:unhideWhenUsed/>
    <w:rsid w:val="00731BD1"/>
    <w:pPr>
      <w:tabs>
        <w:tab w:val="center" w:pos="4677"/>
        <w:tab w:val="right" w:pos="9355"/>
      </w:tabs>
      <w:ind w:right="170"/>
      <w:jc w:val="right"/>
    </w:pPr>
    <w:rPr>
      <w:rFonts w:ascii="ISOCPEUR" w:hAnsi="ISOCPEUR" w:cs="Arial"/>
      <w:i/>
      <w:sz w:val="24"/>
    </w:rPr>
  </w:style>
  <w:style w:type="character" w:customStyle="1" w:styleId="a4">
    <w:name w:val="Верхний колонтитул Знак"/>
    <w:link w:val="a3"/>
    <w:uiPriority w:val="99"/>
    <w:rsid w:val="00731BD1"/>
    <w:rPr>
      <w:rFonts w:ascii="ISOCPEUR" w:hAnsi="ISOCPEUR" w:cs="Arial"/>
      <w:i/>
      <w:sz w:val="24"/>
    </w:rPr>
  </w:style>
  <w:style w:type="paragraph" w:styleId="a5">
    <w:name w:val="footer"/>
    <w:link w:val="a6"/>
    <w:uiPriority w:val="99"/>
    <w:unhideWhenUsed/>
    <w:rsid w:val="00731BD1"/>
    <w:pPr>
      <w:tabs>
        <w:tab w:val="center" w:pos="4677"/>
        <w:tab w:val="right" w:pos="9355"/>
      </w:tabs>
      <w:ind w:left="170" w:right="170"/>
    </w:pPr>
    <w:rPr>
      <w:rFonts w:ascii="ISOCPEUR" w:hAnsi="ISOCPEUR" w:cs="Arial"/>
      <w:i/>
      <w:sz w:val="24"/>
    </w:rPr>
  </w:style>
  <w:style w:type="character" w:customStyle="1" w:styleId="a6">
    <w:name w:val="Нижний колонтитул Знак"/>
    <w:link w:val="a5"/>
    <w:uiPriority w:val="99"/>
    <w:rsid w:val="00731BD1"/>
    <w:rPr>
      <w:rFonts w:ascii="ISOCPEUR" w:hAnsi="ISOCPEUR" w:cs="Arial"/>
      <w:i/>
      <w:sz w:val="24"/>
    </w:rPr>
  </w:style>
  <w:style w:type="paragraph" w:styleId="a7">
    <w:name w:val="Balloon Text"/>
    <w:aliases w:val=" Знак4"/>
    <w:basedOn w:val="a"/>
    <w:link w:val="a8"/>
    <w:semiHidden/>
    <w:unhideWhenUsed/>
    <w:rsid w:val="006B41AB"/>
    <w:rPr>
      <w:rFonts w:ascii="Tahoma" w:hAnsi="Tahoma" w:cs="Tahoma"/>
      <w:sz w:val="16"/>
      <w:szCs w:val="16"/>
    </w:rPr>
  </w:style>
  <w:style w:type="character" w:customStyle="1" w:styleId="a8">
    <w:name w:val="Текст выноски Знак"/>
    <w:aliases w:val=" Знак4 Знак"/>
    <w:link w:val="a7"/>
    <w:semiHidden/>
    <w:rsid w:val="006B41AB"/>
    <w:rPr>
      <w:rFonts w:ascii="Tahoma" w:hAnsi="Tahoma" w:cs="Tahoma"/>
      <w:sz w:val="16"/>
      <w:szCs w:val="16"/>
      <w:lang w:eastAsia="en-US"/>
    </w:rPr>
  </w:style>
  <w:style w:type="table" w:styleId="a9">
    <w:name w:val="Table Grid"/>
    <w:basedOn w:val="a1"/>
    <w:uiPriority w:val="59"/>
    <w:rsid w:val="00C93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rsid w:val="003057BE"/>
    <w:pPr>
      <w:spacing w:before="100" w:beforeAutospacing="1" w:after="119"/>
    </w:pPr>
    <w:rPr>
      <w:rFonts w:eastAsia="Times New Roman" w:cs="Arial"/>
      <w:i w:val="0"/>
      <w:szCs w:val="24"/>
    </w:rPr>
  </w:style>
  <w:style w:type="paragraph" w:styleId="ab">
    <w:name w:val="caption"/>
    <w:basedOn w:val="a"/>
    <w:next w:val="a"/>
    <w:uiPriority w:val="35"/>
    <w:semiHidden/>
    <w:qFormat/>
    <w:rsid w:val="00C2140A"/>
    <w:rPr>
      <w:b/>
      <w:bCs/>
    </w:rPr>
  </w:style>
  <w:style w:type="paragraph" w:customStyle="1" w:styleId="El-1">
    <w:name w:val="El - заголовок_1"/>
    <w:basedOn w:val="a"/>
    <w:autoRedefine/>
    <w:semiHidden/>
    <w:qFormat/>
    <w:rsid w:val="00913BBE"/>
    <w:pPr>
      <w:spacing w:line="360" w:lineRule="auto"/>
      <w:ind w:left="170" w:right="170" w:firstLine="680"/>
      <w:jc w:val="center"/>
    </w:pPr>
    <w:rPr>
      <w:rFonts w:ascii="Times New Roman" w:hAnsi="Times New Roman"/>
      <w:b/>
    </w:rPr>
  </w:style>
  <w:style w:type="paragraph" w:customStyle="1" w:styleId="El-10">
    <w:name w:val="El - абзац_1"/>
    <w:basedOn w:val="El-1"/>
    <w:semiHidden/>
    <w:qFormat/>
    <w:rsid w:val="001F4502"/>
    <w:pPr>
      <w:spacing w:line="240" w:lineRule="auto"/>
      <w:jc w:val="left"/>
    </w:pPr>
    <w:rPr>
      <w:b w:val="0"/>
    </w:rPr>
  </w:style>
  <w:style w:type="paragraph" w:customStyle="1" w:styleId="ac">
    <w:name w:val="Таб.текст [ц/т]"/>
    <w:link w:val="ad"/>
    <w:qFormat/>
    <w:rsid w:val="00C46D74"/>
    <w:pPr>
      <w:jc w:val="center"/>
    </w:pPr>
    <w:rPr>
      <w:rFonts w:ascii="ISOCPEUR" w:hAnsi="ISOCPEUR" w:cs="Arial"/>
      <w:i/>
      <w:sz w:val="24"/>
      <w:szCs w:val="24"/>
      <w:lang w:eastAsia="en-US"/>
    </w:rPr>
  </w:style>
  <w:style w:type="paragraph" w:customStyle="1" w:styleId="ae">
    <w:name w:val="Таб.текст [л/т]"/>
    <w:link w:val="af"/>
    <w:qFormat/>
    <w:rsid w:val="00FE7B2C"/>
    <w:rPr>
      <w:rFonts w:ascii="ISOCPEUR" w:hAnsi="ISOCPEUR" w:cs="Arial"/>
      <w:i/>
      <w:sz w:val="24"/>
      <w:szCs w:val="24"/>
      <w:lang w:eastAsia="en-US"/>
    </w:rPr>
  </w:style>
  <w:style w:type="character" w:customStyle="1" w:styleId="ad">
    <w:name w:val="Таб.текст [ц/т] Знак"/>
    <w:link w:val="ac"/>
    <w:rsid w:val="00C46D74"/>
    <w:rPr>
      <w:rFonts w:ascii="ISOCPEUR" w:hAnsi="ISOCPEUR" w:cs="Arial"/>
      <w:i/>
      <w:sz w:val="24"/>
      <w:szCs w:val="24"/>
      <w:lang w:eastAsia="en-US"/>
    </w:rPr>
  </w:style>
  <w:style w:type="character" w:customStyle="1" w:styleId="af">
    <w:name w:val="Таб.текст [л/т] Знак"/>
    <w:link w:val="ae"/>
    <w:rsid w:val="00FE7B2C"/>
    <w:rPr>
      <w:rFonts w:ascii="ISOCPEUR" w:hAnsi="ISOCPEUR" w:cs="Arial"/>
      <w:i/>
      <w:sz w:val="24"/>
      <w:szCs w:val="24"/>
      <w:lang w:eastAsia="en-US"/>
    </w:rPr>
  </w:style>
  <w:style w:type="paragraph" w:customStyle="1" w:styleId="af0">
    <w:name w:val="Таб.текст [ц/ж]"/>
    <w:link w:val="af1"/>
    <w:qFormat/>
    <w:rsid w:val="00C46D74"/>
    <w:pPr>
      <w:jc w:val="center"/>
    </w:pPr>
    <w:rPr>
      <w:rFonts w:ascii="ISOCPEUR" w:hAnsi="ISOCPEUR" w:cs="Arial"/>
      <w:b/>
      <w:i/>
      <w:sz w:val="24"/>
      <w:szCs w:val="24"/>
      <w:lang w:eastAsia="en-US"/>
    </w:rPr>
  </w:style>
  <w:style w:type="paragraph" w:customStyle="1" w:styleId="af2">
    <w:name w:val="Заголовок [ц/ж]"/>
    <w:next w:val="12"/>
    <w:qFormat/>
    <w:rsid w:val="008B0395"/>
    <w:pPr>
      <w:spacing w:after="120"/>
      <w:jc w:val="center"/>
    </w:pPr>
    <w:rPr>
      <w:rFonts w:ascii="ISOCPEUR" w:hAnsi="ISOCPEUR" w:cs="Arial"/>
      <w:b/>
      <w:i/>
      <w:sz w:val="24"/>
      <w:szCs w:val="24"/>
      <w:lang w:eastAsia="en-US"/>
    </w:rPr>
  </w:style>
  <w:style w:type="character" w:customStyle="1" w:styleId="af1">
    <w:name w:val="Таб.текст [ц/ж] Знак"/>
    <w:link w:val="af0"/>
    <w:rsid w:val="00C46D74"/>
    <w:rPr>
      <w:rFonts w:ascii="ISOCPEUR" w:hAnsi="ISOCPEUR" w:cs="Arial"/>
      <w:b/>
      <w:i/>
      <w:sz w:val="24"/>
      <w:szCs w:val="24"/>
      <w:lang w:eastAsia="en-US"/>
    </w:rPr>
  </w:style>
  <w:style w:type="paragraph" w:customStyle="1" w:styleId="0">
    <w:name w:val="Текст [л/т/0]"/>
    <w:qFormat/>
    <w:rsid w:val="009B0734"/>
    <w:pPr>
      <w:ind w:left="170" w:right="170"/>
    </w:pPr>
    <w:rPr>
      <w:rFonts w:ascii="ISOCPEUR" w:hAnsi="ISOCPEUR" w:cs="Arial"/>
      <w:i/>
      <w:sz w:val="24"/>
      <w:szCs w:val="24"/>
      <w:lang w:eastAsia="en-US"/>
    </w:rPr>
  </w:style>
  <w:style w:type="paragraph" w:customStyle="1" w:styleId="014">
    <w:name w:val="Таб.текст [ц/т/0/14]"/>
    <w:qFormat/>
    <w:rsid w:val="00731BD1"/>
    <w:pPr>
      <w:framePr w:wrap="around" w:hAnchor="margin" w:xAlign="center" w:yAlign="bottom"/>
      <w:suppressOverlap/>
      <w:jc w:val="center"/>
    </w:pPr>
    <w:rPr>
      <w:rFonts w:ascii="ISOCPEUR" w:hAnsi="ISOCPEUR" w:cs="Arial"/>
      <w:i/>
      <w:sz w:val="28"/>
      <w:szCs w:val="28"/>
    </w:rPr>
  </w:style>
  <w:style w:type="paragraph" w:customStyle="1" w:styleId="12">
    <w:name w:val="Текст [л/т/1.2]"/>
    <w:qFormat/>
    <w:rsid w:val="00FE7B2C"/>
    <w:pPr>
      <w:ind w:left="170" w:right="170" w:firstLine="680"/>
    </w:pPr>
    <w:rPr>
      <w:rFonts w:ascii="ISOCPEUR" w:hAnsi="ISOCPEUR" w:cs="Arial"/>
      <w:i/>
      <w:sz w:val="24"/>
      <w:szCs w:val="24"/>
      <w:lang w:eastAsia="en-US"/>
    </w:rPr>
  </w:style>
  <w:style w:type="paragraph" w:customStyle="1" w:styleId="14">
    <w:name w:val="Титул текст [ц/ж/14]"/>
    <w:qFormat/>
    <w:rsid w:val="00731BD1"/>
    <w:pPr>
      <w:jc w:val="center"/>
    </w:pPr>
    <w:rPr>
      <w:rFonts w:ascii="ISOCPEUR" w:hAnsi="ISOCPEUR" w:cs="Arial"/>
      <w:b/>
      <w:i/>
      <w:sz w:val="28"/>
      <w:szCs w:val="28"/>
    </w:rPr>
  </w:style>
  <w:style w:type="character" w:styleId="af3">
    <w:name w:val="annotation reference"/>
    <w:uiPriority w:val="99"/>
    <w:semiHidden/>
    <w:unhideWhenUsed/>
    <w:rsid w:val="00B6425E"/>
    <w:rPr>
      <w:sz w:val="16"/>
      <w:szCs w:val="16"/>
    </w:rPr>
  </w:style>
  <w:style w:type="paragraph" w:styleId="af4">
    <w:name w:val="annotation text"/>
    <w:basedOn w:val="a"/>
    <w:link w:val="af5"/>
    <w:uiPriority w:val="99"/>
    <w:semiHidden/>
    <w:unhideWhenUsed/>
    <w:rsid w:val="00B6425E"/>
  </w:style>
  <w:style w:type="character" w:customStyle="1" w:styleId="af5">
    <w:name w:val="Текст примечания Знак"/>
    <w:basedOn w:val="a0"/>
    <w:link w:val="af4"/>
    <w:uiPriority w:val="99"/>
    <w:semiHidden/>
    <w:rsid w:val="00B6425E"/>
  </w:style>
  <w:style w:type="paragraph" w:styleId="af6">
    <w:name w:val="annotation subject"/>
    <w:basedOn w:val="af4"/>
    <w:next w:val="af4"/>
    <w:link w:val="af7"/>
    <w:uiPriority w:val="99"/>
    <w:semiHidden/>
    <w:unhideWhenUsed/>
    <w:rsid w:val="00B6425E"/>
    <w:rPr>
      <w:b/>
      <w:bCs/>
    </w:rPr>
  </w:style>
  <w:style w:type="character" w:customStyle="1" w:styleId="af7">
    <w:name w:val="Тема примечания Знак"/>
    <w:link w:val="af6"/>
    <w:uiPriority w:val="99"/>
    <w:semiHidden/>
    <w:rsid w:val="00B6425E"/>
    <w:rPr>
      <w:b/>
      <w:bCs/>
    </w:rPr>
  </w:style>
  <w:style w:type="table" w:styleId="af8">
    <w:name w:val="Light List"/>
    <w:basedOn w:val="a1"/>
    <w:uiPriority w:val="61"/>
    <w:rsid w:val="00B6425E"/>
    <w:rPr>
      <w:rFonts w:eastAsia="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1">
    <w:name w:val="Medium List 2 Accent 1"/>
    <w:basedOn w:val="a1"/>
    <w:uiPriority w:val="66"/>
    <w:rsid w:val="00510B19"/>
    <w:rPr>
      <w:rFonts w:ascii="Cambria" w:eastAsia="Times New Roman" w:hAnsi="Cambria"/>
      <w:color w:val="000000"/>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styleId="af9">
    <w:name w:val="Placeholder Text"/>
    <w:basedOn w:val="a0"/>
    <w:uiPriority w:val="99"/>
    <w:semiHidden/>
    <w:rsid w:val="00F30061"/>
    <w:rPr>
      <w:color w:val="808080"/>
    </w:rPr>
  </w:style>
  <w:style w:type="character" w:customStyle="1" w:styleId="20">
    <w:name w:val="Заголовок 2 Знак"/>
    <w:basedOn w:val="a0"/>
    <w:link w:val="2"/>
    <w:uiPriority w:val="9"/>
    <w:semiHidden/>
    <w:rsid w:val="004911C7"/>
    <w:rPr>
      <w:rFonts w:ascii="ISOCPEUR" w:eastAsiaTheme="majorEastAsia" w:hAnsi="ISOCPEUR" w:cs="Arial"/>
      <w:b/>
      <w:bCs/>
      <w:i/>
      <w:color w:val="4F81BD" w:themeColor="accent1"/>
      <w:sz w:val="24"/>
      <w:szCs w:val="26"/>
    </w:rPr>
  </w:style>
  <w:style w:type="paragraph" w:customStyle="1" w:styleId="1212">
    <w:name w:val="Заг.пункт [л/ж/1.2/12пт]"/>
    <w:next w:val="12"/>
    <w:qFormat/>
    <w:rsid w:val="00363FE8"/>
    <w:pPr>
      <w:spacing w:before="240" w:after="240"/>
      <w:ind w:left="170" w:right="170" w:firstLine="680"/>
    </w:pPr>
    <w:rPr>
      <w:rFonts w:ascii="ISOCPEUR" w:hAnsi="ISOCPEUR" w:cs="Arial"/>
      <w:b/>
      <w:i/>
      <w:sz w:val="24"/>
      <w:szCs w:val="24"/>
      <w:lang w:eastAsia="en-US"/>
    </w:rPr>
  </w:style>
  <w:style w:type="paragraph" w:styleId="afa">
    <w:name w:val="List Paragraph"/>
    <w:basedOn w:val="a"/>
    <w:uiPriority w:val="34"/>
    <w:semiHidden/>
    <w:qFormat/>
    <w:rsid w:val="00B707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semiHidden/>
    <w:qFormat/>
    <w:rsid w:val="00731BD1"/>
    <w:rPr>
      <w:rFonts w:ascii="ISOCPEUR" w:hAnsi="ISOCPEUR"/>
      <w:i/>
      <w:sz w:val="24"/>
    </w:rPr>
  </w:style>
  <w:style w:type="paragraph" w:styleId="2">
    <w:name w:val="heading 2"/>
    <w:basedOn w:val="a"/>
    <w:next w:val="a"/>
    <w:link w:val="20"/>
    <w:uiPriority w:val="9"/>
    <w:semiHidden/>
    <w:unhideWhenUsed/>
    <w:qFormat/>
    <w:rsid w:val="004911C7"/>
    <w:pPr>
      <w:keepNext/>
      <w:keepLines/>
      <w:spacing w:before="200"/>
      <w:outlineLvl w:val="1"/>
    </w:pPr>
    <w:rPr>
      <w:rFonts w:eastAsiaTheme="majorEastAsia" w:cs="Arial"/>
      <w:b/>
      <w:bCs/>
      <w:i w:val="0"/>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a4"/>
    <w:uiPriority w:val="99"/>
    <w:unhideWhenUsed/>
    <w:rsid w:val="00731BD1"/>
    <w:pPr>
      <w:tabs>
        <w:tab w:val="center" w:pos="4677"/>
        <w:tab w:val="right" w:pos="9355"/>
      </w:tabs>
      <w:ind w:right="170"/>
      <w:jc w:val="right"/>
    </w:pPr>
    <w:rPr>
      <w:rFonts w:ascii="ISOCPEUR" w:hAnsi="ISOCPEUR" w:cs="Arial"/>
      <w:i/>
      <w:sz w:val="24"/>
    </w:rPr>
  </w:style>
  <w:style w:type="character" w:customStyle="1" w:styleId="a4">
    <w:name w:val="Верхний колонтитул Знак"/>
    <w:link w:val="a3"/>
    <w:uiPriority w:val="99"/>
    <w:rsid w:val="00731BD1"/>
    <w:rPr>
      <w:rFonts w:ascii="ISOCPEUR" w:hAnsi="ISOCPEUR" w:cs="Arial"/>
      <w:i/>
      <w:sz w:val="24"/>
    </w:rPr>
  </w:style>
  <w:style w:type="paragraph" w:styleId="a5">
    <w:name w:val="footer"/>
    <w:link w:val="a6"/>
    <w:uiPriority w:val="99"/>
    <w:unhideWhenUsed/>
    <w:rsid w:val="00731BD1"/>
    <w:pPr>
      <w:tabs>
        <w:tab w:val="center" w:pos="4677"/>
        <w:tab w:val="right" w:pos="9355"/>
      </w:tabs>
      <w:ind w:left="170" w:right="170"/>
    </w:pPr>
    <w:rPr>
      <w:rFonts w:ascii="ISOCPEUR" w:hAnsi="ISOCPEUR" w:cs="Arial"/>
      <w:i/>
      <w:sz w:val="24"/>
    </w:rPr>
  </w:style>
  <w:style w:type="character" w:customStyle="1" w:styleId="a6">
    <w:name w:val="Нижний колонтитул Знак"/>
    <w:link w:val="a5"/>
    <w:uiPriority w:val="99"/>
    <w:rsid w:val="00731BD1"/>
    <w:rPr>
      <w:rFonts w:ascii="ISOCPEUR" w:hAnsi="ISOCPEUR" w:cs="Arial"/>
      <w:i/>
      <w:sz w:val="24"/>
    </w:rPr>
  </w:style>
  <w:style w:type="paragraph" w:styleId="a7">
    <w:name w:val="Balloon Text"/>
    <w:aliases w:val=" Знак4"/>
    <w:basedOn w:val="a"/>
    <w:link w:val="a8"/>
    <w:semiHidden/>
    <w:unhideWhenUsed/>
    <w:rsid w:val="006B41AB"/>
    <w:rPr>
      <w:rFonts w:ascii="Tahoma" w:hAnsi="Tahoma" w:cs="Tahoma"/>
      <w:sz w:val="16"/>
      <w:szCs w:val="16"/>
    </w:rPr>
  </w:style>
  <w:style w:type="character" w:customStyle="1" w:styleId="a8">
    <w:name w:val="Текст выноски Знак"/>
    <w:aliases w:val=" Знак4 Знак"/>
    <w:link w:val="a7"/>
    <w:semiHidden/>
    <w:rsid w:val="006B41AB"/>
    <w:rPr>
      <w:rFonts w:ascii="Tahoma" w:hAnsi="Tahoma" w:cs="Tahoma"/>
      <w:sz w:val="16"/>
      <w:szCs w:val="16"/>
      <w:lang w:eastAsia="en-US"/>
    </w:rPr>
  </w:style>
  <w:style w:type="table" w:styleId="a9">
    <w:name w:val="Table Grid"/>
    <w:basedOn w:val="a1"/>
    <w:uiPriority w:val="59"/>
    <w:rsid w:val="00C93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rsid w:val="003057BE"/>
    <w:pPr>
      <w:spacing w:before="100" w:beforeAutospacing="1" w:after="119"/>
    </w:pPr>
    <w:rPr>
      <w:rFonts w:eastAsia="Times New Roman" w:cs="Arial"/>
      <w:i w:val="0"/>
      <w:szCs w:val="24"/>
    </w:rPr>
  </w:style>
  <w:style w:type="paragraph" w:styleId="ab">
    <w:name w:val="caption"/>
    <w:basedOn w:val="a"/>
    <w:next w:val="a"/>
    <w:uiPriority w:val="35"/>
    <w:semiHidden/>
    <w:qFormat/>
    <w:rsid w:val="00C2140A"/>
    <w:rPr>
      <w:b/>
      <w:bCs/>
    </w:rPr>
  </w:style>
  <w:style w:type="paragraph" w:customStyle="1" w:styleId="El-1">
    <w:name w:val="El - заголовок_1"/>
    <w:basedOn w:val="a"/>
    <w:autoRedefine/>
    <w:semiHidden/>
    <w:qFormat/>
    <w:rsid w:val="00913BBE"/>
    <w:pPr>
      <w:spacing w:line="360" w:lineRule="auto"/>
      <w:ind w:left="170" w:right="170" w:firstLine="680"/>
      <w:jc w:val="center"/>
    </w:pPr>
    <w:rPr>
      <w:rFonts w:ascii="Times New Roman" w:hAnsi="Times New Roman"/>
      <w:b/>
    </w:rPr>
  </w:style>
  <w:style w:type="paragraph" w:customStyle="1" w:styleId="El-10">
    <w:name w:val="El - абзац_1"/>
    <w:basedOn w:val="El-1"/>
    <w:semiHidden/>
    <w:qFormat/>
    <w:rsid w:val="001F4502"/>
    <w:pPr>
      <w:spacing w:line="240" w:lineRule="auto"/>
      <w:jc w:val="left"/>
    </w:pPr>
    <w:rPr>
      <w:b w:val="0"/>
    </w:rPr>
  </w:style>
  <w:style w:type="paragraph" w:customStyle="1" w:styleId="ac">
    <w:name w:val="Таб.текст [ц/т]"/>
    <w:link w:val="ad"/>
    <w:qFormat/>
    <w:rsid w:val="00C46D74"/>
    <w:pPr>
      <w:jc w:val="center"/>
    </w:pPr>
    <w:rPr>
      <w:rFonts w:ascii="ISOCPEUR" w:hAnsi="ISOCPEUR" w:cs="Arial"/>
      <w:i/>
      <w:sz w:val="24"/>
      <w:szCs w:val="24"/>
      <w:lang w:eastAsia="en-US"/>
    </w:rPr>
  </w:style>
  <w:style w:type="paragraph" w:customStyle="1" w:styleId="ae">
    <w:name w:val="Таб.текст [л/т]"/>
    <w:link w:val="af"/>
    <w:qFormat/>
    <w:rsid w:val="00FE7B2C"/>
    <w:rPr>
      <w:rFonts w:ascii="ISOCPEUR" w:hAnsi="ISOCPEUR" w:cs="Arial"/>
      <w:i/>
      <w:sz w:val="24"/>
      <w:szCs w:val="24"/>
      <w:lang w:eastAsia="en-US"/>
    </w:rPr>
  </w:style>
  <w:style w:type="character" w:customStyle="1" w:styleId="ad">
    <w:name w:val="Таб.текст [ц/т] Знак"/>
    <w:link w:val="ac"/>
    <w:rsid w:val="00C46D74"/>
    <w:rPr>
      <w:rFonts w:ascii="ISOCPEUR" w:hAnsi="ISOCPEUR" w:cs="Arial"/>
      <w:i/>
      <w:sz w:val="24"/>
      <w:szCs w:val="24"/>
      <w:lang w:eastAsia="en-US"/>
    </w:rPr>
  </w:style>
  <w:style w:type="character" w:customStyle="1" w:styleId="af">
    <w:name w:val="Таб.текст [л/т] Знак"/>
    <w:link w:val="ae"/>
    <w:rsid w:val="00FE7B2C"/>
    <w:rPr>
      <w:rFonts w:ascii="ISOCPEUR" w:hAnsi="ISOCPEUR" w:cs="Arial"/>
      <w:i/>
      <w:sz w:val="24"/>
      <w:szCs w:val="24"/>
      <w:lang w:eastAsia="en-US"/>
    </w:rPr>
  </w:style>
  <w:style w:type="paragraph" w:customStyle="1" w:styleId="af0">
    <w:name w:val="Таб.текст [ц/ж]"/>
    <w:link w:val="af1"/>
    <w:qFormat/>
    <w:rsid w:val="00C46D74"/>
    <w:pPr>
      <w:jc w:val="center"/>
    </w:pPr>
    <w:rPr>
      <w:rFonts w:ascii="ISOCPEUR" w:hAnsi="ISOCPEUR" w:cs="Arial"/>
      <w:b/>
      <w:i/>
      <w:sz w:val="24"/>
      <w:szCs w:val="24"/>
      <w:lang w:eastAsia="en-US"/>
    </w:rPr>
  </w:style>
  <w:style w:type="paragraph" w:customStyle="1" w:styleId="af2">
    <w:name w:val="Заголовок [ц/ж]"/>
    <w:next w:val="12"/>
    <w:qFormat/>
    <w:rsid w:val="008B0395"/>
    <w:pPr>
      <w:spacing w:after="120"/>
      <w:jc w:val="center"/>
    </w:pPr>
    <w:rPr>
      <w:rFonts w:ascii="ISOCPEUR" w:hAnsi="ISOCPEUR" w:cs="Arial"/>
      <w:b/>
      <w:i/>
      <w:sz w:val="24"/>
      <w:szCs w:val="24"/>
      <w:lang w:eastAsia="en-US"/>
    </w:rPr>
  </w:style>
  <w:style w:type="character" w:customStyle="1" w:styleId="af1">
    <w:name w:val="Таб.текст [ц/ж] Знак"/>
    <w:link w:val="af0"/>
    <w:rsid w:val="00C46D74"/>
    <w:rPr>
      <w:rFonts w:ascii="ISOCPEUR" w:hAnsi="ISOCPEUR" w:cs="Arial"/>
      <w:b/>
      <w:i/>
      <w:sz w:val="24"/>
      <w:szCs w:val="24"/>
      <w:lang w:eastAsia="en-US"/>
    </w:rPr>
  </w:style>
  <w:style w:type="paragraph" w:customStyle="1" w:styleId="0">
    <w:name w:val="Текст [л/т/0]"/>
    <w:qFormat/>
    <w:rsid w:val="009B0734"/>
    <w:pPr>
      <w:ind w:left="170" w:right="170"/>
    </w:pPr>
    <w:rPr>
      <w:rFonts w:ascii="ISOCPEUR" w:hAnsi="ISOCPEUR" w:cs="Arial"/>
      <w:i/>
      <w:sz w:val="24"/>
      <w:szCs w:val="24"/>
      <w:lang w:eastAsia="en-US"/>
    </w:rPr>
  </w:style>
  <w:style w:type="paragraph" w:customStyle="1" w:styleId="014">
    <w:name w:val="Таб.текст [ц/т/0/14]"/>
    <w:qFormat/>
    <w:rsid w:val="00731BD1"/>
    <w:pPr>
      <w:framePr w:wrap="around" w:hAnchor="margin" w:xAlign="center" w:yAlign="bottom"/>
      <w:suppressOverlap/>
      <w:jc w:val="center"/>
    </w:pPr>
    <w:rPr>
      <w:rFonts w:ascii="ISOCPEUR" w:hAnsi="ISOCPEUR" w:cs="Arial"/>
      <w:i/>
      <w:sz w:val="28"/>
      <w:szCs w:val="28"/>
    </w:rPr>
  </w:style>
  <w:style w:type="paragraph" w:customStyle="1" w:styleId="12">
    <w:name w:val="Текст [л/т/1.2]"/>
    <w:qFormat/>
    <w:rsid w:val="00FE7B2C"/>
    <w:pPr>
      <w:ind w:left="170" w:right="170" w:firstLine="680"/>
    </w:pPr>
    <w:rPr>
      <w:rFonts w:ascii="ISOCPEUR" w:hAnsi="ISOCPEUR" w:cs="Arial"/>
      <w:i/>
      <w:sz w:val="24"/>
      <w:szCs w:val="24"/>
      <w:lang w:eastAsia="en-US"/>
    </w:rPr>
  </w:style>
  <w:style w:type="paragraph" w:customStyle="1" w:styleId="14">
    <w:name w:val="Титул текст [ц/ж/14]"/>
    <w:qFormat/>
    <w:rsid w:val="00731BD1"/>
    <w:pPr>
      <w:jc w:val="center"/>
    </w:pPr>
    <w:rPr>
      <w:rFonts w:ascii="ISOCPEUR" w:hAnsi="ISOCPEUR" w:cs="Arial"/>
      <w:b/>
      <w:i/>
      <w:sz w:val="28"/>
      <w:szCs w:val="28"/>
    </w:rPr>
  </w:style>
  <w:style w:type="character" w:styleId="af3">
    <w:name w:val="annotation reference"/>
    <w:uiPriority w:val="99"/>
    <w:semiHidden/>
    <w:unhideWhenUsed/>
    <w:rsid w:val="00B6425E"/>
    <w:rPr>
      <w:sz w:val="16"/>
      <w:szCs w:val="16"/>
    </w:rPr>
  </w:style>
  <w:style w:type="paragraph" w:styleId="af4">
    <w:name w:val="annotation text"/>
    <w:basedOn w:val="a"/>
    <w:link w:val="af5"/>
    <w:uiPriority w:val="99"/>
    <w:semiHidden/>
    <w:unhideWhenUsed/>
    <w:rsid w:val="00B6425E"/>
  </w:style>
  <w:style w:type="character" w:customStyle="1" w:styleId="af5">
    <w:name w:val="Текст примечания Знак"/>
    <w:basedOn w:val="a0"/>
    <w:link w:val="af4"/>
    <w:uiPriority w:val="99"/>
    <w:semiHidden/>
    <w:rsid w:val="00B6425E"/>
  </w:style>
  <w:style w:type="paragraph" w:styleId="af6">
    <w:name w:val="annotation subject"/>
    <w:basedOn w:val="af4"/>
    <w:next w:val="af4"/>
    <w:link w:val="af7"/>
    <w:uiPriority w:val="99"/>
    <w:semiHidden/>
    <w:unhideWhenUsed/>
    <w:rsid w:val="00B6425E"/>
    <w:rPr>
      <w:b/>
      <w:bCs/>
    </w:rPr>
  </w:style>
  <w:style w:type="character" w:customStyle="1" w:styleId="af7">
    <w:name w:val="Тема примечания Знак"/>
    <w:link w:val="af6"/>
    <w:uiPriority w:val="99"/>
    <w:semiHidden/>
    <w:rsid w:val="00B6425E"/>
    <w:rPr>
      <w:b/>
      <w:bCs/>
    </w:rPr>
  </w:style>
  <w:style w:type="table" w:styleId="af8">
    <w:name w:val="Light List"/>
    <w:basedOn w:val="a1"/>
    <w:uiPriority w:val="61"/>
    <w:rsid w:val="00B6425E"/>
    <w:rPr>
      <w:rFonts w:eastAsia="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1">
    <w:name w:val="Medium List 2 Accent 1"/>
    <w:basedOn w:val="a1"/>
    <w:uiPriority w:val="66"/>
    <w:rsid w:val="00510B19"/>
    <w:rPr>
      <w:rFonts w:ascii="Cambria" w:eastAsia="Times New Roman" w:hAnsi="Cambria"/>
      <w:color w:val="000000"/>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styleId="af9">
    <w:name w:val="Placeholder Text"/>
    <w:basedOn w:val="a0"/>
    <w:uiPriority w:val="99"/>
    <w:semiHidden/>
    <w:rsid w:val="00F30061"/>
    <w:rPr>
      <w:color w:val="808080"/>
    </w:rPr>
  </w:style>
  <w:style w:type="character" w:customStyle="1" w:styleId="20">
    <w:name w:val="Заголовок 2 Знак"/>
    <w:basedOn w:val="a0"/>
    <w:link w:val="2"/>
    <w:uiPriority w:val="9"/>
    <w:semiHidden/>
    <w:rsid w:val="004911C7"/>
    <w:rPr>
      <w:rFonts w:ascii="ISOCPEUR" w:eastAsiaTheme="majorEastAsia" w:hAnsi="ISOCPEUR" w:cs="Arial"/>
      <w:b/>
      <w:bCs/>
      <w:i/>
      <w:color w:val="4F81BD" w:themeColor="accent1"/>
      <w:sz w:val="24"/>
      <w:szCs w:val="26"/>
    </w:rPr>
  </w:style>
  <w:style w:type="paragraph" w:customStyle="1" w:styleId="1212">
    <w:name w:val="Заг.пункт [л/ж/1.2/12пт]"/>
    <w:next w:val="12"/>
    <w:qFormat/>
    <w:rsid w:val="00363FE8"/>
    <w:pPr>
      <w:spacing w:before="240" w:after="240"/>
      <w:ind w:left="170" w:right="170" w:firstLine="680"/>
    </w:pPr>
    <w:rPr>
      <w:rFonts w:ascii="ISOCPEUR" w:hAnsi="ISOCPEUR" w:cs="Arial"/>
      <w:b/>
      <w:i/>
      <w:sz w:val="24"/>
      <w:szCs w:val="24"/>
      <w:lang w:eastAsia="en-US"/>
    </w:rPr>
  </w:style>
  <w:style w:type="paragraph" w:styleId="afa">
    <w:name w:val="List Paragraph"/>
    <w:basedOn w:val="a"/>
    <w:uiPriority w:val="34"/>
    <w:semiHidden/>
    <w:qFormat/>
    <w:rsid w:val="00B707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8706">
      <w:bodyDiv w:val="1"/>
      <w:marLeft w:val="0"/>
      <w:marRight w:val="0"/>
      <w:marTop w:val="0"/>
      <w:marBottom w:val="0"/>
      <w:divBdr>
        <w:top w:val="single" w:sz="8" w:space="0" w:color="000000"/>
        <w:left w:val="single" w:sz="8" w:space="1" w:color="000000"/>
        <w:bottom w:val="single" w:sz="8" w:space="0" w:color="000000"/>
        <w:right w:val="single" w:sz="8" w:space="1" w:color="000000"/>
      </w:divBdr>
    </w:div>
    <w:div w:id="159659050">
      <w:bodyDiv w:val="1"/>
      <w:marLeft w:val="0"/>
      <w:marRight w:val="0"/>
      <w:marTop w:val="0"/>
      <w:marBottom w:val="0"/>
      <w:divBdr>
        <w:top w:val="none" w:sz="0" w:space="0" w:color="auto"/>
        <w:left w:val="none" w:sz="0" w:space="0" w:color="auto"/>
        <w:bottom w:val="none" w:sz="0" w:space="0" w:color="auto"/>
        <w:right w:val="none" w:sz="0" w:space="0" w:color="auto"/>
      </w:divBdr>
    </w:div>
    <w:div w:id="241523137">
      <w:bodyDiv w:val="1"/>
      <w:marLeft w:val="0"/>
      <w:marRight w:val="0"/>
      <w:marTop w:val="0"/>
      <w:marBottom w:val="0"/>
      <w:divBdr>
        <w:top w:val="none" w:sz="0" w:space="0" w:color="auto"/>
        <w:left w:val="none" w:sz="0" w:space="0" w:color="auto"/>
        <w:bottom w:val="none" w:sz="0" w:space="0" w:color="auto"/>
        <w:right w:val="none" w:sz="0" w:space="0" w:color="auto"/>
      </w:divBdr>
    </w:div>
    <w:div w:id="786852024">
      <w:bodyDiv w:val="1"/>
      <w:marLeft w:val="0"/>
      <w:marRight w:val="0"/>
      <w:marTop w:val="0"/>
      <w:marBottom w:val="0"/>
      <w:divBdr>
        <w:top w:val="none" w:sz="0" w:space="0" w:color="auto"/>
        <w:left w:val="none" w:sz="0" w:space="0" w:color="auto"/>
        <w:bottom w:val="none" w:sz="0" w:space="0" w:color="auto"/>
        <w:right w:val="none" w:sz="0" w:space="0" w:color="auto"/>
      </w:divBdr>
    </w:div>
    <w:div w:id="844251127">
      <w:bodyDiv w:val="1"/>
      <w:marLeft w:val="0"/>
      <w:marRight w:val="0"/>
      <w:marTop w:val="0"/>
      <w:marBottom w:val="0"/>
      <w:divBdr>
        <w:top w:val="none" w:sz="0" w:space="0" w:color="auto"/>
        <w:left w:val="none" w:sz="0" w:space="0" w:color="auto"/>
        <w:bottom w:val="none" w:sz="0" w:space="0" w:color="auto"/>
        <w:right w:val="none" w:sz="0" w:space="0" w:color="auto"/>
      </w:divBdr>
    </w:div>
    <w:div w:id="1045525024">
      <w:bodyDiv w:val="1"/>
      <w:marLeft w:val="0"/>
      <w:marRight w:val="0"/>
      <w:marTop w:val="0"/>
      <w:marBottom w:val="0"/>
      <w:divBdr>
        <w:top w:val="none" w:sz="0" w:space="0" w:color="auto"/>
        <w:left w:val="none" w:sz="0" w:space="0" w:color="auto"/>
        <w:bottom w:val="none" w:sz="0" w:space="0" w:color="auto"/>
        <w:right w:val="none" w:sz="0" w:space="0" w:color="auto"/>
      </w:divBdr>
    </w:div>
    <w:div w:id="1191529705">
      <w:bodyDiv w:val="1"/>
      <w:marLeft w:val="0"/>
      <w:marRight w:val="0"/>
      <w:marTop w:val="0"/>
      <w:marBottom w:val="0"/>
      <w:divBdr>
        <w:top w:val="none" w:sz="0" w:space="0" w:color="auto"/>
        <w:left w:val="none" w:sz="0" w:space="0" w:color="auto"/>
        <w:bottom w:val="none" w:sz="0" w:space="0" w:color="auto"/>
        <w:right w:val="none" w:sz="0" w:space="0" w:color="auto"/>
      </w:divBdr>
    </w:div>
    <w:div w:id="1584874338">
      <w:bodyDiv w:val="1"/>
      <w:marLeft w:val="0"/>
      <w:marRight w:val="0"/>
      <w:marTop w:val="0"/>
      <w:marBottom w:val="0"/>
      <w:divBdr>
        <w:top w:val="none" w:sz="0" w:space="0" w:color="auto"/>
        <w:left w:val="none" w:sz="0" w:space="0" w:color="auto"/>
        <w:bottom w:val="none" w:sz="0" w:space="0" w:color="auto"/>
        <w:right w:val="none" w:sz="0" w:space="0" w:color="auto"/>
      </w:divBdr>
    </w:div>
    <w:div w:id="2109739166">
      <w:bodyDiv w:val="1"/>
      <w:marLeft w:val="0"/>
      <w:marRight w:val="0"/>
      <w:marTop w:val="0"/>
      <w:marBottom w:val="0"/>
      <w:divBdr>
        <w:top w:val="none" w:sz="0" w:space="0" w:color="auto"/>
        <w:left w:val="none" w:sz="0" w:space="0" w:color="auto"/>
        <w:bottom w:val="none" w:sz="0" w:space="0" w:color="auto"/>
        <w:right w:val="none" w:sz="0" w:space="0" w:color="auto"/>
      </w:divBdr>
    </w:div>
    <w:div w:id="214187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Server\&#1051;&#1080;&#1095;&#1085;&#1099;&#1077;\1\&#1064;&#1072;&#1073;&#1083;&#1086;&#1085;&#1099;\Microsoft_Word_2010\Documentation\&#1064;-&#1058;-&#1057;-&#1055;&#1047;-00-07.10_v.1.0.0-(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3BE1695F3D43A09CE3DECA694F3C84"/>
        <w:category>
          <w:name w:val="Общие"/>
          <w:gallery w:val="placeholder"/>
        </w:category>
        <w:types>
          <w:type w:val="bbPlcHdr"/>
        </w:types>
        <w:behaviors>
          <w:behavior w:val="content"/>
        </w:behaviors>
        <w:guid w:val="{0E7C2DDB-24D3-4142-9D7F-44389BE4A697}"/>
      </w:docPartPr>
      <w:docPartBody>
        <w:p w:rsidR="000906E1" w:rsidRDefault="008B6225">
          <w:pPr>
            <w:pStyle w:val="183BE1695F3D43A09CE3DECA694F3C84"/>
          </w:pPr>
          <w:r w:rsidRPr="00511233">
            <w:rPr>
              <w:rStyle w:val="a3"/>
            </w:rPr>
            <w:t>[Организация]</w:t>
          </w:r>
        </w:p>
      </w:docPartBody>
    </w:docPart>
    <w:docPart>
      <w:docPartPr>
        <w:name w:val="CE90AA075AAF4C3C9FD02C246DCE0B5A"/>
        <w:category>
          <w:name w:val="Общие"/>
          <w:gallery w:val="placeholder"/>
        </w:category>
        <w:types>
          <w:type w:val="bbPlcHdr"/>
        </w:types>
        <w:behaviors>
          <w:behavior w:val="content"/>
        </w:behaviors>
        <w:guid w:val="{D7A5E8D8-59C0-4747-96B3-D2AE61CD88C7}"/>
      </w:docPartPr>
      <w:docPartBody>
        <w:p w:rsidR="000906E1" w:rsidRDefault="008B6225">
          <w:pPr>
            <w:pStyle w:val="CE90AA075AAF4C3C9FD02C246DCE0B5A"/>
          </w:pPr>
          <w:r w:rsidRPr="00511233">
            <w:rPr>
              <w:rStyle w:val="a3"/>
            </w:rPr>
            <w:t>[</w:t>
          </w:r>
          <w:r w:rsidRPr="009756C9">
            <w:rPr>
              <w:color w:val="808080"/>
            </w:rPr>
            <w:t>Наименование объекта капитального строительства</w:t>
          </w:r>
          <w:r w:rsidRPr="00511233">
            <w:rPr>
              <w:rStyle w:val="a3"/>
            </w:rPr>
            <w:t>]</w:t>
          </w:r>
        </w:p>
      </w:docPartBody>
    </w:docPart>
    <w:docPart>
      <w:docPartPr>
        <w:name w:val="7BC814C329CB494884B447C88BC7FE6D"/>
        <w:category>
          <w:name w:val="Общие"/>
          <w:gallery w:val="placeholder"/>
        </w:category>
        <w:types>
          <w:type w:val="bbPlcHdr"/>
        </w:types>
        <w:behaviors>
          <w:behavior w:val="content"/>
        </w:behaviors>
        <w:guid w:val="{756B6989-42BA-4842-8D09-E2FF2574BC9F}"/>
      </w:docPartPr>
      <w:docPartBody>
        <w:p w:rsidR="000906E1" w:rsidRDefault="008B6225">
          <w:pPr>
            <w:pStyle w:val="7BC814C329CB494884B447C88BC7FE6D"/>
          </w:pPr>
          <w:r w:rsidRPr="00511233">
            <w:rPr>
              <w:rStyle w:val="a3"/>
            </w:rPr>
            <w:t>Место для ввода текста.</w:t>
          </w:r>
        </w:p>
      </w:docPartBody>
    </w:docPart>
    <w:docPart>
      <w:docPartPr>
        <w:name w:val="765F3E6AB24341DFAD183307D3AEA5EF"/>
        <w:category>
          <w:name w:val="Общие"/>
          <w:gallery w:val="placeholder"/>
        </w:category>
        <w:types>
          <w:type w:val="bbPlcHdr"/>
        </w:types>
        <w:behaviors>
          <w:behavior w:val="content"/>
        </w:behaviors>
        <w:guid w:val="{960C635D-C140-41FE-A5A0-C8871E1FCB25}"/>
      </w:docPartPr>
      <w:docPartBody>
        <w:p w:rsidR="000906E1" w:rsidRDefault="008B6225">
          <w:pPr>
            <w:pStyle w:val="765F3E6AB24341DFAD183307D3AEA5EF"/>
          </w:pPr>
          <w:r w:rsidRPr="00511233">
            <w:rPr>
              <w:rStyle w:val="a3"/>
            </w:rPr>
            <w:t>[</w:t>
          </w:r>
          <w:r>
            <w:rPr>
              <w:rStyle w:val="a3"/>
            </w:rPr>
            <w:t>Наименование документации</w:t>
          </w:r>
          <w:r w:rsidRPr="00511233">
            <w:rPr>
              <w:rStyle w:val="a3"/>
            </w:rPr>
            <w:t>]</w:t>
          </w:r>
        </w:p>
      </w:docPartBody>
    </w:docPart>
    <w:docPart>
      <w:docPartPr>
        <w:name w:val="5D4D383F79EE4C68820CBEC7326FE7F1"/>
        <w:category>
          <w:name w:val="Общие"/>
          <w:gallery w:val="placeholder"/>
        </w:category>
        <w:types>
          <w:type w:val="bbPlcHdr"/>
        </w:types>
        <w:behaviors>
          <w:behavior w:val="content"/>
        </w:behaviors>
        <w:guid w:val="{E7C6702D-22BE-44E5-B92F-EDA0C623513C}"/>
      </w:docPartPr>
      <w:docPartBody>
        <w:p w:rsidR="000906E1" w:rsidRDefault="008B6225">
          <w:pPr>
            <w:pStyle w:val="5D4D383F79EE4C68820CBEC7326FE7F1"/>
          </w:pPr>
          <w:r w:rsidRPr="00511233">
            <w:rPr>
              <w:rStyle w:val="a3"/>
            </w:rPr>
            <w:t>[</w:t>
          </w:r>
          <w:r w:rsidRPr="009F484E">
            <w:rPr>
              <w:rStyle w:val="a3"/>
            </w:rPr>
            <w:t>Обозначение документа</w:t>
          </w:r>
          <w:r w:rsidRPr="00511233">
            <w:rPr>
              <w:rStyle w:val="a3"/>
            </w:rPr>
            <w:t>]</w:t>
          </w:r>
        </w:p>
      </w:docPartBody>
    </w:docPart>
    <w:docPart>
      <w:docPartPr>
        <w:name w:val="61C79E640B4A45F08BFDFB223EA86F77"/>
        <w:category>
          <w:name w:val="Общие"/>
          <w:gallery w:val="placeholder"/>
        </w:category>
        <w:types>
          <w:type w:val="bbPlcHdr"/>
        </w:types>
        <w:behaviors>
          <w:behavior w:val="content"/>
        </w:behaviors>
        <w:guid w:val="{D67AB950-6ABD-4FDD-8388-D6D5AA9D3F04}"/>
      </w:docPartPr>
      <w:docPartBody>
        <w:p w:rsidR="000906E1" w:rsidRDefault="008B6225">
          <w:pPr>
            <w:pStyle w:val="61C79E640B4A45F08BFDFB223EA86F77"/>
          </w:pPr>
          <w:r w:rsidRPr="00511233">
            <w:rPr>
              <w:rStyle w:val="a3"/>
            </w:rPr>
            <w:t>[Организация]</w:t>
          </w:r>
        </w:p>
      </w:docPartBody>
    </w:docPart>
    <w:docPart>
      <w:docPartPr>
        <w:name w:val="6A41A3929CE0471597EE9076475DA15B"/>
        <w:category>
          <w:name w:val="Общие"/>
          <w:gallery w:val="placeholder"/>
        </w:category>
        <w:types>
          <w:type w:val="bbPlcHdr"/>
        </w:types>
        <w:behaviors>
          <w:behavior w:val="content"/>
        </w:behaviors>
        <w:guid w:val="{871FAD86-47A3-4883-9A37-67913ABEA92B}"/>
      </w:docPartPr>
      <w:docPartBody>
        <w:p w:rsidR="000906E1" w:rsidRDefault="008B6225">
          <w:pPr>
            <w:pStyle w:val="6A41A3929CE0471597EE9076475DA15B"/>
          </w:pPr>
          <w:r w:rsidRPr="00511233">
            <w:rPr>
              <w:rStyle w:val="a3"/>
            </w:rPr>
            <w:t>[</w:t>
          </w:r>
          <w:r w:rsidRPr="009756C9">
            <w:rPr>
              <w:rFonts w:ascii="ISOCPEUR" w:hAnsi="ISOCPEUR" w:cs="Arial"/>
              <w:b/>
              <w:i/>
              <w:color w:val="808080"/>
              <w:sz w:val="28"/>
              <w:szCs w:val="28"/>
            </w:rPr>
            <w:t>Наименование объекта капитального строительства</w:t>
          </w:r>
          <w:r w:rsidRPr="00511233">
            <w:rPr>
              <w:rStyle w:val="a3"/>
            </w:rPr>
            <w:t>]</w:t>
          </w:r>
        </w:p>
      </w:docPartBody>
    </w:docPart>
    <w:docPart>
      <w:docPartPr>
        <w:name w:val="7973DF9BBAC3462B87BC5C897C291BA3"/>
        <w:category>
          <w:name w:val="Общие"/>
          <w:gallery w:val="placeholder"/>
        </w:category>
        <w:types>
          <w:type w:val="bbPlcHdr"/>
        </w:types>
        <w:behaviors>
          <w:behavior w:val="content"/>
        </w:behaviors>
        <w:guid w:val="{2CFAF4D3-C96B-4BEB-90F4-AD510C06B7BA}"/>
      </w:docPartPr>
      <w:docPartBody>
        <w:p w:rsidR="000906E1" w:rsidRDefault="008B6225">
          <w:pPr>
            <w:pStyle w:val="7973DF9BBAC3462B87BC5C897C291BA3"/>
          </w:pPr>
          <w:r w:rsidRPr="00511233">
            <w:rPr>
              <w:rStyle w:val="a3"/>
            </w:rPr>
            <w:t>Место для ввода текста.</w:t>
          </w:r>
        </w:p>
      </w:docPartBody>
    </w:docPart>
    <w:docPart>
      <w:docPartPr>
        <w:name w:val="12E7266348DF4A0284126B173BB6551B"/>
        <w:category>
          <w:name w:val="Общие"/>
          <w:gallery w:val="placeholder"/>
        </w:category>
        <w:types>
          <w:type w:val="bbPlcHdr"/>
        </w:types>
        <w:behaviors>
          <w:behavior w:val="content"/>
        </w:behaviors>
        <w:guid w:val="{1766CCA0-4327-4BD7-90D6-664308AAB82C}"/>
      </w:docPartPr>
      <w:docPartBody>
        <w:p w:rsidR="000906E1" w:rsidRDefault="008B6225">
          <w:pPr>
            <w:pStyle w:val="12E7266348DF4A0284126B173BB6551B"/>
          </w:pPr>
          <w:r w:rsidRPr="00511233">
            <w:rPr>
              <w:rStyle w:val="a3"/>
            </w:rPr>
            <w:t>[</w:t>
          </w:r>
          <w:r>
            <w:rPr>
              <w:rStyle w:val="a3"/>
            </w:rPr>
            <w:t>Наименование документации</w:t>
          </w:r>
          <w:r w:rsidRPr="00511233">
            <w:rPr>
              <w:rStyle w:val="a3"/>
            </w:rPr>
            <w:t>]</w:t>
          </w:r>
        </w:p>
      </w:docPartBody>
    </w:docPart>
    <w:docPart>
      <w:docPartPr>
        <w:name w:val="A6B46CDF266F416F94571875F5DB3FE3"/>
        <w:category>
          <w:name w:val="Общие"/>
          <w:gallery w:val="placeholder"/>
        </w:category>
        <w:types>
          <w:type w:val="bbPlcHdr"/>
        </w:types>
        <w:behaviors>
          <w:behavior w:val="content"/>
        </w:behaviors>
        <w:guid w:val="{47678C08-842E-4A70-8CDC-343F9A44FFA4}"/>
      </w:docPartPr>
      <w:docPartBody>
        <w:p w:rsidR="000906E1" w:rsidRDefault="008B6225">
          <w:pPr>
            <w:pStyle w:val="A6B46CDF266F416F94571875F5DB3FE3"/>
          </w:pPr>
          <w:r w:rsidRPr="00511233">
            <w:rPr>
              <w:rStyle w:val="a3"/>
            </w:rPr>
            <w:t>[</w:t>
          </w:r>
          <w:r w:rsidRPr="009F484E">
            <w:rPr>
              <w:rStyle w:val="a3"/>
            </w:rPr>
            <w:t>Обозначение документа</w:t>
          </w:r>
          <w:r w:rsidRPr="00511233">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225"/>
    <w:rsid w:val="000906E1"/>
    <w:rsid w:val="006A77F4"/>
    <w:rsid w:val="008B6225"/>
    <w:rsid w:val="009B581C"/>
    <w:rsid w:val="00C54FFE"/>
    <w:rsid w:val="00F71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83BE1695F3D43A09CE3DECA694F3C84">
    <w:name w:val="183BE1695F3D43A09CE3DECA694F3C84"/>
  </w:style>
  <w:style w:type="paragraph" w:customStyle="1" w:styleId="CE90AA075AAF4C3C9FD02C246DCE0B5A">
    <w:name w:val="CE90AA075AAF4C3C9FD02C246DCE0B5A"/>
  </w:style>
  <w:style w:type="paragraph" w:customStyle="1" w:styleId="7BC814C329CB494884B447C88BC7FE6D">
    <w:name w:val="7BC814C329CB494884B447C88BC7FE6D"/>
  </w:style>
  <w:style w:type="paragraph" w:customStyle="1" w:styleId="03248DAB43974B12BF05F9D0BFA3906F">
    <w:name w:val="03248DAB43974B12BF05F9D0BFA3906F"/>
  </w:style>
  <w:style w:type="paragraph" w:customStyle="1" w:styleId="765F3E6AB24341DFAD183307D3AEA5EF">
    <w:name w:val="765F3E6AB24341DFAD183307D3AEA5EF"/>
  </w:style>
  <w:style w:type="paragraph" w:customStyle="1" w:styleId="5D4D383F79EE4C68820CBEC7326FE7F1">
    <w:name w:val="5D4D383F79EE4C68820CBEC7326FE7F1"/>
  </w:style>
  <w:style w:type="paragraph" w:customStyle="1" w:styleId="61C79E640B4A45F08BFDFB223EA86F77">
    <w:name w:val="61C79E640B4A45F08BFDFB223EA86F77"/>
  </w:style>
  <w:style w:type="paragraph" w:customStyle="1" w:styleId="6A41A3929CE0471597EE9076475DA15B">
    <w:name w:val="6A41A3929CE0471597EE9076475DA15B"/>
  </w:style>
  <w:style w:type="paragraph" w:customStyle="1" w:styleId="7973DF9BBAC3462B87BC5C897C291BA3">
    <w:name w:val="7973DF9BBAC3462B87BC5C897C291BA3"/>
  </w:style>
  <w:style w:type="paragraph" w:customStyle="1" w:styleId="56858A5188BA4FF8AF78BC8AEA334A6A">
    <w:name w:val="56858A5188BA4FF8AF78BC8AEA334A6A"/>
  </w:style>
  <w:style w:type="paragraph" w:customStyle="1" w:styleId="12E7266348DF4A0284126B173BB6551B">
    <w:name w:val="12E7266348DF4A0284126B173BB6551B"/>
  </w:style>
  <w:style w:type="paragraph" w:customStyle="1" w:styleId="A6B46CDF266F416F94571875F5DB3FE3">
    <w:name w:val="A6B46CDF266F416F94571875F5DB3FE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83BE1695F3D43A09CE3DECA694F3C84">
    <w:name w:val="183BE1695F3D43A09CE3DECA694F3C84"/>
  </w:style>
  <w:style w:type="paragraph" w:customStyle="1" w:styleId="CE90AA075AAF4C3C9FD02C246DCE0B5A">
    <w:name w:val="CE90AA075AAF4C3C9FD02C246DCE0B5A"/>
  </w:style>
  <w:style w:type="paragraph" w:customStyle="1" w:styleId="7BC814C329CB494884B447C88BC7FE6D">
    <w:name w:val="7BC814C329CB494884B447C88BC7FE6D"/>
  </w:style>
  <w:style w:type="paragraph" w:customStyle="1" w:styleId="03248DAB43974B12BF05F9D0BFA3906F">
    <w:name w:val="03248DAB43974B12BF05F9D0BFA3906F"/>
  </w:style>
  <w:style w:type="paragraph" w:customStyle="1" w:styleId="765F3E6AB24341DFAD183307D3AEA5EF">
    <w:name w:val="765F3E6AB24341DFAD183307D3AEA5EF"/>
  </w:style>
  <w:style w:type="paragraph" w:customStyle="1" w:styleId="5D4D383F79EE4C68820CBEC7326FE7F1">
    <w:name w:val="5D4D383F79EE4C68820CBEC7326FE7F1"/>
  </w:style>
  <w:style w:type="paragraph" w:customStyle="1" w:styleId="61C79E640B4A45F08BFDFB223EA86F77">
    <w:name w:val="61C79E640B4A45F08BFDFB223EA86F77"/>
  </w:style>
  <w:style w:type="paragraph" w:customStyle="1" w:styleId="6A41A3929CE0471597EE9076475DA15B">
    <w:name w:val="6A41A3929CE0471597EE9076475DA15B"/>
  </w:style>
  <w:style w:type="paragraph" w:customStyle="1" w:styleId="7973DF9BBAC3462B87BC5C897C291BA3">
    <w:name w:val="7973DF9BBAC3462B87BC5C897C291BA3"/>
  </w:style>
  <w:style w:type="paragraph" w:customStyle="1" w:styleId="56858A5188BA4FF8AF78BC8AEA334A6A">
    <w:name w:val="56858A5188BA4FF8AF78BC8AEA334A6A"/>
  </w:style>
  <w:style w:type="paragraph" w:customStyle="1" w:styleId="12E7266348DF4A0284126B173BB6551B">
    <w:name w:val="12E7266348DF4A0284126B173BB6551B"/>
  </w:style>
  <w:style w:type="paragraph" w:customStyle="1" w:styleId="A6B46CDF266F416F94571875F5DB3FE3">
    <w:name w:val="A6B46CDF266F416F94571875F5DB3F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DC5C9-E200-42CB-AEF3-F19958117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Ш-Т-С-ПЗ-00-07.10_v.1.0.0-(IS).dotx</Template>
  <TotalTime>0</TotalTime>
  <Pages>19</Pages>
  <Words>5609</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Проект планировки территории жилой застройки в границах: 
ул. О.Колесниковой, ул. Московская, ул. Энтузиастов 
в городе Малоярославец, Калужской области</vt:lpstr>
    </vt:vector>
  </TitlesOfParts>
  <Company>Общество с ограниченной ответственностью «КАСКАД проект»
(ООО «КАСКАД проект»)
СРО – П – 049 – 4027090104 – 07082013 – 0099 – 4 от 07.08.2013г.</Company>
  <LinksUpToDate>false</LinksUpToDate>
  <CharactersWithSpaces>37511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планировки территории жилой застройки в границах: 
ул. О.Колесниковой, ул. Московская, ул. Энтузиастов 
в городе Малоярославец, Калужской области</dc:title>
  <dc:subject>Часть 1
Пояснительная записка</dc:subject>
  <dc:creator>Larisa</dc:creator>
  <cp:keywords>Кп 63-1/15-ППТ</cp:keywords>
  <cp:lastModifiedBy>user</cp:lastModifiedBy>
  <cp:revision>3</cp:revision>
  <cp:lastPrinted>2016-06-22T13:09:00Z</cp:lastPrinted>
  <dcterms:created xsi:type="dcterms:W3CDTF">2016-06-22T13:12:00Z</dcterms:created>
  <dcterms:modified xsi:type="dcterms:W3CDTF">2016-06-23T06:03:00Z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бозначение документа" linkTarget="_GoBack">
    <vt:lpwstr/>
  </property>
  <property fmtid="{D5CDD505-2E9C-101B-9397-08002B2CF9AE}" pid="3" name="Редактор">
    <vt:lpwstr>123</vt:lpwstr>
  </property>
</Properties>
</file>